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3A2" w:rsidRPr="0036486A" w:rsidRDefault="002723A2" w:rsidP="00213DCB">
      <w:pPr>
        <w:pStyle w:val="OrtundDatum"/>
        <w:rPr>
          <w:rFonts w:ascii="HelveticaNeue LT 55 Roman" w:hAnsi="HelveticaNeue LT 55 Roman" w:cs="HelveticaNeue LT 55 Roman"/>
          <w:color w:val="0B3066"/>
          <w:sz w:val="14"/>
          <w:szCs w:val="14"/>
        </w:rPr>
      </w:pPr>
      <w:r>
        <w:rPr>
          <w:noProof/>
        </w:rPr>
        <w:pict>
          <v:shapetype id="_x0000_t202" coordsize="21600,21600" o:spt="202" path="m,l,21600r21600,l21600,xe">
            <v:stroke joinstyle="miter"/>
            <v:path gradientshapeok="t" o:connecttype="rect"/>
          </v:shapetype>
          <v:shape id="Textfeld 3" o:spid="_x0000_s1034" type="#_x0000_t202" style="position:absolute;margin-left:-5.55pt;margin-top:-108.2pt;width:252pt;height:59.6pt;z-index:251658240;visibility:visible" filled="f" stroked="f">
            <v:textbox>
              <w:txbxContent>
                <w:p w:rsidR="002723A2" w:rsidRPr="0036486A" w:rsidRDefault="002723A2" w:rsidP="00213DCB">
                  <w:pPr>
                    <w:rPr>
                      <w:rFonts w:ascii="HelveticaNeue LT 55 Roman" w:hAnsi="HelveticaNeue LT 55 Roman" w:cs="HelveticaNeue LT 55 Roman"/>
                    </w:rPr>
                  </w:pPr>
                  <w:r>
                    <w:rPr>
                      <w:rFonts w:ascii="HelveticaNeue LT 55 Roman" w:hAnsi="HelveticaNeue LT 55 Roman" w:cs="HelveticaNeue LT 55 Roman"/>
                    </w:rPr>
                    <w:t>Presseverteiler</w:t>
                  </w:r>
                </w:p>
                <w:p w:rsidR="002723A2" w:rsidRPr="0036486A" w:rsidRDefault="002723A2" w:rsidP="00213DCB">
                  <w:pPr>
                    <w:rPr>
                      <w:rFonts w:ascii="HelveticaNeue LT 55 Roman" w:hAnsi="HelveticaNeue LT 55 Roman" w:cs="HelveticaNeue LT 55 Roman"/>
                    </w:rPr>
                  </w:pPr>
                </w:p>
              </w:txbxContent>
            </v:textbox>
            <w10:wrap type="square"/>
            <w10:anchorlock/>
          </v:shape>
        </w:pict>
      </w:r>
      <w:r>
        <w:rPr>
          <w:rFonts w:ascii="HelveticaNeue LT 55 Roman" w:hAnsi="HelveticaNeue LT 55 Roman" w:cs="HelveticaNeue LT 55 Roman"/>
        </w:rPr>
        <w:t>Bautzen</w:t>
      </w:r>
      <w:r w:rsidRPr="0036486A">
        <w:rPr>
          <w:rFonts w:ascii="HelveticaNeue LT 55 Roman" w:hAnsi="HelveticaNeue LT 55 Roman" w:cs="HelveticaNeue LT 55 Roman"/>
        </w:rPr>
        <w:t xml:space="preserve">, </w:t>
      </w:r>
      <w:r w:rsidRPr="0036486A">
        <w:rPr>
          <w:rFonts w:ascii="HelveticaNeue LT 55 Roman" w:hAnsi="HelveticaNeue LT 55 Roman" w:cs="HelveticaNeue LT 55 Roman"/>
        </w:rPr>
        <w:fldChar w:fldCharType="begin"/>
      </w:r>
      <w:r w:rsidRPr="0036486A">
        <w:rPr>
          <w:rFonts w:ascii="HelveticaNeue LT 55 Roman" w:hAnsi="HelveticaNeue LT 55 Roman" w:cs="HelveticaNeue LT 55 Roman"/>
        </w:rPr>
        <w:instrText xml:space="preserve"> TIME \@ "d. MMMM yyyy" </w:instrText>
      </w:r>
      <w:r w:rsidRPr="0036486A">
        <w:rPr>
          <w:rFonts w:ascii="HelveticaNeue LT 55 Roman" w:hAnsi="HelveticaNeue LT 55 Roman" w:cs="HelveticaNeue LT 55 Roman"/>
        </w:rPr>
        <w:fldChar w:fldCharType="separate"/>
      </w:r>
      <w:r>
        <w:rPr>
          <w:rFonts w:ascii="HelveticaNeue LT 55 Roman" w:hAnsi="HelveticaNeue LT 55 Roman" w:cs="HelveticaNeue LT 55 Roman"/>
          <w:noProof/>
        </w:rPr>
        <w:t>1. März 2013</w:t>
      </w:r>
      <w:r w:rsidRPr="0036486A">
        <w:rPr>
          <w:rFonts w:ascii="HelveticaNeue LT 55 Roman" w:hAnsi="HelveticaNeue LT 55 Roman" w:cs="HelveticaNeue LT 55 Roman"/>
        </w:rPr>
        <w:fldChar w:fldCharType="end"/>
      </w:r>
    </w:p>
    <w:p w:rsidR="002723A2" w:rsidRPr="00D4089A" w:rsidRDefault="002723A2" w:rsidP="00213DCB">
      <w:pPr>
        <w:pStyle w:val="Betreffzeile"/>
        <w:spacing w:line="240" w:lineRule="auto"/>
        <w:rPr>
          <w:rFonts w:ascii="HelveticaNeue LT 55 Roman" w:hAnsi="HelveticaNeue LT 55 Roman" w:cs="HelveticaNeue LT 55 Roman"/>
          <w:sz w:val="32"/>
          <w:szCs w:val="32"/>
        </w:rPr>
      </w:pPr>
      <w:r w:rsidRPr="00D4089A">
        <w:rPr>
          <w:rFonts w:ascii="HelveticaNeue LT 55 Roman" w:hAnsi="HelveticaNeue LT 55 Roman" w:cs="HelveticaNeue LT 55 Roman"/>
          <w:sz w:val="32"/>
          <w:szCs w:val="32"/>
        </w:rPr>
        <w:t>PRESSEMITTEILUNG</w:t>
      </w:r>
    </w:p>
    <w:p w:rsidR="002723A2" w:rsidRPr="00747A8B" w:rsidRDefault="002723A2" w:rsidP="009E29E5">
      <w:pPr>
        <w:rPr>
          <w:i/>
          <w:iCs/>
        </w:rPr>
      </w:pPr>
      <w:r w:rsidRPr="00747A8B">
        <w:rPr>
          <w:i/>
          <w:iCs/>
        </w:rPr>
        <w:t>(modifizierte Variante für die IHK)</w:t>
      </w:r>
    </w:p>
    <w:p w:rsidR="002723A2" w:rsidRDefault="002723A2" w:rsidP="009E29E5">
      <w:pPr>
        <w:rPr>
          <w:rFonts w:cs="Times New Roman"/>
        </w:rPr>
      </w:pPr>
    </w:p>
    <w:p w:rsidR="002723A2" w:rsidRDefault="002723A2" w:rsidP="009E29E5">
      <w:r>
        <w:t>Sehr geehrte Damen und Herren,</w:t>
      </w:r>
    </w:p>
    <w:p w:rsidR="002723A2" w:rsidRDefault="002723A2" w:rsidP="009E29E5"/>
    <w:p w:rsidR="002723A2" w:rsidRDefault="002723A2" w:rsidP="009E29E5">
      <w:r>
        <w:t>anbei übersenden wir Ihnen unsere Pressemeldung zur Gründung der Wirtschaftsjunioren Bautzen.</w:t>
      </w:r>
    </w:p>
    <w:p w:rsidR="002723A2" w:rsidRDefault="002723A2" w:rsidP="009E29E5"/>
    <w:p w:rsidR="002723A2" w:rsidRDefault="002723A2" w:rsidP="009E29E5">
      <w:r>
        <w:t>Über eine kostenlose Veröffentlichung in Ihrem Medium würden wir uns sehr freuen. Weiterhin würden wir Sie um ein Feedback zur Veröffentlichung bitten.</w:t>
      </w:r>
    </w:p>
    <w:p w:rsidR="002723A2" w:rsidRDefault="002723A2" w:rsidP="009E29E5"/>
    <w:p w:rsidR="002723A2" w:rsidRDefault="002723A2" w:rsidP="009E29E5">
      <w:r>
        <w:t>Bei Fragen und Problemen stehen wir ihnen gern unter unten aufgeführten Kontaktdaten zur Verfügung.</w:t>
      </w:r>
    </w:p>
    <w:p w:rsidR="002723A2" w:rsidRDefault="002723A2" w:rsidP="009E29E5"/>
    <w:p w:rsidR="002723A2" w:rsidRPr="001723AD" w:rsidRDefault="002723A2" w:rsidP="009E29E5">
      <w:pPr>
        <w:rPr>
          <w:b/>
          <w:bCs/>
        </w:rPr>
      </w:pPr>
      <w:r w:rsidRPr="001723AD">
        <w:rPr>
          <w:b/>
          <w:bCs/>
        </w:rPr>
        <w:t xml:space="preserve">Inhaltsübersicht </w:t>
      </w:r>
    </w:p>
    <w:p w:rsidR="002723A2" w:rsidRDefault="002723A2" w:rsidP="009E29E5">
      <w:pPr>
        <w:numPr>
          <w:ilvl w:val="0"/>
          <w:numId w:val="4"/>
        </w:numPr>
      </w:pPr>
      <w:r>
        <w:t>Pressemeldung Kurzversion</w:t>
      </w:r>
    </w:p>
    <w:p w:rsidR="002723A2" w:rsidRDefault="002723A2" w:rsidP="009E29E5">
      <w:pPr>
        <w:numPr>
          <w:ilvl w:val="0"/>
          <w:numId w:val="4"/>
        </w:numPr>
      </w:pPr>
      <w:r>
        <w:t>Pressemeldung Langversion</w:t>
      </w:r>
    </w:p>
    <w:p w:rsidR="002723A2" w:rsidRDefault="002723A2" w:rsidP="009E29E5">
      <w:pPr>
        <w:numPr>
          <w:ilvl w:val="0"/>
          <w:numId w:val="4"/>
        </w:numPr>
      </w:pPr>
      <w:r>
        <w:t>Informationen für Pressevertreter, Anlagen, Ansprechpartner</w:t>
      </w:r>
    </w:p>
    <w:p w:rsidR="002723A2" w:rsidRDefault="002723A2" w:rsidP="009E29E5">
      <w:pPr>
        <w:rPr>
          <w:rFonts w:cs="Times New Roman"/>
        </w:rPr>
      </w:pPr>
    </w:p>
    <w:p w:rsidR="002723A2" w:rsidRDefault="002723A2" w:rsidP="009E29E5">
      <w:r>
        <w:t>Mit freundlichen Grüßen</w:t>
      </w:r>
    </w:p>
    <w:p w:rsidR="002723A2" w:rsidRDefault="002723A2" w:rsidP="009E29E5"/>
    <w:p w:rsidR="002723A2" w:rsidRDefault="002723A2" w:rsidP="009E29E5">
      <w:r>
        <w:t>Christian Klinger</w:t>
      </w:r>
    </w:p>
    <w:p w:rsidR="002723A2" w:rsidRPr="009E29E5" w:rsidRDefault="002723A2" w:rsidP="009E29E5">
      <w:pPr>
        <w:rPr>
          <w:sz w:val="16"/>
          <w:szCs w:val="16"/>
        </w:rPr>
      </w:pPr>
      <w:r w:rsidRPr="009E29E5">
        <w:rPr>
          <w:sz w:val="16"/>
          <w:szCs w:val="16"/>
        </w:rPr>
        <w:t>Öffentlichkeitsarbeit Wirtschaftsjunioren Bautzen</w:t>
      </w:r>
    </w:p>
    <w:p w:rsidR="002723A2" w:rsidRPr="009E29E5" w:rsidRDefault="002723A2" w:rsidP="009E29E5">
      <w:pPr>
        <w:rPr>
          <w:rFonts w:cs="Times New Roman"/>
        </w:rPr>
      </w:pPr>
    </w:p>
    <w:p w:rsidR="002723A2" w:rsidRPr="00A93E50" w:rsidRDefault="002723A2" w:rsidP="00213DCB">
      <w:pPr>
        <w:spacing w:line="360" w:lineRule="auto"/>
        <w:rPr>
          <w:rFonts w:ascii="HelveticaNeue LT 55 Roman" w:hAnsi="HelveticaNeue LT 55 Roman" w:cs="HelveticaNeue LT 55 Roman"/>
          <w:b/>
          <w:bCs/>
          <w:sz w:val="28"/>
          <w:szCs w:val="28"/>
        </w:rPr>
      </w:pPr>
      <w:r>
        <w:rPr>
          <w:rFonts w:ascii="HelveticaNeue LT 55 Roman" w:hAnsi="HelveticaNeue LT 55 Roman" w:cs="HelveticaNeue LT 55 Roman"/>
          <w:b/>
          <w:bCs/>
          <w:sz w:val="28"/>
          <w:szCs w:val="28"/>
        </w:rPr>
        <w:br w:type="page"/>
      </w:r>
      <w:r w:rsidRPr="00A93E50">
        <w:rPr>
          <w:rFonts w:ascii="HelveticaNeue LT 55 Roman" w:hAnsi="HelveticaNeue LT 55 Roman" w:cs="HelveticaNeue LT 55 Roman"/>
          <w:b/>
          <w:bCs/>
          <w:sz w:val="28"/>
          <w:szCs w:val="28"/>
        </w:rPr>
        <w:t>Junge Bautzener Unternehmer organisieren sich</w:t>
      </w:r>
    </w:p>
    <w:p w:rsidR="002723A2" w:rsidRPr="00A93E50" w:rsidRDefault="002723A2" w:rsidP="00A93E50">
      <w:pPr>
        <w:spacing w:line="240" w:lineRule="auto"/>
        <w:rPr>
          <w:rFonts w:ascii="HelveticaNeue LT 55 Roman" w:hAnsi="HelveticaNeue LT 55 Roman" w:cs="HelveticaNeue LT 55 Roman"/>
          <w:u w:val="single"/>
        </w:rPr>
      </w:pPr>
      <w:r w:rsidRPr="00A93E50">
        <w:rPr>
          <w:rFonts w:ascii="HelveticaNeue LT 55 Roman" w:hAnsi="HelveticaNeue LT 55 Roman" w:cs="HelveticaNeue LT 55 Roman"/>
          <w:u w:val="single"/>
        </w:rPr>
        <w:t>Der</w:t>
      </w:r>
      <w:r>
        <w:rPr>
          <w:rFonts w:ascii="HelveticaNeue LT 55 Roman" w:hAnsi="HelveticaNeue LT 55 Roman" w:cs="HelveticaNeue LT 55 Roman"/>
          <w:u w:val="single"/>
        </w:rPr>
        <w:t xml:space="preserve"> Verein</w:t>
      </w:r>
      <w:r w:rsidRPr="00A93E50">
        <w:rPr>
          <w:rFonts w:ascii="HelveticaNeue LT 55 Roman" w:hAnsi="HelveticaNeue LT 55 Roman" w:cs="HelveticaNeue LT 55 Roman"/>
          <w:u w:val="single"/>
        </w:rPr>
        <w:t xml:space="preserve"> </w:t>
      </w:r>
      <w:r>
        <w:rPr>
          <w:rFonts w:ascii="HelveticaNeue LT 55 Roman" w:hAnsi="HelveticaNeue LT 55 Roman" w:cs="HelveticaNeue LT 55 Roman"/>
          <w:u w:val="single"/>
        </w:rPr>
        <w:t>Wirtschaftsjunioren Bautzen</w:t>
      </w:r>
      <w:r w:rsidRPr="00A93E50">
        <w:rPr>
          <w:rFonts w:ascii="HelveticaNeue LT 55 Roman" w:hAnsi="HelveticaNeue LT 55 Roman" w:cs="HelveticaNeue LT 55 Roman"/>
          <w:u w:val="single"/>
        </w:rPr>
        <w:t xml:space="preserve"> richtet sich an junge Unternehmer aus der Region und versteht sich sowohl als Vermittler als auch als Förderer.</w:t>
      </w:r>
    </w:p>
    <w:p w:rsidR="002723A2" w:rsidRDefault="002723A2" w:rsidP="00213DCB">
      <w:pPr>
        <w:rPr>
          <w:rFonts w:ascii="HelveticaNeue LT 55 Roman" w:hAnsi="HelveticaNeue LT 55 Roman" w:cs="HelveticaNeue LT 55 Roman"/>
        </w:rPr>
      </w:pPr>
    </w:p>
    <w:p w:rsidR="002723A2" w:rsidRPr="00A93E50" w:rsidRDefault="002723A2" w:rsidP="00A93E50">
      <w:pPr>
        <w:spacing w:line="360" w:lineRule="auto"/>
        <w:rPr>
          <w:rFonts w:ascii="HelveticaNeue LT 55 Roman" w:hAnsi="HelveticaNeue LT 55 Roman" w:cs="HelveticaNeue LT 55 Roman"/>
        </w:rPr>
      </w:pPr>
      <w:r w:rsidRPr="00A93E50">
        <w:rPr>
          <w:rFonts w:ascii="HelveticaNeue LT 55 Roman" w:hAnsi="HelveticaNeue LT 55 Roman" w:cs="HelveticaNeue LT 55 Roman"/>
          <w:b/>
          <w:bCs/>
        </w:rPr>
        <w:t>Tautewalde, 18. Februar 2013</w:t>
      </w:r>
      <w:r w:rsidRPr="00A93E50">
        <w:rPr>
          <w:rFonts w:ascii="HelveticaNeue LT 55 Roman" w:hAnsi="HelveticaNeue LT 55 Roman" w:cs="HelveticaNeue LT 55 Roman"/>
        </w:rPr>
        <w:t xml:space="preserve"> – Im </w:t>
      </w:r>
      <w:r w:rsidRPr="002F648A">
        <w:rPr>
          <w:rFonts w:ascii="HelveticaNeue LT 55 Roman" w:hAnsi="HelveticaNeue LT 55 Roman" w:cs="HelveticaNeue LT 55 Roman"/>
        </w:rPr>
        <w:t xml:space="preserve">Landidyll Hotel Erbgericht Tautewalde </w:t>
      </w:r>
      <w:r w:rsidRPr="00A93E50">
        <w:rPr>
          <w:rFonts w:ascii="HelveticaNeue LT 55 Roman" w:hAnsi="HelveticaNeue LT 55 Roman" w:cs="HelveticaNeue LT 55 Roman"/>
        </w:rPr>
        <w:t xml:space="preserve">fanden sich am Abend zehn Bautzener junge Unternehmer zusammen, um nach kurzer Vorlaufzeit den </w:t>
      </w:r>
      <w:r>
        <w:rPr>
          <w:rFonts w:ascii="HelveticaNeue LT 55 Roman" w:hAnsi="HelveticaNeue LT 55 Roman" w:cs="HelveticaNeue LT 55 Roman"/>
        </w:rPr>
        <w:t>Verein der Wirtschaftsjunioren Bautzen</w:t>
      </w:r>
      <w:r w:rsidRPr="00A93E50">
        <w:rPr>
          <w:rFonts w:ascii="HelveticaNeue LT 55 Roman" w:hAnsi="HelveticaNeue LT 55 Roman" w:cs="HelveticaNeue LT 55 Roman"/>
        </w:rPr>
        <w:t xml:space="preserve"> zu gründen. Unter der Leitung der drei Vorstände mit </w:t>
      </w:r>
      <w:r w:rsidRPr="00A93E50">
        <w:rPr>
          <w:rFonts w:ascii="HelveticaNeue LT 55 Roman" w:hAnsi="HelveticaNeue LT 55 Roman" w:cs="HelveticaNeue LT 55 Roman"/>
          <w:b/>
          <w:bCs/>
        </w:rPr>
        <w:t>Peter Stange</w:t>
      </w:r>
      <w:r w:rsidRPr="00A93E50">
        <w:rPr>
          <w:rFonts w:ascii="HelveticaNeue LT 55 Roman" w:hAnsi="HelveticaNeue LT 55 Roman" w:cs="HelveticaNeue LT 55 Roman"/>
        </w:rPr>
        <w:t xml:space="preserve"> von der AGORA Lausitz als Vereinspräsident, </w:t>
      </w:r>
      <w:r w:rsidRPr="00A93E50">
        <w:rPr>
          <w:rFonts w:ascii="HelveticaNeue LT 55 Roman" w:hAnsi="HelveticaNeue LT 55 Roman" w:cs="HelveticaNeue LT 55 Roman"/>
          <w:b/>
          <w:bCs/>
        </w:rPr>
        <w:t xml:space="preserve">Jessica Großmann </w:t>
      </w:r>
      <w:r>
        <w:rPr>
          <w:rFonts w:ascii="HelveticaNeue LT 55 Roman" w:hAnsi="HelveticaNeue LT 55 Roman" w:cs="HelveticaNeue LT 55 Roman"/>
        </w:rPr>
        <w:t>von YES! Fotografie</w:t>
      </w:r>
      <w:r w:rsidRPr="00A93E50">
        <w:rPr>
          <w:rFonts w:ascii="HelveticaNeue LT 55 Roman" w:hAnsi="HelveticaNeue LT 55 Roman" w:cs="HelveticaNeue LT 55 Roman"/>
        </w:rPr>
        <w:t xml:space="preserve"> als Stellvertreterin und </w:t>
      </w:r>
      <w:r w:rsidRPr="00A93E50">
        <w:rPr>
          <w:rFonts w:ascii="HelveticaNeue LT 55 Roman" w:hAnsi="HelveticaNeue LT 55 Roman" w:cs="HelveticaNeue LT 55 Roman"/>
          <w:b/>
          <w:bCs/>
        </w:rPr>
        <w:t>Marco Großmann</w:t>
      </w:r>
      <w:r w:rsidRPr="00A93E50">
        <w:rPr>
          <w:rFonts w:ascii="HelveticaNeue LT 55 Roman" w:hAnsi="HelveticaNeue LT 55 Roman" w:cs="HelveticaNeue LT 55 Roman"/>
        </w:rPr>
        <w:t xml:space="preserve"> vom IT-Systemhaus Sky Systems als Schatzmeister bildete sich damit der 11. WJ-Kreis in Sachsen. Damit gibt es nun auch in der wirtschaftsstärksten Regions Sachsens einen Kreis des größten Verbandes junger Unternehmer und Führungskräfte unter 40 Jahren.</w:t>
      </w:r>
    </w:p>
    <w:p w:rsidR="002723A2" w:rsidRPr="00A93E50" w:rsidRDefault="002723A2" w:rsidP="00A93E50">
      <w:pPr>
        <w:pStyle w:val="Heading2"/>
      </w:pPr>
      <w:r w:rsidRPr="00A93E50">
        <w:t>Erste Inhalte und Einladung zum Clubabend</w:t>
      </w:r>
    </w:p>
    <w:p w:rsidR="002723A2" w:rsidRDefault="002723A2" w:rsidP="00A93E50">
      <w:pPr>
        <w:spacing w:line="360" w:lineRule="auto"/>
        <w:rPr>
          <w:rFonts w:ascii="HelveticaNeue LT 55 Roman" w:hAnsi="HelveticaNeue LT 55 Roman" w:cs="HelveticaNeue LT 55 Roman"/>
        </w:rPr>
      </w:pPr>
      <w:r w:rsidRPr="00A93E50">
        <w:rPr>
          <w:rFonts w:ascii="HelveticaNeue LT 55 Roman" w:hAnsi="HelveticaNeue LT 55 Roman" w:cs="HelveticaNeue LT 55 Roman"/>
        </w:rPr>
        <w:t xml:space="preserve">Im Fokus der Vereinsarbeit stehen vor allem der Austausch untereinander und das gegenseitige Partizipieren von den Erfahrungen der anderen Mitglieder. Mit gemeinsamen Aktionen und Workshops sollen aber auch der Wirtschaftsstandort Bautzen gefördert, soziale Projekte unterstützt und Jungunternehmer motiviert werden. Zum </w:t>
      </w:r>
      <w:r w:rsidRPr="00747A8B">
        <w:rPr>
          <w:rFonts w:ascii="HelveticaNeue LT 55 Roman" w:hAnsi="HelveticaNeue LT 55 Roman" w:cs="HelveticaNeue LT 55 Roman"/>
          <w:b/>
          <w:bCs/>
        </w:rPr>
        <w:t>regelmäßig am zweiten Montag des Monats um 18 Uhr stattfindenden Clu</w:t>
      </w:r>
      <w:r w:rsidRPr="00A93E50">
        <w:rPr>
          <w:rFonts w:ascii="HelveticaNeue LT 55 Roman" w:hAnsi="HelveticaNeue LT 55 Roman" w:cs="HelveticaNeue LT 55 Roman"/>
          <w:b/>
          <w:bCs/>
        </w:rPr>
        <w:t xml:space="preserve">babend im Landidyll Hotel Erbgericht Tautewalde </w:t>
      </w:r>
      <w:r w:rsidRPr="00A93E50">
        <w:rPr>
          <w:rFonts w:ascii="HelveticaNeue LT 55 Roman" w:hAnsi="HelveticaNeue LT 55 Roman" w:cs="HelveticaNeue LT 55 Roman"/>
        </w:rPr>
        <w:t>sind daher alle Interessie</w:t>
      </w:r>
      <w:r>
        <w:rPr>
          <w:rFonts w:ascii="HelveticaNeue LT 55 Roman" w:hAnsi="HelveticaNeue LT 55 Roman" w:cs="HelveticaNeue LT 55 Roman"/>
        </w:rPr>
        <w:t>rten recht herzlich eingeladen.</w:t>
      </w:r>
    </w:p>
    <w:p w:rsidR="002723A2" w:rsidRDefault="002723A2" w:rsidP="00A93E50">
      <w:pPr>
        <w:spacing w:line="360" w:lineRule="auto"/>
        <w:rPr>
          <w:rFonts w:ascii="HelveticaNeue LT 55 Roman" w:hAnsi="HelveticaNeue LT 55 Roman" w:cs="HelveticaNeue LT 55 Roman"/>
        </w:rPr>
      </w:pPr>
    </w:p>
    <w:p w:rsidR="002723A2" w:rsidRPr="00483DE8" w:rsidRDefault="002723A2" w:rsidP="00A93E50">
      <w:pPr>
        <w:spacing w:line="360" w:lineRule="auto"/>
        <w:rPr>
          <w:rFonts w:ascii="HelveticaNeue LT 55 Roman" w:hAnsi="HelveticaNeue LT 55 Roman" w:cs="HelveticaNeue LT 55 Roman"/>
          <w:i/>
          <w:iCs/>
        </w:rPr>
      </w:pPr>
      <w:r w:rsidRPr="00A93E50">
        <w:rPr>
          <w:rFonts w:ascii="HelveticaNeue LT 55 Roman" w:hAnsi="HelveticaNeue LT 55 Roman" w:cs="HelveticaNeue LT 55 Roman"/>
        </w:rPr>
        <w:t xml:space="preserve">Eine Voranmeldung über info@wj-bautzen.de ist nicht zwingend erforderlich, aber für die Planung gern willkommen. </w:t>
      </w:r>
      <w:r w:rsidRPr="00483DE8">
        <w:rPr>
          <w:rFonts w:ascii="HelveticaNeue LT 55 Roman" w:hAnsi="HelveticaNeue LT 55 Roman" w:cs="HelveticaNeue LT 55 Roman"/>
          <w:i/>
          <w:iCs/>
        </w:rPr>
        <w:t>(CK)</w:t>
      </w:r>
    </w:p>
    <w:p w:rsidR="002723A2" w:rsidRPr="00A93E50" w:rsidRDefault="002723A2" w:rsidP="00A93E50">
      <w:pPr>
        <w:spacing w:line="360" w:lineRule="auto"/>
        <w:rPr>
          <w:rFonts w:ascii="HelveticaNeue LT 55 Roman" w:hAnsi="HelveticaNeue LT 55 Roman" w:cs="HelveticaNeue LT 55 Roman"/>
        </w:rPr>
      </w:pPr>
    </w:p>
    <w:p w:rsidR="002723A2" w:rsidRPr="00A93E50" w:rsidRDefault="002723A2" w:rsidP="00A93E50">
      <w:pPr>
        <w:spacing w:line="360" w:lineRule="auto"/>
        <w:rPr>
          <w:rFonts w:ascii="HelveticaNeue LT 55 Roman" w:hAnsi="HelveticaNeue LT 55 Roman" w:cs="HelveticaNeue LT 55 Roman"/>
        </w:rPr>
      </w:pPr>
      <w:r w:rsidRPr="00A93E50">
        <w:rPr>
          <w:rFonts w:ascii="HelveticaNeue LT 55 Roman" w:hAnsi="HelveticaNeue LT 55 Roman" w:cs="HelveticaNeue LT 55 Roman"/>
        </w:rPr>
        <w:t>Mehr Informationen zu den Wirtschaftsjunioren finden Sie auf der Webseite www.wj</w:t>
      </w:r>
      <w:r>
        <w:rPr>
          <w:rFonts w:ascii="HelveticaNeue LT 55 Roman" w:hAnsi="HelveticaNeue LT 55 Roman" w:cs="HelveticaNeue LT 55 Roman"/>
        </w:rPr>
        <w:t>-bautzen.de.</w:t>
      </w:r>
    </w:p>
    <w:p w:rsidR="002723A2" w:rsidRDefault="002723A2" w:rsidP="00A93E50">
      <w:pPr>
        <w:spacing w:line="360" w:lineRule="auto"/>
        <w:rPr>
          <w:rFonts w:ascii="HelveticaNeue LT 55 Roman" w:hAnsi="HelveticaNeue LT 55 Roman" w:cs="HelveticaNeue LT 55 Roman"/>
        </w:rPr>
      </w:pPr>
    </w:p>
    <w:p w:rsidR="002723A2" w:rsidRPr="00A93E50" w:rsidRDefault="002723A2" w:rsidP="00A93E50">
      <w:pPr>
        <w:spacing w:line="360" w:lineRule="auto"/>
        <w:rPr>
          <w:rFonts w:ascii="HelveticaNeue LT 55 Roman" w:hAnsi="HelveticaNeue LT 55 Roman" w:cs="HelveticaNeue LT 55 Roman"/>
        </w:rPr>
      </w:pPr>
    </w:p>
    <w:p w:rsidR="002723A2" w:rsidRPr="00A93E50" w:rsidRDefault="002723A2" w:rsidP="00A93E50">
      <w:pPr>
        <w:spacing w:line="360" w:lineRule="auto"/>
        <w:rPr>
          <w:rFonts w:ascii="HelveticaNeue LT 55 Roman" w:hAnsi="HelveticaNeue LT 55 Roman" w:cs="HelveticaNeue LT 55 Roman"/>
          <w:b/>
          <w:bCs/>
        </w:rPr>
      </w:pPr>
      <w:r w:rsidRPr="00A93E50">
        <w:rPr>
          <w:rFonts w:ascii="HelveticaNeue LT 55 Roman" w:hAnsi="HelveticaNeue LT 55 Roman" w:cs="HelveticaNeue LT 55 Roman"/>
          <w:b/>
          <w:bCs/>
        </w:rPr>
        <w:t>Adresse: Landidyll Hotel Erbgericht Tautewalde</w:t>
      </w:r>
    </w:p>
    <w:p w:rsidR="002723A2" w:rsidRPr="00A93E50" w:rsidRDefault="002723A2" w:rsidP="00A93E50">
      <w:pPr>
        <w:spacing w:line="360" w:lineRule="auto"/>
        <w:rPr>
          <w:rFonts w:ascii="HelveticaNeue LT 55 Roman" w:hAnsi="HelveticaNeue LT 55 Roman" w:cs="HelveticaNeue LT 55 Roman"/>
        </w:rPr>
      </w:pPr>
      <w:r w:rsidRPr="00A93E50">
        <w:rPr>
          <w:rFonts w:ascii="HelveticaNeue LT 55 Roman" w:hAnsi="HelveticaNeue LT 55 Roman" w:cs="HelveticaNeue LT 55 Roman"/>
        </w:rPr>
        <w:t>Tautewalde 61, 02681 Wilthen</w:t>
      </w:r>
    </w:p>
    <w:p w:rsidR="002723A2" w:rsidRDefault="002723A2" w:rsidP="00483DE8">
      <w:pPr>
        <w:spacing w:line="360" w:lineRule="auto"/>
        <w:rPr>
          <w:rFonts w:ascii="HelveticaNeue LT 55 Roman" w:hAnsi="HelveticaNeue LT 55 Roman" w:cs="HelveticaNeue LT 55 Roman"/>
        </w:rPr>
      </w:pPr>
      <w:r w:rsidRPr="00A93E50">
        <w:rPr>
          <w:rFonts w:ascii="HelveticaNeue LT 55 Roman" w:hAnsi="HelveticaNeue LT 55 Roman" w:cs="HelveticaNeue LT 55 Roman"/>
        </w:rPr>
        <w:t xml:space="preserve">Telefon: 03592 38300 | Web: </w:t>
      </w:r>
      <w:hyperlink r:id="rId7" w:history="1">
        <w:r w:rsidRPr="00454220">
          <w:rPr>
            <w:rStyle w:val="Hyperlink"/>
            <w:rFonts w:ascii="HelveticaNeue LT 55 Roman" w:hAnsi="HelveticaNeue LT 55 Roman" w:cs="HelveticaNeue LT 55 Roman"/>
          </w:rPr>
          <w:t>www.tautewalde.de</w:t>
        </w:r>
      </w:hyperlink>
    </w:p>
    <w:p w:rsidR="002723A2" w:rsidRPr="00A93E50" w:rsidRDefault="002723A2" w:rsidP="009E29E5">
      <w:pPr>
        <w:spacing w:line="276" w:lineRule="auto"/>
        <w:rPr>
          <w:rFonts w:ascii="HelveticaNeue LT 55 Roman" w:hAnsi="HelveticaNeue LT 55 Roman" w:cs="HelveticaNeue LT 55 Roman"/>
          <w:b/>
          <w:bCs/>
          <w:sz w:val="28"/>
          <w:szCs w:val="28"/>
        </w:rPr>
      </w:pPr>
      <w:r>
        <w:rPr>
          <w:rFonts w:ascii="HelveticaNeue LT 55 Roman" w:hAnsi="HelveticaNeue LT 55 Roman" w:cs="HelveticaNeue LT 55 Roman"/>
          <w:i/>
          <w:iCs/>
        </w:rPr>
        <w:br w:type="page"/>
      </w:r>
      <w:r w:rsidRPr="00A93E50">
        <w:rPr>
          <w:rFonts w:ascii="HelveticaNeue LT 55 Roman" w:hAnsi="HelveticaNeue LT 55 Roman" w:cs="HelveticaNeue LT 55 Roman"/>
          <w:b/>
          <w:bCs/>
          <w:sz w:val="28"/>
          <w:szCs w:val="28"/>
        </w:rPr>
        <w:t>Junge Bautzener Unternehmer organisieren sich</w:t>
      </w:r>
    </w:p>
    <w:p w:rsidR="002723A2" w:rsidRPr="00A93E50" w:rsidRDefault="002723A2" w:rsidP="00483DE8">
      <w:pPr>
        <w:spacing w:line="240" w:lineRule="auto"/>
        <w:rPr>
          <w:rFonts w:ascii="HelveticaNeue LT 55 Roman" w:hAnsi="HelveticaNeue LT 55 Roman" w:cs="HelveticaNeue LT 55 Roman"/>
          <w:u w:val="single"/>
        </w:rPr>
      </w:pPr>
      <w:r w:rsidRPr="00A93E50">
        <w:rPr>
          <w:rFonts w:ascii="HelveticaNeue LT 55 Roman" w:hAnsi="HelveticaNeue LT 55 Roman" w:cs="HelveticaNeue LT 55 Roman"/>
          <w:u w:val="single"/>
        </w:rPr>
        <w:t>Der</w:t>
      </w:r>
      <w:r>
        <w:rPr>
          <w:rFonts w:ascii="HelveticaNeue LT 55 Roman" w:hAnsi="HelveticaNeue LT 55 Roman" w:cs="HelveticaNeue LT 55 Roman"/>
          <w:u w:val="single"/>
        </w:rPr>
        <w:t xml:space="preserve"> Verein</w:t>
      </w:r>
      <w:r w:rsidRPr="00A93E50">
        <w:rPr>
          <w:rFonts w:ascii="HelveticaNeue LT 55 Roman" w:hAnsi="HelveticaNeue LT 55 Roman" w:cs="HelveticaNeue LT 55 Roman"/>
          <w:u w:val="single"/>
        </w:rPr>
        <w:t xml:space="preserve"> </w:t>
      </w:r>
      <w:r>
        <w:rPr>
          <w:rFonts w:ascii="HelveticaNeue LT 55 Roman" w:hAnsi="HelveticaNeue LT 55 Roman" w:cs="HelveticaNeue LT 55 Roman"/>
          <w:u w:val="single"/>
        </w:rPr>
        <w:t>Wirtschaftsjunioren Bautzen</w:t>
      </w:r>
      <w:r w:rsidRPr="00A93E50">
        <w:rPr>
          <w:rFonts w:ascii="HelveticaNeue LT 55 Roman" w:hAnsi="HelveticaNeue LT 55 Roman" w:cs="HelveticaNeue LT 55 Roman"/>
          <w:u w:val="single"/>
        </w:rPr>
        <w:t xml:space="preserve"> richtet sich an junge Unternehmer aus der Region und versteht sich sowohl als Vermittler als auch als Förderer.</w:t>
      </w:r>
    </w:p>
    <w:p w:rsidR="002723A2" w:rsidRDefault="002723A2" w:rsidP="00A93E50">
      <w:pPr>
        <w:spacing w:line="276" w:lineRule="auto"/>
        <w:rPr>
          <w:rFonts w:ascii="HelveticaNeue LT 55 Roman" w:hAnsi="HelveticaNeue LT 55 Roman" w:cs="HelveticaNeue LT 55 Roman"/>
        </w:rPr>
      </w:pPr>
    </w:p>
    <w:p w:rsidR="002723A2" w:rsidRPr="00A93E50" w:rsidRDefault="002723A2"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Mit de</w:t>
      </w:r>
      <w:r>
        <w:rPr>
          <w:rFonts w:ascii="HelveticaNeue LT 55 Roman" w:hAnsi="HelveticaNeue LT 55 Roman" w:cs="HelveticaNeue LT 55 Roman"/>
        </w:rPr>
        <w:t>m</w:t>
      </w:r>
      <w:r w:rsidRPr="00A93E50">
        <w:rPr>
          <w:rFonts w:ascii="HelveticaNeue LT 55 Roman" w:hAnsi="HelveticaNeue LT 55 Roman" w:cs="HelveticaNeue LT 55 Roman"/>
        </w:rPr>
        <w:t xml:space="preserve"> </w:t>
      </w:r>
      <w:r>
        <w:rPr>
          <w:rFonts w:ascii="HelveticaNeue LT 55 Roman" w:hAnsi="HelveticaNeue LT 55 Roman" w:cs="HelveticaNeue LT 55 Roman"/>
        </w:rPr>
        <w:t xml:space="preserve">Verein der </w:t>
      </w:r>
      <w:r>
        <w:rPr>
          <w:rFonts w:ascii="HelveticaNeue LT 55 Roman" w:hAnsi="HelveticaNeue LT 55 Roman" w:cs="HelveticaNeue LT 55 Roman"/>
          <w:b/>
          <w:bCs/>
        </w:rPr>
        <w:t>Wirtschaftsjunioren Bautzen</w:t>
      </w:r>
      <w:r w:rsidRPr="00A93E50">
        <w:rPr>
          <w:rFonts w:ascii="HelveticaNeue LT 55 Roman" w:hAnsi="HelveticaNeue LT 55 Roman" w:cs="HelveticaNeue LT 55 Roman"/>
          <w:b/>
          <w:bCs/>
        </w:rPr>
        <w:t xml:space="preserve"> </w:t>
      </w:r>
      <w:r w:rsidRPr="00A93E50">
        <w:rPr>
          <w:rFonts w:ascii="HelveticaNeue LT 55 Roman" w:hAnsi="HelveticaNeue LT 55 Roman" w:cs="HelveticaNeue LT 55 Roman"/>
        </w:rPr>
        <w:t xml:space="preserve">gründete sich am Abend des 18. Februar 2013 im </w:t>
      </w:r>
      <w:r w:rsidRPr="002F648A">
        <w:rPr>
          <w:rFonts w:ascii="HelveticaNeue LT 55 Roman" w:hAnsi="HelveticaNeue LT 55 Roman" w:cs="HelveticaNeue LT 55 Roman"/>
        </w:rPr>
        <w:t xml:space="preserve">Landidyll Hotel Erbgericht Tautewalde </w:t>
      </w:r>
      <w:r w:rsidRPr="00A93E50">
        <w:rPr>
          <w:rFonts w:ascii="HelveticaNeue LT 55 Roman" w:hAnsi="HelveticaNeue LT 55 Roman" w:cs="HelveticaNeue LT 55 Roman"/>
        </w:rPr>
        <w:t xml:space="preserve">bereits der 11. WJ-Kreis in Sachsen und gehört damit zum größten Verband junger Unternehmer und Führungskräfte unter 40 in Deutschland an. Aus den 10 Gründungsmitgliedern formte sich der Vorstand bestehend aus </w:t>
      </w:r>
      <w:r w:rsidRPr="00A93E50">
        <w:rPr>
          <w:rFonts w:ascii="HelveticaNeue LT 55 Roman" w:hAnsi="HelveticaNeue LT 55 Roman" w:cs="HelveticaNeue LT 55 Roman"/>
          <w:b/>
          <w:bCs/>
        </w:rPr>
        <w:t>Peter Stange</w:t>
      </w:r>
      <w:r w:rsidRPr="00A93E50">
        <w:rPr>
          <w:rFonts w:ascii="HelveticaNeue LT 55 Roman" w:hAnsi="HelveticaNeue LT 55 Roman" w:cs="HelveticaNeue LT 55 Roman"/>
        </w:rPr>
        <w:t xml:space="preserve"> von der AGORA Lausitz als Vereinspräsident, </w:t>
      </w:r>
      <w:r w:rsidRPr="00A93E50">
        <w:rPr>
          <w:rFonts w:ascii="HelveticaNeue LT 55 Roman" w:hAnsi="HelveticaNeue LT 55 Roman" w:cs="HelveticaNeue LT 55 Roman"/>
          <w:b/>
          <w:bCs/>
        </w:rPr>
        <w:t>Jessica Großmann</w:t>
      </w:r>
      <w:r w:rsidRPr="00A93E50">
        <w:rPr>
          <w:rFonts w:ascii="HelveticaNeue LT 55 Roman" w:hAnsi="HelveticaNeue LT 55 Roman" w:cs="HelveticaNeue LT 55 Roman"/>
        </w:rPr>
        <w:t xml:space="preserve"> von </w:t>
      </w:r>
      <w:r>
        <w:rPr>
          <w:rFonts w:ascii="HelveticaNeue LT 55 Roman" w:hAnsi="HelveticaNeue LT 55 Roman" w:cs="HelveticaNeue LT 55 Roman"/>
        </w:rPr>
        <w:t>YES! Fotografie</w:t>
      </w:r>
      <w:r w:rsidRPr="00A93E50">
        <w:rPr>
          <w:rFonts w:ascii="HelveticaNeue LT 55 Roman" w:hAnsi="HelveticaNeue LT 55 Roman" w:cs="HelveticaNeue LT 55 Roman"/>
        </w:rPr>
        <w:t xml:space="preserve"> als Stellvertreterin und Marco Großmann vom IT-Systemhaus Sky Systems als Schatzmeister. Landesgeschäftsführer Götz von Waldeyer-Hartz freut sich als Initiator und Mitbegründer besonders über die Gründung des neuen WJ-Kreises: </w:t>
      </w:r>
      <w:r w:rsidRPr="00A93E50">
        <w:rPr>
          <w:rFonts w:ascii="HelveticaNeue LT 55 Roman" w:hAnsi="HelveticaNeue LT 55 Roman" w:cs="HelveticaNeue LT 55 Roman"/>
          <w:i/>
          <w:iCs/>
        </w:rPr>
        <w:t>„Wir sind sehr glücklich über die nun erfolgte Kreisgründung, damit zeigen wir nun auch in der wirtschaftsstärksten Region Sachsens Flagge.“</w:t>
      </w:r>
      <w:r w:rsidRPr="00A93E50">
        <w:rPr>
          <w:rFonts w:ascii="HelveticaNeue LT 55 Roman" w:hAnsi="HelveticaNeue LT 55 Roman" w:cs="HelveticaNeue LT 55 Roman"/>
        </w:rPr>
        <w:t>.</w:t>
      </w:r>
    </w:p>
    <w:p w:rsidR="002723A2" w:rsidRPr="00A93E50" w:rsidRDefault="002723A2" w:rsidP="00A93E50">
      <w:pPr>
        <w:pStyle w:val="Heading2"/>
      </w:pPr>
      <w:r w:rsidRPr="00A93E50">
        <w:t>WJ – mehr als nur ein Wirtschaftsverein</w:t>
      </w:r>
    </w:p>
    <w:p w:rsidR="002723A2" w:rsidRPr="00A93E50" w:rsidRDefault="002723A2"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 xml:space="preserve">Die Bautzener Wirtschaftsjunioren verstehen sich dabei nicht nur als ein weiterer Verbund von Unternehmen der Region, sondern wollen bewusst den Grundvorstellungen des Dachverbandes folgen. Das Ziel besteht für die Mitglieder nicht darin, den größtmöglichen, eigenen wirtschaftlichen Vorteil zu ziehen, sondern </w:t>
      </w:r>
      <w:r w:rsidRPr="00A93E50">
        <w:rPr>
          <w:rFonts w:ascii="HelveticaNeue LT 55 Roman" w:hAnsi="HelveticaNeue LT 55 Roman" w:cs="HelveticaNeue LT 55 Roman"/>
          <w:b/>
          <w:bCs/>
        </w:rPr>
        <w:t>von einander zu lernen, zu partizipieren und vor allem auch andere zu unterstützen.</w:t>
      </w:r>
      <w:r w:rsidRPr="00A93E50">
        <w:rPr>
          <w:rFonts w:ascii="HelveticaNeue LT 55 Roman" w:hAnsi="HelveticaNeue LT 55 Roman" w:cs="HelveticaNeue LT 55 Roman"/>
        </w:rPr>
        <w:t xml:space="preserve"> Neben regelmäßig angesetzt Clubabenden mit Schwerpunktthemen werden in kleineren Arbeitskreisen und Workshops Projekte ausgearbeitet und für die Umsetzung vorbereitet. Die anvisierten Projektziele können sowohl wirtschaftlichen, als auch sozialen Charakter haben. Bereits im Vorfeld hatte ein Programm zur Vorbereitung von Schülern auf den Bewerbungs- und Arbeitsalltag in Form eines Assessment-Centers für großes Interesse gesorgt. Das </w:t>
      </w:r>
      <w:r w:rsidRPr="00A93E50">
        <w:rPr>
          <w:rFonts w:ascii="HelveticaNeue LT 55 Roman" w:hAnsi="HelveticaNeue LT 55 Roman" w:cs="HelveticaNeue LT 55 Roman"/>
          <w:b/>
          <w:bCs/>
        </w:rPr>
        <w:t>Bildungsförderprojekt „AZUBI-CHECK“</w:t>
      </w:r>
      <w:r w:rsidRPr="00A93E50">
        <w:rPr>
          <w:rFonts w:ascii="HelveticaNeue LT 55 Roman" w:hAnsi="HelveticaNeue LT 55 Roman" w:cs="HelveticaNeue LT 55 Roman"/>
        </w:rPr>
        <w:t xml:space="preserve"> könnte damit eines der ersten Umsetzungsziele des jungen Kreises werden.</w:t>
      </w:r>
    </w:p>
    <w:p w:rsidR="002723A2" w:rsidRDefault="002723A2" w:rsidP="00A93E50">
      <w:pPr>
        <w:spacing w:line="276" w:lineRule="auto"/>
        <w:rPr>
          <w:rFonts w:ascii="HelveticaNeue LT 55 Roman" w:hAnsi="HelveticaNeue LT 55 Roman" w:cs="HelveticaNeue LT 55 Roman"/>
        </w:rPr>
      </w:pPr>
    </w:p>
    <w:p w:rsidR="002723A2" w:rsidRPr="00A93E50" w:rsidRDefault="002723A2"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 xml:space="preserve">Bundesweit organisieren sich so bereits </w:t>
      </w:r>
      <w:r w:rsidRPr="00A93E50">
        <w:rPr>
          <w:rFonts w:ascii="HelveticaNeue LT 55 Roman" w:hAnsi="HelveticaNeue LT 55 Roman" w:cs="HelveticaNeue LT 55 Roman"/>
          <w:b/>
          <w:bCs/>
        </w:rPr>
        <w:t>10.000 Wirtschaftsjunioren</w:t>
      </w:r>
      <w:r w:rsidRPr="00A93E50">
        <w:rPr>
          <w:rFonts w:ascii="HelveticaNeue LT 55 Roman" w:hAnsi="HelveticaNeue LT 55 Roman" w:cs="HelveticaNeue LT 55 Roman"/>
        </w:rPr>
        <w:t xml:space="preserve"> bei einer Wirtschaftskraft von 120 Mrd. Euro Umsatz und rund 300.000 Arbeits- und 35.000 Ausbildungsplätzen. Der Bundesverband WJD ist seit 1958 Mitglied der mehr als 100 Nationalverbände umfassenden Junior Chamber International (JCI).</w:t>
      </w:r>
    </w:p>
    <w:p w:rsidR="002723A2" w:rsidRPr="00A93E50" w:rsidRDefault="002723A2" w:rsidP="00A93E50">
      <w:pPr>
        <w:pStyle w:val="Heading2"/>
      </w:pPr>
      <w:r w:rsidRPr="00A93E50">
        <w:t>Offen für junge und engagierte Unternehmer</w:t>
      </w:r>
    </w:p>
    <w:p w:rsidR="002723A2" w:rsidRPr="00A93E50" w:rsidRDefault="002723A2"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Der neu gegründete Verein bietet viel Potential, benötigt aber auch Unterstützung. „Nach unserer Gründung freuen wir uns darauf, den Kreis unserer Mitglieder entsprechend des WJ-Profils erweitern zu können und laden Interessierte ganz herzlich ein“, meint Peter Stange, seines Zeichens Vereinspräsident und erster Kreissprecher.</w:t>
      </w:r>
    </w:p>
    <w:p w:rsidR="002723A2" w:rsidRDefault="002723A2" w:rsidP="00A93E50">
      <w:pPr>
        <w:spacing w:line="276" w:lineRule="auto"/>
        <w:rPr>
          <w:rFonts w:ascii="HelveticaNeue LT 55 Roman" w:hAnsi="HelveticaNeue LT 55 Roman" w:cs="HelveticaNeue LT 55 Roman"/>
        </w:rPr>
      </w:pPr>
    </w:p>
    <w:p w:rsidR="002723A2" w:rsidRPr="00A93E50" w:rsidRDefault="002723A2" w:rsidP="00A93E50">
      <w:pPr>
        <w:spacing w:line="276" w:lineRule="auto"/>
        <w:rPr>
          <w:rFonts w:ascii="HelveticaNeue LT 55 Roman" w:hAnsi="HelveticaNeue LT 55 Roman" w:cs="HelveticaNeue LT 55 Roman"/>
        </w:rPr>
      </w:pPr>
      <w:r>
        <w:rPr>
          <w:rFonts w:ascii="HelveticaNeue LT 55 Roman" w:hAnsi="HelveticaNeue LT 55 Roman" w:cs="HelveticaNeue LT 55 Roman"/>
        </w:rPr>
        <w:t xml:space="preserve">Jeweils am </w:t>
      </w:r>
      <w:r w:rsidRPr="00747A8B">
        <w:rPr>
          <w:rFonts w:ascii="HelveticaNeue LT 55 Roman" w:hAnsi="HelveticaNeue LT 55 Roman" w:cs="HelveticaNeue LT 55 Roman"/>
          <w:b/>
          <w:bCs/>
        </w:rPr>
        <w:t>zweiten Montag des Monats um 18:00 Uhr</w:t>
      </w:r>
      <w:r>
        <w:rPr>
          <w:rFonts w:ascii="HelveticaNeue LT 55 Roman" w:hAnsi="HelveticaNeue LT 55 Roman" w:cs="HelveticaNeue LT 55 Roman"/>
        </w:rPr>
        <w:t xml:space="preserve"> veranstalten die Wirtschaftsjunioren einen</w:t>
      </w:r>
      <w:r w:rsidRPr="00A93E50">
        <w:rPr>
          <w:rFonts w:ascii="HelveticaNeue LT 55 Roman" w:hAnsi="HelveticaNeue LT 55 Roman" w:cs="HelveticaNeue LT 55 Roman"/>
        </w:rPr>
        <w:t xml:space="preserve"> </w:t>
      </w:r>
      <w:r w:rsidRPr="00747A8B">
        <w:rPr>
          <w:rFonts w:ascii="HelveticaNeue LT 55 Roman" w:hAnsi="HelveticaNeue LT 55 Roman" w:cs="HelveticaNeue LT 55 Roman"/>
        </w:rPr>
        <w:t>Clubabend.</w:t>
      </w:r>
      <w:r w:rsidRPr="00A93E50">
        <w:rPr>
          <w:rFonts w:ascii="HelveticaNeue LT 55 Roman" w:hAnsi="HelveticaNeue LT 55 Roman" w:cs="HelveticaNeue LT 55 Roman"/>
        </w:rPr>
        <w:t xml:space="preserve"> </w:t>
      </w:r>
      <w:r>
        <w:rPr>
          <w:rFonts w:ascii="HelveticaNeue LT 55 Roman" w:hAnsi="HelveticaNeue LT 55 Roman" w:cs="HelveticaNeue LT 55 Roman"/>
        </w:rPr>
        <w:t>A</w:t>
      </w:r>
      <w:r w:rsidRPr="00A93E50">
        <w:rPr>
          <w:rFonts w:ascii="HelveticaNeue LT 55 Roman" w:hAnsi="HelveticaNeue LT 55 Roman" w:cs="HelveticaNeue LT 55 Roman"/>
        </w:rPr>
        <w:t xml:space="preserve">lle Interessenten </w:t>
      </w:r>
      <w:r>
        <w:rPr>
          <w:rFonts w:ascii="HelveticaNeue LT 55 Roman" w:hAnsi="HelveticaNeue LT 55 Roman" w:cs="HelveticaNeue LT 55 Roman"/>
        </w:rPr>
        <w:t xml:space="preserve">sind dazu </w:t>
      </w:r>
      <w:r w:rsidRPr="00A93E50">
        <w:rPr>
          <w:rFonts w:ascii="HelveticaNeue LT 55 Roman" w:hAnsi="HelveticaNeue LT 55 Roman" w:cs="HelveticaNeue LT 55 Roman"/>
        </w:rPr>
        <w:t>herzlich in das Landidyll Hotel Erbgericht Tautewalde eingeladen. Die Teilnahme ist kostenlos. Eine Voranmeldung ist nicht nötig, kann aber gern über info@wj-bautzen.de erfolgen, um besser planen zu können.</w:t>
      </w:r>
    </w:p>
    <w:p w:rsidR="002723A2" w:rsidRPr="00A93E50" w:rsidRDefault="002723A2" w:rsidP="00A93E50">
      <w:pPr>
        <w:spacing w:line="276" w:lineRule="auto"/>
        <w:rPr>
          <w:rFonts w:ascii="HelveticaNeue LT 55 Roman" w:hAnsi="HelveticaNeue LT 55 Roman" w:cs="HelveticaNeue LT 55 Roman"/>
        </w:rPr>
      </w:pPr>
    </w:p>
    <w:p w:rsidR="002723A2" w:rsidRPr="00A93E50" w:rsidRDefault="002723A2" w:rsidP="00A93E50">
      <w:pPr>
        <w:spacing w:line="276" w:lineRule="auto"/>
        <w:rPr>
          <w:rFonts w:ascii="HelveticaNeue LT 55 Roman" w:hAnsi="HelveticaNeue LT 55 Roman" w:cs="HelveticaNeue LT 55 Roman"/>
          <w:b/>
          <w:bCs/>
        </w:rPr>
      </w:pPr>
      <w:r w:rsidRPr="00A93E50">
        <w:rPr>
          <w:rFonts w:ascii="HelveticaNeue LT 55 Roman" w:hAnsi="HelveticaNeue LT 55 Roman" w:cs="HelveticaNeue LT 55 Roman"/>
          <w:b/>
          <w:bCs/>
        </w:rPr>
        <w:t>Adresse: Landidyll Hotel Erbgericht Tautewalde</w:t>
      </w:r>
    </w:p>
    <w:p w:rsidR="002723A2" w:rsidRPr="00A93E50" w:rsidRDefault="002723A2"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Tautewalde 61, 02681 Wilthen</w:t>
      </w:r>
    </w:p>
    <w:p w:rsidR="002723A2" w:rsidRDefault="002723A2" w:rsidP="00A93E50">
      <w:pPr>
        <w:spacing w:line="276" w:lineRule="auto"/>
        <w:rPr>
          <w:rFonts w:ascii="HelveticaNeue LT 55 Roman" w:hAnsi="HelveticaNeue LT 55 Roman" w:cs="HelveticaNeue LT 55 Roman"/>
        </w:rPr>
      </w:pPr>
    </w:p>
    <w:p w:rsidR="002723A2" w:rsidRPr="00A93E50" w:rsidRDefault="002723A2"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Telefon: 03592 38300 | Web: www.tautewalde.de</w:t>
      </w:r>
    </w:p>
    <w:p w:rsidR="002723A2" w:rsidRPr="00A93E50" w:rsidRDefault="002723A2" w:rsidP="00A93E50">
      <w:pPr>
        <w:spacing w:line="276" w:lineRule="auto"/>
        <w:rPr>
          <w:rFonts w:ascii="HelveticaNeue LT 55 Roman" w:hAnsi="HelveticaNeue LT 55 Roman" w:cs="HelveticaNeue LT 55 Roman"/>
        </w:rPr>
      </w:pPr>
    </w:p>
    <w:p w:rsidR="002723A2" w:rsidRPr="00A93E50" w:rsidRDefault="002723A2"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b/>
          <w:bCs/>
        </w:rPr>
        <w:t>Wirtschaftsjunior kann derjenige werden</w:t>
      </w:r>
      <w:r w:rsidRPr="00A93E50">
        <w:rPr>
          <w:rFonts w:ascii="HelveticaNeue LT 55 Roman" w:hAnsi="HelveticaNeue LT 55 Roman" w:cs="HelveticaNeue LT 55 Roman"/>
        </w:rPr>
        <w:t>, der entweder selbstständig tätig oder in einer führenden Position mit Budget- bzw</w:t>
      </w:r>
      <w:r>
        <w:rPr>
          <w:rFonts w:ascii="HelveticaNeue LT 55 Roman" w:hAnsi="HelveticaNeue LT 55 Roman" w:cs="HelveticaNeue LT 55 Roman"/>
        </w:rPr>
        <w:t>.</w:t>
      </w:r>
      <w:r w:rsidRPr="00A93E50">
        <w:rPr>
          <w:rFonts w:ascii="HelveticaNeue LT 55 Roman" w:hAnsi="HelveticaNeue LT 55 Roman" w:cs="HelveticaNeue LT 55 Roman"/>
        </w:rPr>
        <w:t xml:space="preserve"> Personalverantwortung angestellt ist. Zudem dürfen Mitglieder das 40. Lebensjahr nicht überschritten haben. Wer dennoch den Bautzener WJ-Kreis unterstützen möchte, der kann dies als Förderer tun. </w:t>
      </w:r>
      <w:r w:rsidRPr="00483DE8">
        <w:rPr>
          <w:rFonts w:ascii="HelveticaNeue LT 55 Roman" w:hAnsi="HelveticaNeue LT 55 Roman" w:cs="HelveticaNeue LT 55 Roman"/>
          <w:i/>
          <w:iCs/>
        </w:rPr>
        <w:t>(CK)</w:t>
      </w:r>
    </w:p>
    <w:p w:rsidR="002723A2" w:rsidRPr="00A93E50" w:rsidRDefault="002723A2" w:rsidP="00A93E50">
      <w:pPr>
        <w:pStyle w:val="Heading2"/>
      </w:pPr>
      <w:r w:rsidRPr="00A93E50">
        <w:t>Wichtige WJ-Termine 2013</w:t>
      </w:r>
    </w:p>
    <w:p w:rsidR="002723A2" w:rsidRDefault="002723A2" w:rsidP="002F648A">
      <w:pPr>
        <w:numPr>
          <w:ilvl w:val="0"/>
          <w:numId w:val="3"/>
        </w:numPr>
        <w:spacing w:line="276" w:lineRule="auto"/>
        <w:rPr>
          <w:rFonts w:ascii="HelveticaNeue LT 55 Roman" w:hAnsi="HelveticaNeue LT 55 Roman" w:cs="HelveticaNeue LT 55 Roman"/>
          <w:b/>
          <w:bCs/>
        </w:rPr>
      </w:pPr>
      <w:r w:rsidRPr="00A93E50">
        <w:rPr>
          <w:rFonts w:ascii="HelveticaNeue LT 55 Roman" w:hAnsi="HelveticaNeue LT 55 Roman" w:cs="HelveticaNeue LT 55 Roman"/>
          <w:b/>
          <w:bCs/>
        </w:rPr>
        <w:t>11. März 18:00 Uhr – Erster Clubabend im Landidyll Hotel Erbgericht Tautewalde</w:t>
      </w:r>
    </w:p>
    <w:p w:rsidR="002723A2" w:rsidRPr="00A93E50" w:rsidRDefault="002723A2" w:rsidP="002F648A">
      <w:pPr>
        <w:numPr>
          <w:ilvl w:val="0"/>
          <w:numId w:val="3"/>
        </w:numPr>
        <w:spacing w:line="276" w:lineRule="auto"/>
        <w:rPr>
          <w:rFonts w:ascii="HelveticaNeue LT 55 Roman" w:hAnsi="HelveticaNeue LT 55 Roman" w:cs="HelveticaNeue LT 55 Roman"/>
        </w:rPr>
      </w:pPr>
      <w:r w:rsidRPr="00A93E50">
        <w:rPr>
          <w:rFonts w:ascii="HelveticaNeue LT 55 Roman" w:hAnsi="HelveticaNeue LT 55 Roman" w:cs="HelveticaNeue LT 55 Roman"/>
          <w:b/>
          <w:bCs/>
        </w:rPr>
        <w:t>22. - 24. März</w:t>
      </w:r>
      <w:r w:rsidRPr="00A93E50">
        <w:rPr>
          <w:rFonts w:ascii="HelveticaNeue LT 55 Roman" w:hAnsi="HelveticaNeue LT 55 Roman" w:cs="HelveticaNeue LT 55 Roman"/>
        </w:rPr>
        <w:t xml:space="preserve"> - Mitteldeutsche Regionalkonferenz (MIRKO) in Magdeburg</w:t>
      </w:r>
    </w:p>
    <w:p w:rsidR="002723A2" w:rsidRPr="00A93E50" w:rsidRDefault="002723A2" w:rsidP="002F648A">
      <w:pPr>
        <w:numPr>
          <w:ilvl w:val="0"/>
          <w:numId w:val="3"/>
        </w:numPr>
        <w:spacing w:line="276" w:lineRule="auto"/>
        <w:rPr>
          <w:rFonts w:ascii="HelveticaNeue LT 55 Roman" w:hAnsi="HelveticaNeue LT 55 Roman" w:cs="HelveticaNeue LT 55 Roman"/>
        </w:rPr>
      </w:pPr>
      <w:r w:rsidRPr="00A93E50">
        <w:rPr>
          <w:rFonts w:ascii="HelveticaNeue LT 55 Roman" w:hAnsi="HelveticaNeue LT 55 Roman" w:cs="HelveticaNeue LT 55 Roman"/>
          <w:b/>
          <w:bCs/>
        </w:rPr>
        <w:t>07. Mai</w:t>
      </w:r>
      <w:r w:rsidRPr="00A93E50">
        <w:rPr>
          <w:rFonts w:ascii="HelveticaNeue LT 55 Roman" w:hAnsi="HelveticaNeue LT 55 Roman" w:cs="HelveticaNeue LT 55 Roman"/>
        </w:rPr>
        <w:t xml:space="preserve"> - Aktionstag: Schule mit Herz in Dresden</w:t>
      </w:r>
    </w:p>
    <w:p w:rsidR="002723A2" w:rsidRPr="00A93E50" w:rsidRDefault="002723A2" w:rsidP="002F648A">
      <w:pPr>
        <w:numPr>
          <w:ilvl w:val="0"/>
          <w:numId w:val="3"/>
        </w:numPr>
        <w:spacing w:line="276" w:lineRule="auto"/>
        <w:rPr>
          <w:rFonts w:ascii="HelveticaNeue LT 55 Roman" w:hAnsi="HelveticaNeue LT 55 Roman" w:cs="HelveticaNeue LT 55 Roman"/>
        </w:rPr>
      </w:pPr>
      <w:r w:rsidRPr="00A93E50">
        <w:rPr>
          <w:rFonts w:ascii="HelveticaNeue LT 55 Roman" w:hAnsi="HelveticaNeue LT 55 Roman" w:cs="HelveticaNeue LT 55 Roman"/>
          <w:b/>
          <w:bCs/>
        </w:rPr>
        <w:t>13. - 17. Mai</w:t>
      </w:r>
      <w:r w:rsidRPr="00A93E50">
        <w:rPr>
          <w:rFonts w:ascii="HelveticaNeue LT 55 Roman" w:hAnsi="HelveticaNeue LT 55 Roman" w:cs="HelveticaNeue LT 55 Roman"/>
        </w:rPr>
        <w:t xml:space="preserve"> - WJD Know-how-Transfer im Bundestag in Berlin</w:t>
      </w:r>
    </w:p>
    <w:p w:rsidR="002723A2" w:rsidRPr="00A93E50" w:rsidRDefault="002723A2" w:rsidP="002F648A">
      <w:pPr>
        <w:numPr>
          <w:ilvl w:val="0"/>
          <w:numId w:val="3"/>
        </w:numPr>
        <w:spacing w:line="276" w:lineRule="auto"/>
        <w:rPr>
          <w:rFonts w:ascii="HelveticaNeue LT 55 Roman" w:hAnsi="HelveticaNeue LT 55 Roman" w:cs="HelveticaNeue LT 55 Roman"/>
        </w:rPr>
      </w:pPr>
      <w:r w:rsidRPr="00A93E50">
        <w:rPr>
          <w:rFonts w:ascii="HelveticaNeue LT 55 Roman" w:hAnsi="HelveticaNeue LT 55 Roman" w:cs="HelveticaNeue LT 55 Roman"/>
          <w:b/>
          <w:bCs/>
        </w:rPr>
        <w:t>31. Mai - 03. Juni</w:t>
      </w:r>
      <w:r w:rsidRPr="00A93E50">
        <w:rPr>
          <w:rFonts w:ascii="HelveticaNeue LT 55 Roman" w:hAnsi="HelveticaNeue LT 55 Roman" w:cs="HelveticaNeue LT 55 Roman"/>
        </w:rPr>
        <w:t xml:space="preserve"> - JCI Europakonferenz (EUKO) in Monte Carlo/ Monaco</w:t>
      </w:r>
    </w:p>
    <w:p w:rsidR="002723A2" w:rsidRPr="00A93E50" w:rsidRDefault="002723A2" w:rsidP="002F648A">
      <w:pPr>
        <w:numPr>
          <w:ilvl w:val="0"/>
          <w:numId w:val="3"/>
        </w:numPr>
        <w:spacing w:line="276" w:lineRule="auto"/>
        <w:rPr>
          <w:rFonts w:ascii="HelveticaNeue LT 55 Roman" w:hAnsi="HelveticaNeue LT 55 Roman" w:cs="HelveticaNeue LT 55 Roman"/>
        </w:rPr>
      </w:pPr>
      <w:r w:rsidRPr="00A93E50">
        <w:rPr>
          <w:rFonts w:ascii="HelveticaNeue LT 55 Roman" w:hAnsi="HelveticaNeue LT 55 Roman" w:cs="HelveticaNeue LT 55 Roman"/>
          <w:b/>
          <w:bCs/>
        </w:rPr>
        <w:t>05. - 08. September</w:t>
      </w:r>
      <w:r w:rsidRPr="00A93E50">
        <w:rPr>
          <w:rFonts w:ascii="HelveticaNeue LT 55 Roman" w:hAnsi="HelveticaNeue LT 55 Roman" w:cs="HelveticaNeue LT 55 Roman"/>
        </w:rPr>
        <w:t xml:space="preserve"> - WJD Bundeskonferenz in München</w:t>
      </w:r>
    </w:p>
    <w:p w:rsidR="002723A2" w:rsidRPr="00A93E50" w:rsidRDefault="002723A2" w:rsidP="00A93E50">
      <w:pPr>
        <w:pStyle w:val="Heading2"/>
      </w:pPr>
      <w:r w:rsidRPr="00A93E50">
        <w:t>Termineintrag: 1. Clubabend der WJ Bautzen</w:t>
      </w:r>
    </w:p>
    <w:p w:rsidR="002723A2" w:rsidRDefault="002723A2"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Am 11. März 2013 laden die Wirtschaftsjunioren zum ersten Clubabend in das Landidy</w:t>
      </w:r>
      <w:r>
        <w:rPr>
          <w:rFonts w:ascii="HelveticaNeue LT 55 Roman" w:hAnsi="HelveticaNeue LT 55 Roman" w:cs="HelveticaNeue LT 55 Roman"/>
        </w:rPr>
        <w:t>ll Hotel Erbgericht Tautewalde (</w:t>
      </w:r>
      <w:r w:rsidRPr="00A93E50">
        <w:rPr>
          <w:rFonts w:ascii="HelveticaNeue LT 55 Roman" w:hAnsi="HelveticaNeue LT 55 Roman" w:cs="HelveticaNeue LT 55 Roman"/>
        </w:rPr>
        <w:t>Tautewalde 61, 02681 Wilthen) ein. Interessenten können sich an diesem Abend in lockerer Runde über die WJ Bautzen informieren. Zudem ist geplant, erste Projekte zu fokussieren und Arbeitsgruppen zu gründen.</w:t>
      </w:r>
    </w:p>
    <w:p w:rsidR="002723A2" w:rsidRDefault="002723A2" w:rsidP="00A93E50">
      <w:pPr>
        <w:spacing w:line="276" w:lineRule="auto"/>
        <w:rPr>
          <w:rFonts w:ascii="HelveticaNeue LT 55 Roman" w:hAnsi="HelveticaNeue LT 55 Roman" w:cs="HelveticaNeue LT 55 Roman"/>
        </w:rPr>
      </w:pPr>
    </w:p>
    <w:p w:rsidR="002723A2" w:rsidRDefault="002723A2"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Mehr Informa</w:t>
      </w:r>
      <w:r>
        <w:rPr>
          <w:rFonts w:ascii="HelveticaNeue LT 55 Roman" w:hAnsi="HelveticaNeue LT 55 Roman" w:cs="HelveticaNeue LT 55 Roman"/>
        </w:rPr>
        <w:t>tionen finden sich unter www.wj-bautzen</w:t>
      </w:r>
      <w:r w:rsidRPr="00A93E50">
        <w:rPr>
          <w:rFonts w:ascii="HelveticaNeue LT 55 Roman" w:hAnsi="HelveticaNeue LT 55 Roman" w:cs="HelveticaNeue LT 55 Roman"/>
        </w:rPr>
        <w:t xml:space="preserve">.de </w:t>
      </w:r>
    </w:p>
    <w:p w:rsidR="002723A2" w:rsidRPr="00A93E50" w:rsidRDefault="002723A2" w:rsidP="00A93E50">
      <w:pPr>
        <w:pStyle w:val="Heading2"/>
      </w:pPr>
      <w:r>
        <w:rPr>
          <w:rFonts w:cs="Times New Roman"/>
        </w:rPr>
        <w:br w:type="page"/>
      </w:r>
      <w:r w:rsidRPr="00A93E50">
        <w:t>Information für Pressevertreter</w:t>
      </w:r>
    </w:p>
    <w:p w:rsidR="002723A2" w:rsidRPr="00A93E50" w:rsidRDefault="002723A2"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Neben jungen Unternehmern sind zum Clubabend am 11. März natürlich auch Vertreter der Presse recht herzlich eingeladen. Die Mitglieder der WJ Bautzen stehen an diesem Abend gern Rede und Antwort.</w:t>
      </w:r>
    </w:p>
    <w:p w:rsidR="002723A2" w:rsidRDefault="002723A2" w:rsidP="00A93E50">
      <w:pPr>
        <w:spacing w:line="276" w:lineRule="auto"/>
        <w:rPr>
          <w:rFonts w:ascii="HelveticaNeue LT 55 Roman" w:hAnsi="HelveticaNeue LT 55 Roman" w:cs="HelveticaNeue LT 55 Roman"/>
        </w:rPr>
      </w:pPr>
    </w:p>
    <w:p w:rsidR="002723A2" w:rsidRDefault="002723A2"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Sollte der Termin nicht wahrgenommen werden können, so kann über info@wj-bautzen.de auch ein an</w:t>
      </w:r>
      <w:r>
        <w:rPr>
          <w:rFonts w:ascii="HelveticaNeue LT 55 Roman" w:hAnsi="HelveticaNeue LT 55 Roman" w:cs="HelveticaNeue LT 55 Roman"/>
        </w:rPr>
        <w:t>derer Termin vereinbart werden.</w:t>
      </w:r>
    </w:p>
    <w:p w:rsidR="002723A2" w:rsidRDefault="002723A2"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Ausführliche Informationen zu den Wirtschafsjunioren allgemein können Sie den angehangenen Presseunterlagen oder unserer Webseite www.wj</w:t>
      </w:r>
      <w:r>
        <w:rPr>
          <w:rFonts w:ascii="HelveticaNeue LT 55 Roman" w:hAnsi="HelveticaNeue LT 55 Roman" w:cs="HelveticaNeue LT 55 Roman"/>
        </w:rPr>
        <w:t>-bautzen</w:t>
      </w:r>
      <w:r w:rsidRPr="00A93E50">
        <w:rPr>
          <w:rFonts w:ascii="HelveticaNeue LT 55 Roman" w:hAnsi="HelveticaNeue LT 55 Roman" w:cs="HelveticaNeue LT 55 Roman"/>
        </w:rPr>
        <w:t>.de entnehmen.</w:t>
      </w:r>
    </w:p>
    <w:p w:rsidR="002723A2" w:rsidRDefault="002723A2" w:rsidP="00A93E50">
      <w:pPr>
        <w:spacing w:line="276" w:lineRule="auto"/>
        <w:rPr>
          <w:rFonts w:ascii="HelveticaNeue LT 55 Roman" w:hAnsi="HelveticaNeue LT 55 Roman" w:cs="HelveticaNeue LT 55 Roman"/>
        </w:rPr>
      </w:pPr>
    </w:p>
    <w:p w:rsidR="002723A2" w:rsidRDefault="002723A2" w:rsidP="00483DE8">
      <w:pPr>
        <w:spacing w:line="276" w:lineRule="auto"/>
        <w:rPr>
          <w:rFonts w:cs="Times New Roman"/>
        </w:rPr>
      </w:pPr>
      <w:r w:rsidRPr="002F648A">
        <w:rPr>
          <w:b/>
          <w:bCs/>
        </w:rPr>
        <w:t>Hinweis:</w:t>
      </w:r>
      <w:r>
        <w:t xml:space="preserve"> Die Wirtschaftsjunioren Bautzen haben sich als Verein gegründet, sind aber noch nicht als solcher eingetragen. Die entsprechenden Formalitäten sind allerdings geklärt und die Eintragung erfolgt umgehend.</w:t>
      </w:r>
    </w:p>
    <w:p w:rsidR="002723A2" w:rsidRPr="00A93E50" w:rsidRDefault="002723A2" w:rsidP="00483DE8">
      <w:pPr>
        <w:pStyle w:val="Heading2"/>
      </w:pPr>
      <w:r w:rsidRPr="00A93E50">
        <w:t>Anlagen</w:t>
      </w:r>
    </w:p>
    <w:p w:rsidR="002723A2" w:rsidRDefault="002723A2" w:rsidP="00A93E50">
      <w:pPr>
        <w:numPr>
          <w:ilvl w:val="0"/>
          <w:numId w:val="2"/>
        </w:numPr>
        <w:spacing w:line="276" w:lineRule="auto"/>
        <w:rPr>
          <w:rFonts w:ascii="HelveticaNeue LT 55 Roman" w:hAnsi="HelveticaNeue LT 55 Roman" w:cs="HelveticaNeue LT 55 Roman"/>
        </w:rPr>
      </w:pPr>
      <w:r w:rsidRPr="00A93E50">
        <w:rPr>
          <w:rFonts w:ascii="HelveticaNeue LT 55 Roman" w:hAnsi="HelveticaNeue LT 55 Roman" w:cs="HelveticaNeue LT 55 Roman"/>
          <w:b/>
          <w:bCs/>
        </w:rPr>
        <w:t>Gruppenfoto der Gründungsversammlung (Foto: Maria Keck)</w:t>
      </w:r>
      <w:r>
        <w:rPr>
          <w:rFonts w:ascii="HelveticaNeue LT 55 Roman" w:hAnsi="HelveticaNeue LT 55 Roman" w:cs="HelveticaNeue LT 55 Roman"/>
        </w:rPr>
        <w:br/>
      </w:r>
      <w:r w:rsidRPr="00A93E50">
        <w:rPr>
          <w:rFonts w:ascii="HelveticaNeue LT 55 Roman" w:hAnsi="HelveticaNeue LT 55 Roman" w:cs="HelveticaNeue LT 55 Roman"/>
        </w:rPr>
        <w:t>von links nach rechts: Frank Wießner, Dirk Bergelt, Götz v. Waldeyer-Hartz, Peter Stange, Robert Czyzowski, Jessica Großmann, Enrico Schulz, Christian Klinger, Katrin Suchy-Zieschwauck, Marco Großmann</w:t>
      </w:r>
    </w:p>
    <w:p w:rsidR="002723A2" w:rsidRDefault="002723A2" w:rsidP="00A93E50">
      <w:pPr>
        <w:numPr>
          <w:ilvl w:val="0"/>
          <w:numId w:val="2"/>
        </w:numPr>
        <w:spacing w:line="276" w:lineRule="auto"/>
        <w:rPr>
          <w:rFonts w:ascii="HelveticaNeue LT 55 Roman" w:hAnsi="HelveticaNeue LT 55 Roman" w:cs="HelveticaNeue LT 55 Roman"/>
        </w:rPr>
      </w:pPr>
      <w:r w:rsidRPr="00AB3F30">
        <w:rPr>
          <w:rFonts w:ascii="HelveticaNeue LT 55 Roman" w:hAnsi="HelveticaNeue LT 55 Roman" w:cs="HelveticaNeue LT 55 Roman"/>
          <w:b/>
          <w:bCs/>
        </w:rPr>
        <w:t>Allgemeine Vorstell</w:t>
      </w:r>
      <w:r>
        <w:rPr>
          <w:rFonts w:ascii="HelveticaNeue LT 55 Roman" w:hAnsi="HelveticaNeue LT 55 Roman" w:cs="HelveticaNeue LT 55 Roman"/>
          <w:b/>
          <w:bCs/>
        </w:rPr>
        <w:t>ung Wirtschaftsjunioren und JCI</w:t>
      </w:r>
      <w:r w:rsidRPr="00AB3F30">
        <w:rPr>
          <w:rFonts w:ascii="HelveticaNeue LT 55 Roman" w:hAnsi="HelveticaNeue LT 55 Roman" w:cs="HelveticaNeue LT 55 Roman"/>
          <w:b/>
          <w:bCs/>
        </w:rPr>
        <w:br/>
      </w:r>
      <w:r>
        <w:rPr>
          <w:rFonts w:ascii="HelveticaNeue LT 55 Roman" w:hAnsi="HelveticaNeue LT 55 Roman" w:cs="HelveticaNeue LT 55 Roman"/>
        </w:rPr>
        <w:t>(</w:t>
      </w:r>
      <w:r w:rsidRPr="00AB3F30">
        <w:rPr>
          <w:rFonts w:ascii="HelveticaNeue LT 55 Roman" w:hAnsi="HelveticaNeue LT 55 Roman" w:cs="HelveticaNeue LT 55 Roman"/>
        </w:rPr>
        <w:t>WJD Fragen_und_Antworten.pdf</w:t>
      </w:r>
      <w:r>
        <w:rPr>
          <w:rFonts w:ascii="HelveticaNeue LT 55 Roman" w:hAnsi="HelveticaNeue LT 55 Roman" w:cs="HelveticaNeue LT 55 Roman"/>
        </w:rPr>
        <w:t>)</w:t>
      </w:r>
    </w:p>
    <w:p w:rsidR="002723A2" w:rsidRPr="00A93E50" w:rsidRDefault="002723A2" w:rsidP="00A93E50">
      <w:pPr>
        <w:pStyle w:val="Heading2"/>
      </w:pPr>
      <w:r w:rsidRPr="00A93E50">
        <w:t>Ansprechpartner</w:t>
      </w:r>
    </w:p>
    <w:p w:rsidR="002723A2" w:rsidRPr="00A93E50" w:rsidRDefault="002723A2" w:rsidP="00A93E50">
      <w:pPr>
        <w:spacing w:line="276" w:lineRule="auto"/>
        <w:jc w:val="both"/>
        <w:rPr>
          <w:rFonts w:ascii="HelveticaNeue LT 55 Roman" w:hAnsi="HelveticaNeue LT 55 Roman" w:cs="HelveticaNeue LT 55 Roman"/>
          <w:b/>
          <w:bCs/>
        </w:rPr>
      </w:pPr>
      <w:r w:rsidRPr="00A93E50">
        <w:rPr>
          <w:rFonts w:ascii="HelveticaNeue LT 55 Roman" w:hAnsi="HelveticaNeue LT 55 Roman" w:cs="HelveticaNeue LT 55 Roman"/>
          <w:b/>
          <w:bCs/>
        </w:rPr>
        <w:t>Kreissprecher</w:t>
      </w:r>
    </w:p>
    <w:p w:rsidR="002723A2" w:rsidRPr="00A93E50" w:rsidRDefault="002723A2"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Peter Stange</w:t>
      </w:r>
    </w:p>
    <w:p w:rsidR="002723A2" w:rsidRPr="00A93E50" w:rsidRDefault="002723A2"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 xml:space="preserve">Telefon: </w:t>
      </w:r>
    </w:p>
    <w:p w:rsidR="002723A2" w:rsidRPr="00A93E50" w:rsidRDefault="002723A2" w:rsidP="00A93E50">
      <w:pPr>
        <w:spacing w:line="276" w:lineRule="auto"/>
        <w:rPr>
          <w:rFonts w:ascii="HelveticaNeue LT 55 Roman" w:hAnsi="HelveticaNeue LT 55 Roman" w:cs="HelveticaNeue LT 55 Roman"/>
          <w:lang w:val="en-GB"/>
        </w:rPr>
      </w:pPr>
      <w:r w:rsidRPr="00A93E50">
        <w:rPr>
          <w:rFonts w:ascii="HelveticaNeue LT 55 Roman" w:hAnsi="HelveticaNeue LT 55 Roman" w:cs="HelveticaNeue LT 55 Roman"/>
          <w:lang w:val="en-GB"/>
        </w:rPr>
        <w:t>Mail: info@wj-bautzen.de</w:t>
      </w:r>
    </w:p>
    <w:p w:rsidR="002723A2" w:rsidRPr="00A93E50" w:rsidRDefault="002723A2" w:rsidP="00A93E50">
      <w:pPr>
        <w:spacing w:line="276" w:lineRule="auto"/>
        <w:rPr>
          <w:rFonts w:ascii="HelveticaNeue LT 55 Roman" w:hAnsi="HelveticaNeue LT 55 Roman" w:cs="HelveticaNeue LT 55 Roman"/>
          <w:lang w:val="en-GB"/>
        </w:rPr>
      </w:pPr>
    </w:p>
    <w:p w:rsidR="002723A2" w:rsidRPr="00A93E50" w:rsidRDefault="002723A2" w:rsidP="00A93E50">
      <w:pPr>
        <w:spacing w:line="276" w:lineRule="auto"/>
        <w:rPr>
          <w:rFonts w:ascii="HelveticaNeue LT 55 Roman" w:hAnsi="HelveticaNeue LT 55 Roman" w:cs="HelveticaNeue LT 55 Roman"/>
          <w:b/>
          <w:bCs/>
          <w:lang w:val="en-GB"/>
        </w:rPr>
      </w:pPr>
      <w:r w:rsidRPr="00A93E50">
        <w:rPr>
          <w:rFonts w:ascii="HelveticaNeue LT 55 Roman" w:hAnsi="HelveticaNeue LT 55 Roman" w:cs="HelveticaNeue LT 55 Roman"/>
          <w:b/>
          <w:bCs/>
          <w:lang w:val="en-GB"/>
        </w:rPr>
        <w:t>Öffentlichkeitsarbeit</w:t>
      </w:r>
    </w:p>
    <w:p w:rsidR="002723A2" w:rsidRPr="00A93E50" w:rsidRDefault="002723A2"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Christian Klinger</w:t>
      </w:r>
    </w:p>
    <w:p w:rsidR="002723A2" w:rsidRPr="00A93E50" w:rsidRDefault="002723A2"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Telefon: 0174/3021394</w:t>
      </w:r>
    </w:p>
    <w:p w:rsidR="002723A2" w:rsidRPr="00A93E50" w:rsidRDefault="002723A2"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Mail: presse@wj-bautzen.de</w:t>
      </w:r>
    </w:p>
    <w:sectPr w:rsidR="002723A2" w:rsidRPr="00A93E50" w:rsidSect="00F861CB">
      <w:headerReference w:type="default" r:id="rId8"/>
      <w:footerReference w:type="default" r:id="rId9"/>
      <w:pgSz w:w="11900" w:h="16840"/>
      <w:pgMar w:top="5387" w:right="3175" w:bottom="1134" w:left="1418" w:header="709" w:footer="114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3A2" w:rsidRDefault="002723A2" w:rsidP="00961BAC">
      <w:pPr>
        <w:rPr>
          <w:rFonts w:cs="Times New Roman"/>
        </w:rPr>
      </w:pPr>
      <w:r>
        <w:rPr>
          <w:rFonts w:cs="Times New Roman"/>
        </w:rPr>
        <w:separator/>
      </w:r>
    </w:p>
  </w:endnote>
  <w:endnote w:type="continuationSeparator" w:id="0">
    <w:p w:rsidR="002723A2" w:rsidRDefault="002723A2" w:rsidP="00961BAC">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Neue LT 55 Roman">
    <w:altName w:val="HeldustryFT Black"/>
    <w:panose1 w:val="00000000000000000000"/>
    <w:charset w:val="00"/>
    <w:family w:val="auto"/>
    <w:notTrueType/>
    <w:pitch w:val="variable"/>
    <w:sig w:usb0="00000003" w:usb1="00000000" w:usb2="00000000" w:usb3="00000000" w:csb0="00000001" w:csb1="00000000"/>
  </w:font>
  <w:font w:name="MS Minngs">
    <w:altName w:val="Arial Unicode MS"/>
    <w:panose1 w:val="00000000000000000000"/>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Helvetica Neue">
    <w:altName w:val="Agency FB"/>
    <w:panose1 w:val="020B05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3A2" w:rsidRDefault="002723A2">
    <w:pPr>
      <w:rPr>
        <w:rFonts w:cs="Times New Roman"/>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6" o:spid="_x0000_s2056" type="#_x0000_t75" style="position:absolute;margin-left:374.65pt;margin-top:.9pt;width:81.1pt;height:42.5pt;z-index:251655168;visibility:visible">
          <v:imagedata r:id="rId1" o:titl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3A2" w:rsidRDefault="002723A2" w:rsidP="00961BAC">
      <w:pPr>
        <w:rPr>
          <w:rFonts w:cs="Times New Roman"/>
        </w:rPr>
      </w:pPr>
      <w:r>
        <w:rPr>
          <w:rFonts w:cs="Times New Roman"/>
        </w:rPr>
        <w:separator/>
      </w:r>
    </w:p>
  </w:footnote>
  <w:footnote w:type="continuationSeparator" w:id="0">
    <w:p w:rsidR="002723A2" w:rsidRDefault="002723A2" w:rsidP="00961BAC">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3A2" w:rsidRDefault="002723A2" w:rsidP="004A137A">
    <w:pPr>
      <w:pStyle w:val="AbsenderWJD"/>
    </w:pPr>
    <w:r>
      <w:rPr>
        <w:noProof/>
      </w:rPr>
      <w:pict>
        <v:group id="_x0000_s2049" style="position:absolute;margin-left:0;margin-top:42.55pt;width:175.95pt;height:49.7pt;z-index:251660288;mso-position-vertical-relative:page" coordorigin="1418,710" coordsize="3519,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2050" type="#_x0000_t75" alt="WJ_LOGO_FARBIG.bmp" style="position:absolute;left:1418;top:710;width:3519;height:994;visibility:visible">
            <v:imagedata r:id="rId1" o:title=""/>
          </v:shape>
          <v:shapetype id="_x0000_t202" coordsize="21600,21600" o:spt="202" path="m,l,21600r21600,l21600,xe">
            <v:stroke joinstyle="miter"/>
            <v:path gradientshapeok="t" o:connecttype="rect"/>
          </v:shapetype>
          <v:shape id="_x0000_s2051" type="#_x0000_t202" style="position:absolute;left:2863;top:897;width:2071;height:246;mso-position-vertical-relative:page" stroked="f">
            <v:textbox style="mso-next-textbox:#_x0000_s2051" inset="0,0,0,0">
              <w:txbxContent>
                <w:p w:rsidR="002723A2" w:rsidRPr="00A72384" w:rsidRDefault="002723A2" w:rsidP="004A137A">
                  <w:pPr>
                    <w:rPr>
                      <w:rFonts w:ascii="HelveticaNeue LT 55 Roman" w:hAnsi="HelveticaNeue LT 55 Roman" w:cs="HelveticaNeue LT 55 Roman"/>
                      <w:b/>
                      <w:bCs/>
                      <w:color w:val="5D5B59"/>
                      <w:sz w:val="17"/>
                      <w:szCs w:val="17"/>
                    </w:rPr>
                  </w:pPr>
                  <w:r>
                    <w:rPr>
                      <w:rFonts w:ascii="HelveticaNeue LT 55 Roman" w:hAnsi="HelveticaNeue LT 55 Roman" w:cs="HelveticaNeue LT 55 Roman"/>
                      <w:b/>
                      <w:bCs/>
                      <w:color w:val="5D5B59"/>
                      <w:sz w:val="17"/>
                      <w:szCs w:val="17"/>
                    </w:rPr>
                    <w:t>BAUTZEN</w:t>
                  </w:r>
                </w:p>
              </w:txbxContent>
            </v:textbox>
          </v:shape>
          <w10:wrap anchory="page"/>
          <w10:anchorlock/>
        </v:group>
      </w:pict>
    </w:r>
    <w:r>
      <w:rPr>
        <w:noProof/>
      </w:rPr>
      <w:pict>
        <v:shape id="Grafik 0" o:spid="_x0000_s2052" type="#_x0000_t75" alt="wjd_logo_sdjw_RGB_28954.jpg" style="position:absolute;margin-left:341.6pt;margin-top:3.9pt;width:143.15pt;height:54pt;z-index:251656192;visibility:visible">
          <v:imagedata r:id="rId2" o:title="" gain="72818f"/>
          <w10:anchorlock/>
        </v:shape>
      </w:pict>
    </w:r>
    <w:r>
      <w:rPr>
        <w:noProof/>
      </w:rPr>
      <w:pict>
        <v:shape id="Textfeld 14" o:spid="_x0000_s2053" type="#_x0000_t202" style="position:absolute;margin-left:-5.55pt;margin-top:99.25pt;width:198pt;height:27pt;z-index:251659264;visibility:visible" filled="f" stroked="f">
          <v:textbox style="mso-next-textbox:#Textfeld 14">
            <w:txbxContent>
              <w:p w:rsidR="002723A2" w:rsidRPr="0036486A" w:rsidRDefault="002723A2" w:rsidP="004A137A">
                <w:pPr>
                  <w:pStyle w:val="AbsenderWJD"/>
                  <w:rPr>
                    <w:rFonts w:ascii="HelveticaNeue LT 55 Roman" w:hAnsi="HelveticaNeue LT 55 Roman" w:cs="HelveticaNeue LT 55 Roman"/>
                    <w:b/>
                    <w:bCs/>
                  </w:rPr>
                </w:pPr>
                <w:r w:rsidRPr="0036486A">
                  <w:rPr>
                    <w:rFonts w:ascii="HelveticaNeue LT 55 Roman" w:hAnsi="HelveticaNeue LT 55 Roman" w:cs="HelveticaNeue LT 55 Roman"/>
                    <w:b/>
                    <w:bCs/>
                  </w:rPr>
                  <w:t xml:space="preserve">Wirtschaftsjunioren </w:t>
                </w:r>
                <w:r>
                  <w:rPr>
                    <w:rFonts w:ascii="HelveticaNeue LT 55 Roman" w:hAnsi="HelveticaNeue LT 55 Roman" w:cs="HelveticaNeue LT 55 Roman"/>
                    <w:b/>
                    <w:bCs/>
                  </w:rPr>
                  <w:t>Bautzen e.V. bei der IHK Dresden</w:t>
                </w:r>
              </w:p>
              <w:p w:rsidR="002723A2" w:rsidRPr="0036486A" w:rsidRDefault="002723A2" w:rsidP="004A137A">
                <w:pPr>
                  <w:pStyle w:val="AbsenderWJD"/>
                  <w:rPr>
                    <w:rFonts w:ascii="HelveticaNeue LT 55 Roman" w:hAnsi="HelveticaNeue LT 55 Roman" w:cs="HelveticaNeue LT 55 Roman"/>
                  </w:rPr>
                </w:pPr>
                <w:r w:rsidRPr="00F6027B">
                  <w:rPr>
                    <w:rFonts w:ascii="HelveticaNeue LT 55 Roman" w:hAnsi="HelveticaNeue LT 55 Roman" w:cs="HelveticaNeue LT 55 Roman"/>
                  </w:rPr>
                  <w:t>Karl-Liebknecht-Straße 2</w:t>
                </w:r>
                <w:r w:rsidRPr="00FD4E71">
                  <w:rPr>
                    <w:rFonts w:ascii="HelveticaNeue LT 55 Roman" w:hAnsi="HelveticaNeue LT 55 Roman" w:cs="HelveticaNeue LT 55 Roman"/>
                  </w:rPr>
                  <w:t xml:space="preserve"> </w:t>
                </w:r>
                <w:r w:rsidRPr="00FD4E71">
                  <w:rPr>
                    <w:rFonts w:ascii="Times New Roman" w:hAnsi="Times New Roman" w:cs="Times New Roman"/>
                  </w:rPr>
                  <w:t>∙</w:t>
                </w:r>
                <w:r w:rsidRPr="00FD4E71">
                  <w:rPr>
                    <w:rFonts w:ascii="HelveticaNeue LT 55 Roman" w:hAnsi="HelveticaNeue LT 55 Roman" w:cs="HelveticaNeue LT 55 Roman"/>
                  </w:rPr>
                  <w:t xml:space="preserve"> 0</w:t>
                </w:r>
                <w:r>
                  <w:rPr>
                    <w:rFonts w:ascii="HelveticaNeue LT 55 Roman" w:hAnsi="HelveticaNeue LT 55 Roman" w:cs="HelveticaNeue LT 55 Roman"/>
                  </w:rPr>
                  <w:t>2625</w:t>
                </w:r>
                <w:r w:rsidRPr="00FD4E71">
                  <w:rPr>
                    <w:rFonts w:ascii="HelveticaNeue LT 55 Roman" w:hAnsi="HelveticaNeue LT 55 Roman" w:cs="HelveticaNeue LT 55 Roman"/>
                  </w:rPr>
                  <w:t xml:space="preserve"> </w:t>
                </w:r>
                <w:r>
                  <w:rPr>
                    <w:rFonts w:ascii="HelveticaNeue LT 55 Roman" w:hAnsi="HelveticaNeue LT 55 Roman" w:cs="HelveticaNeue LT 55 Roman"/>
                  </w:rPr>
                  <w:t>Bautzen</w:t>
                </w:r>
              </w:p>
              <w:p w:rsidR="002723A2" w:rsidRDefault="002723A2" w:rsidP="004A137A">
                <w:pPr>
                  <w:pStyle w:val="AbsenderWJD"/>
                  <w:rPr>
                    <w:rFonts w:cs="Times New Roman"/>
                  </w:rPr>
                </w:pPr>
              </w:p>
            </w:txbxContent>
          </v:textbox>
          <w10:wrap type="square"/>
          <w10:anchorlock/>
        </v:shape>
      </w:pict>
    </w:r>
    <w:r>
      <w:rPr>
        <w:noProof/>
      </w:rPr>
      <w:pict>
        <v:line id="Gerade Verbindung 13" o:spid="_x0000_s2054" style="position:absolute;z-index:251658240;visibility:visible" from="378pt,261.25pt" to="379.6pt,518.45pt" strokecolor="#999" strokeweight=".5pt">
          <w10:anchorlock/>
        </v:line>
      </w:pict>
    </w:r>
    <w:r>
      <w:rPr>
        <w:noProof/>
      </w:rPr>
      <w:pict>
        <v:shape id="Textfeld 12" o:spid="_x0000_s2055" type="#_x0000_t202" style="position:absolute;margin-left:378pt;margin-top:288.35pt;width:126pt;height:243pt;z-index:-251659264;visibility:visible" filled="f" stroked="f">
          <v:textbox style="mso-next-textbox:#Textfeld 12">
            <w:txbxContent>
              <w:p w:rsidR="002723A2" w:rsidRPr="0036486A" w:rsidRDefault="002723A2" w:rsidP="00F6027B">
                <w:pPr>
                  <w:pStyle w:val="Adressblockrechts"/>
                  <w:rPr>
                    <w:rFonts w:ascii="HelveticaNeue LT 55 Roman" w:hAnsi="HelveticaNeue LT 55 Roman" w:cs="HelveticaNeue LT 55 Roman"/>
                    <w:b/>
                    <w:bCs/>
                  </w:rPr>
                </w:pPr>
                <w:r w:rsidRPr="0036486A">
                  <w:rPr>
                    <w:rFonts w:ascii="HelveticaNeue LT 55 Roman" w:hAnsi="HelveticaNeue LT 55 Roman" w:cs="HelveticaNeue LT 55 Roman"/>
                    <w:b/>
                    <w:bCs/>
                  </w:rPr>
                  <w:t>Wirtschaftsjunioren</w:t>
                </w:r>
                <w:r>
                  <w:rPr>
                    <w:rFonts w:ascii="HelveticaNeue LT 55 Roman" w:hAnsi="HelveticaNeue LT 55 Roman" w:cs="HelveticaNeue LT 55 Roman"/>
                    <w:b/>
                    <w:bCs/>
                  </w:rPr>
                  <w:t xml:space="preserve"> Bautzen e.V.</w:t>
                </w:r>
                <w:r w:rsidRPr="0036486A">
                  <w:rPr>
                    <w:rFonts w:ascii="HelveticaNeue LT 55 Roman" w:hAnsi="HelveticaNeue LT 55 Roman" w:cs="HelveticaNeue LT 55 Roman"/>
                    <w:b/>
                    <w:bCs/>
                  </w:rPr>
                  <w:br/>
                </w:r>
                <w:r>
                  <w:rPr>
                    <w:rFonts w:ascii="HelveticaNeue LT 55 Roman" w:hAnsi="HelveticaNeue LT 55 Roman" w:cs="HelveticaNeue LT 55 Roman"/>
                    <w:b/>
                    <w:bCs/>
                  </w:rPr>
                  <w:t>bei der IHK Dresden</w:t>
                </w:r>
              </w:p>
              <w:p w:rsidR="002723A2" w:rsidRPr="009016C3" w:rsidRDefault="002723A2" w:rsidP="00F6027B">
                <w:pPr>
                  <w:pStyle w:val="Adressblockrechts"/>
                  <w:spacing w:after="0"/>
                  <w:rPr>
                    <w:rFonts w:ascii="HelveticaNeue LT 55 Roman" w:hAnsi="HelveticaNeue LT 55 Roman" w:cs="HelveticaNeue LT 55 Roman"/>
                  </w:rPr>
                </w:pPr>
                <w:r w:rsidRPr="0036486A">
                  <w:rPr>
                    <w:rFonts w:ascii="HelveticaNeue LT 55 Roman" w:hAnsi="HelveticaNeue LT 55 Roman" w:cs="HelveticaNeue LT 55 Roman"/>
                    <w:color w:val="999999"/>
                  </w:rPr>
                  <w:sym w:font="Wingdings 3" w:char="F084"/>
                </w:r>
                <w:r w:rsidRPr="0036486A">
                  <w:rPr>
                    <w:rFonts w:ascii="HelveticaNeue LT 55 Roman" w:hAnsi="HelveticaNeue LT 55 Roman" w:cs="HelveticaNeue LT 55 Roman"/>
                  </w:rPr>
                  <w:br/>
                </w:r>
                <w:r w:rsidRPr="009016C3">
                  <w:rPr>
                    <w:rFonts w:ascii="HelveticaNeue LT 55 Roman" w:hAnsi="HelveticaNeue LT 55 Roman" w:cs="HelveticaNeue LT 55 Roman"/>
                  </w:rPr>
                  <w:t>Karl-Liebknecht-Straße 2</w:t>
                </w:r>
              </w:p>
              <w:p w:rsidR="002723A2" w:rsidRPr="009016C3" w:rsidRDefault="002723A2" w:rsidP="00F6027B">
                <w:pPr>
                  <w:pStyle w:val="Adressblockrechts"/>
                  <w:rPr>
                    <w:rFonts w:ascii="HelveticaNeue LT 55 Roman" w:hAnsi="HelveticaNeue LT 55 Roman" w:cs="HelveticaNeue LT 55 Roman"/>
                  </w:rPr>
                </w:pPr>
                <w:r w:rsidRPr="009016C3">
                  <w:rPr>
                    <w:rFonts w:ascii="HelveticaNeue LT 55 Roman" w:hAnsi="HelveticaNeue LT 55 Roman" w:cs="HelveticaNeue LT 55 Roman"/>
                  </w:rPr>
                  <w:t>02625 Bautzen</w:t>
                </w:r>
              </w:p>
              <w:p w:rsidR="002723A2" w:rsidRPr="009016C3" w:rsidRDefault="002723A2" w:rsidP="00F6027B">
                <w:pPr>
                  <w:pStyle w:val="Adressblockrechts"/>
                  <w:spacing w:after="0"/>
                  <w:rPr>
                    <w:rFonts w:ascii="HelveticaNeue LT 55 Roman" w:hAnsi="HelveticaNeue LT 55 Roman" w:cs="HelveticaNeue LT 55 Roman"/>
                  </w:rPr>
                </w:pPr>
                <w:r w:rsidRPr="009016C3">
                  <w:rPr>
                    <w:rFonts w:ascii="HelveticaNeue LT 55 Roman" w:hAnsi="HelveticaNeue LT 55 Roman" w:cs="HelveticaNeue LT 55 Roman"/>
                  </w:rPr>
                  <w:t>Tel.: +49 (0) 3591 351300</w:t>
                </w:r>
              </w:p>
              <w:p w:rsidR="002723A2" w:rsidRPr="00A67B48" w:rsidRDefault="002723A2" w:rsidP="00F6027B">
                <w:pPr>
                  <w:pStyle w:val="Adressblockrechts"/>
                  <w:rPr>
                    <w:rFonts w:ascii="HelveticaNeue LT 55 Roman" w:hAnsi="HelveticaNeue LT 55 Roman" w:cs="HelveticaNeue LT 55 Roman"/>
                    <w:lang w:val="en-GB"/>
                  </w:rPr>
                </w:pPr>
                <w:r w:rsidRPr="00A67B48">
                  <w:rPr>
                    <w:rFonts w:ascii="HelveticaNeue LT 55 Roman" w:hAnsi="HelveticaNeue LT 55 Roman" w:cs="HelveticaNeue LT 55 Roman"/>
                    <w:lang w:val="en-GB"/>
                  </w:rPr>
                  <w:t>Fax:  +49 (0) 3591 351320</w:t>
                </w:r>
              </w:p>
              <w:p w:rsidR="002723A2" w:rsidRPr="00A67B48" w:rsidRDefault="002723A2" w:rsidP="00F6027B">
                <w:pPr>
                  <w:pStyle w:val="Adressblockrechts"/>
                  <w:rPr>
                    <w:rFonts w:ascii="HelveticaNeue LT 55 Roman" w:hAnsi="HelveticaNeue LT 55 Roman" w:cs="HelveticaNeue LT 55 Roman"/>
                    <w:lang w:val="en-GB"/>
                  </w:rPr>
                </w:pPr>
                <w:r w:rsidRPr="00A67B48">
                  <w:rPr>
                    <w:rFonts w:ascii="HelveticaNeue LT 55 Roman" w:hAnsi="HelveticaNeue LT 55 Roman" w:cs="HelveticaNeue LT 55 Roman"/>
                    <w:lang w:val="en-GB"/>
                  </w:rPr>
                  <w:t>info@wj-bautzen.de</w:t>
                </w:r>
                <w:r w:rsidRPr="00A67B48">
                  <w:rPr>
                    <w:rFonts w:ascii="HelveticaNeue LT 55 Roman" w:hAnsi="HelveticaNeue LT 55 Roman" w:cs="HelveticaNeue LT 55 Roman"/>
                    <w:lang w:val="en-GB"/>
                  </w:rPr>
                  <w:br/>
                  <w:t>www.wj-bautzen.de</w:t>
                </w:r>
              </w:p>
              <w:p w:rsidR="002723A2" w:rsidRPr="0036486A" w:rsidRDefault="002723A2" w:rsidP="00F6027B">
                <w:pPr>
                  <w:pStyle w:val="Adressblockrechts"/>
                  <w:rPr>
                    <w:rFonts w:ascii="HelveticaNeue LT 55 Roman" w:hAnsi="HelveticaNeue LT 55 Roman" w:cs="HelveticaNeue LT 55 Roman"/>
                  </w:rPr>
                </w:pPr>
                <w:r w:rsidRPr="0036486A">
                  <w:rPr>
                    <w:rFonts w:ascii="HelveticaNeue LT 55 Roman" w:hAnsi="HelveticaNeue LT 55 Roman" w:cs="HelveticaNeue LT 55 Roman"/>
                    <w:color w:val="999999"/>
                  </w:rPr>
                  <w:sym w:font="Wingdings 3" w:char="F084"/>
                </w:r>
                <w:r w:rsidRPr="0036486A">
                  <w:rPr>
                    <w:rFonts w:ascii="HelveticaNeue LT 55 Roman" w:hAnsi="HelveticaNeue LT 55 Roman" w:cs="HelveticaNeue LT 55 Roman"/>
                  </w:rPr>
                  <w:br/>
                </w:r>
                <w:r w:rsidRPr="00FD4E71">
                  <w:rPr>
                    <w:rFonts w:ascii="HelveticaNeue LT 55 Roman" w:hAnsi="HelveticaNeue LT 55 Roman" w:cs="HelveticaNeue LT 55 Roman"/>
                  </w:rPr>
                  <w:t>Ostsächsische Sparkasse Dresden</w:t>
                </w:r>
                <w:r w:rsidRPr="0036486A">
                  <w:rPr>
                    <w:rFonts w:ascii="HelveticaNeue LT 55 Roman" w:hAnsi="HelveticaNeue LT 55 Roman" w:cs="HelveticaNeue LT 55 Roman"/>
                  </w:rPr>
                  <w:br/>
                </w:r>
                <w:r w:rsidRPr="00FD4E71">
                  <w:rPr>
                    <w:rFonts w:ascii="HelveticaNeue LT 55 Roman" w:hAnsi="HelveticaNeue LT 55 Roman" w:cs="HelveticaNeue LT 55 Roman"/>
                  </w:rPr>
                  <w:t>BLZ  850 50 300</w:t>
                </w:r>
                <w:r w:rsidRPr="0036486A">
                  <w:rPr>
                    <w:rFonts w:ascii="HelveticaNeue LT 55 Roman" w:hAnsi="HelveticaNeue LT 55 Roman" w:cs="HelveticaNeue LT 55 Roman"/>
                  </w:rPr>
                  <w:br/>
                </w:r>
                <w:r w:rsidRPr="00FD4E71">
                  <w:rPr>
                    <w:rFonts w:ascii="HelveticaNeue LT 55 Roman" w:hAnsi="HelveticaNeue LT 55 Roman" w:cs="HelveticaNeue LT 55 Roman"/>
                  </w:rPr>
                  <w:t xml:space="preserve">Konto-Nr. </w:t>
                </w:r>
                <w:r>
                  <w:rPr>
                    <w:rFonts w:ascii="HelveticaNeue LT 55 Roman" w:hAnsi="HelveticaNeue LT 55 Roman" w:cs="HelveticaNeue LT 55 Roman"/>
                  </w:rPr>
                  <w:t xml:space="preserve"> 00 00 00 00 00</w:t>
                </w:r>
              </w:p>
            </w:txbxContent>
          </v:textbox>
          <w10:anchorlock/>
        </v:shape>
      </w:pict>
    </w:r>
    <w:r>
      <w:t xml:space="preserve"> </w:t>
    </w:r>
  </w:p>
  <w:p w:rsidR="002723A2" w:rsidRPr="004A137A" w:rsidRDefault="002723A2" w:rsidP="004A137A">
    <w:pPr>
      <w:pStyle w:val="Heade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749D8"/>
    <w:multiLevelType w:val="hybridMultilevel"/>
    <w:tmpl w:val="6B5291B4"/>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
    <w:nsid w:val="386F26EB"/>
    <w:multiLevelType w:val="hybridMultilevel"/>
    <w:tmpl w:val="926472C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nsid w:val="599D1BC4"/>
    <w:multiLevelType w:val="hybridMultilevel"/>
    <w:tmpl w:val="9E4AF290"/>
    <w:lvl w:ilvl="0" w:tplc="1A16FC60">
      <w:numFmt w:val="bullet"/>
      <w:lvlText w:val="-"/>
      <w:lvlJc w:val="left"/>
      <w:pPr>
        <w:ind w:left="720" w:hanging="360"/>
      </w:pPr>
      <w:rPr>
        <w:rFonts w:ascii="HelveticaNeue LT 55 Roman" w:eastAsia="MS Minngs" w:hAnsi="HelveticaNeue LT 55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3">
    <w:nsid w:val="6E2E35D2"/>
    <w:multiLevelType w:val="hybridMultilevel"/>
    <w:tmpl w:val="E69EE45C"/>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characterSpacingControl w:val="doNotCompress"/>
  <w:doNotValidateAgainstSchema/>
  <w:doNotDemarcateInvalidXml/>
  <w:hdrShapeDefaults>
    <o:shapedefaults v:ext="edit" spidmax="2057"/>
    <o:shapelayout v:ext="edit">
      <o:idmap v:ext="edit" data="2"/>
    </o:shapelayout>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0359"/>
    <w:rsid w:val="000134E9"/>
    <w:rsid w:val="00062800"/>
    <w:rsid w:val="000968D7"/>
    <w:rsid w:val="000A15E1"/>
    <w:rsid w:val="000C59EE"/>
    <w:rsid w:val="00136306"/>
    <w:rsid w:val="00137EB8"/>
    <w:rsid w:val="001723AD"/>
    <w:rsid w:val="001D7D30"/>
    <w:rsid w:val="001F4E49"/>
    <w:rsid w:val="00213DCB"/>
    <w:rsid w:val="002406D2"/>
    <w:rsid w:val="00246F82"/>
    <w:rsid w:val="00256017"/>
    <w:rsid w:val="002723A2"/>
    <w:rsid w:val="00280FC2"/>
    <w:rsid w:val="00286B1E"/>
    <w:rsid w:val="002B7848"/>
    <w:rsid w:val="002E262B"/>
    <w:rsid w:val="002E4F35"/>
    <w:rsid w:val="002F05CA"/>
    <w:rsid w:val="002F648A"/>
    <w:rsid w:val="003136CD"/>
    <w:rsid w:val="003401F1"/>
    <w:rsid w:val="00346AE9"/>
    <w:rsid w:val="0036486A"/>
    <w:rsid w:val="00374C99"/>
    <w:rsid w:val="00376804"/>
    <w:rsid w:val="00395C31"/>
    <w:rsid w:val="003B39BC"/>
    <w:rsid w:val="003B45E7"/>
    <w:rsid w:val="003C54D4"/>
    <w:rsid w:val="003D44E1"/>
    <w:rsid w:val="00400AF9"/>
    <w:rsid w:val="00406397"/>
    <w:rsid w:val="004063B7"/>
    <w:rsid w:val="00454220"/>
    <w:rsid w:val="004561DB"/>
    <w:rsid w:val="00462302"/>
    <w:rsid w:val="00474D72"/>
    <w:rsid w:val="00482359"/>
    <w:rsid w:val="00483DE8"/>
    <w:rsid w:val="004A137A"/>
    <w:rsid w:val="004F0013"/>
    <w:rsid w:val="00570359"/>
    <w:rsid w:val="006975C5"/>
    <w:rsid w:val="00726F62"/>
    <w:rsid w:val="007335A1"/>
    <w:rsid w:val="00740A35"/>
    <w:rsid w:val="00742400"/>
    <w:rsid w:val="00747A8B"/>
    <w:rsid w:val="007578ED"/>
    <w:rsid w:val="0076448F"/>
    <w:rsid w:val="0077628D"/>
    <w:rsid w:val="007811EC"/>
    <w:rsid w:val="007A1CAA"/>
    <w:rsid w:val="007D3309"/>
    <w:rsid w:val="00815821"/>
    <w:rsid w:val="008655F0"/>
    <w:rsid w:val="0089687E"/>
    <w:rsid w:val="008E1DC9"/>
    <w:rsid w:val="009016C3"/>
    <w:rsid w:val="00961BAC"/>
    <w:rsid w:val="009D05A6"/>
    <w:rsid w:val="009E1F60"/>
    <w:rsid w:val="009E29E5"/>
    <w:rsid w:val="009F1DAA"/>
    <w:rsid w:val="00A029C7"/>
    <w:rsid w:val="00A058EE"/>
    <w:rsid w:val="00A67B48"/>
    <w:rsid w:val="00A72384"/>
    <w:rsid w:val="00A93E50"/>
    <w:rsid w:val="00AB3F30"/>
    <w:rsid w:val="00AC2B98"/>
    <w:rsid w:val="00B01F78"/>
    <w:rsid w:val="00B936BF"/>
    <w:rsid w:val="00BC2090"/>
    <w:rsid w:val="00BE59F6"/>
    <w:rsid w:val="00C213BC"/>
    <w:rsid w:val="00C4160B"/>
    <w:rsid w:val="00CB6561"/>
    <w:rsid w:val="00D003E8"/>
    <w:rsid w:val="00D35108"/>
    <w:rsid w:val="00D4089A"/>
    <w:rsid w:val="00D476C3"/>
    <w:rsid w:val="00D759B9"/>
    <w:rsid w:val="00DA713F"/>
    <w:rsid w:val="00E33F15"/>
    <w:rsid w:val="00E543E2"/>
    <w:rsid w:val="00E70CEB"/>
    <w:rsid w:val="00E7388B"/>
    <w:rsid w:val="00E80448"/>
    <w:rsid w:val="00EE53F9"/>
    <w:rsid w:val="00EF5384"/>
    <w:rsid w:val="00F254C4"/>
    <w:rsid w:val="00F26E61"/>
    <w:rsid w:val="00F47B6E"/>
    <w:rsid w:val="00F6027B"/>
    <w:rsid w:val="00F704B5"/>
    <w:rsid w:val="00F861CB"/>
    <w:rsid w:val="00FB417A"/>
    <w:rsid w:val="00FC2634"/>
    <w:rsid w:val="00FD4E71"/>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Fließtext"/>
    <w:qFormat/>
    <w:rsid w:val="00E33F15"/>
    <w:pPr>
      <w:spacing w:line="260" w:lineRule="exact"/>
    </w:pPr>
    <w:rPr>
      <w:rFonts w:ascii="Helvetica Neue" w:hAnsi="Helvetica Neue" w:cs="Helvetica Neue"/>
      <w:sz w:val="20"/>
      <w:szCs w:val="20"/>
    </w:rPr>
  </w:style>
  <w:style w:type="paragraph" w:styleId="Heading2">
    <w:name w:val="heading 2"/>
    <w:basedOn w:val="Normal"/>
    <w:next w:val="Normal"/>
    <w:link w:val="Heading2Char"/>
    <w:uiPriority w:val="99"/>
    <w:qFormat/>
    <w:locked/>
    <w:rsid w:val="00A93E50"/>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89687E"/>
    <w:rPr>
      <w:rFonts w:ascii="Cambria" w:hAnsi="Cambria" w:cs="Cambria"/>
      <w:b/>
      <w:bCs/>
      <w:i/>
      <w:iCs/>
      <w:sz w:val="28"/>
      <w:szCs w:val="28"/>
    </w:rPr>
  </w:style>
  <w:style w:type="paragraph" w:customStyle="1" w:styleId="Musterstadt">
    <w:name w:val="Musterstadt"/>
    <w:basedOn w:val="Normal"/>
    <w:uiPriority w:val="99"/>
    <w:rsid w:val="001D7D30"/>
    <w:pPr>
      <w:spacing w:after="200" w:line="480" w:lineRule="auto"/>
    </w:pPr>
    <w:rPr>
      <w:b/>
      <w:bCs/>
      <w:color w:val="5D5B59"/>
    </w:rPr>
  </w:style>
  <w:style w:type="paragraph" w:styleId="Header">
    <w:name w:val="header"/>
    <w:basedOn w:val="Normal"/>
    <w:link w:val="HeaderChar"/>
    <w:uiPriority w:val="99"/>
    <w:rsid w:val="000134E9"/>
    <w:pPr>
      <w:tabs>
        <w:tab w:val="center" w:pos="4536"/>
        <w:tab w:val="right" w:pos="9072"/>
      </w:tabs>
      <w:spacing w:line="240" w:lineRule="auto"/>
    </w:pPr>
  </w:style>
  <w:style w:type="character" w:customStyle="1" w:styleId="HeaderChar">
    <w:name w:val="Header Char"/>
    <w:basedOn w:val="DefaultParagraphFont"/>
    <w:link w:val="Header"/>
    <w:uiPriority w:val="99"/>
    <w:locked/>
    <w:rsid w:val="000134E9"/>
    <w:rPr>
      <w:rFonts w:ascii="Helvetica Neue" w:hAnsi="Helvetica Neue" w:cs="Helvetica Neue"/>
      <w:sz w:val="20"/>
      <w:szCs w:val="20"/>
    </w:rPr>
  </w:style>
  <w:style w:type="paragraph" w:styleId="Footer">
    <w:name w:val="footer"/>
    <w:basedOn w:val="Normal"/>
    <w:link w:val="FooterChar"/>
    <w:uiPriority w:val="99"/>
    <w:rsid w:val="000134E9"/>
    <w:pPr>
      <w:tabs>
        <w:tab w:val="center" w:pos="4536"/>
        <w:tab w:val="right" w:pos="9072"/>
      </w:tabs>
      <w:spacing w:line="240" w:lineRule="auto"/>
    </w:pPr>
  </w:style>
  <w:style w:type="character" w:customStyle="1" w:styleId="FooterChar">
    <w:name w:val="Footer Char"/>
    <w:basedOn w:val="DefaultParagraphFont"/>
    <w:link w:val="Footer"/>
    <w:uiPriority w:val="99"/>
    <w:locked/>
    <w:rsid w:val="000134E9"/>
    <w:rPr>
      <w:rFonts w:ascii="Helvetica Neue" w:hAnsi="Helvetica Neue" w:cs="Helvetica Neue"/>
      <w:sz w:val="20"/>
      <w:szCs w:val="20"/>
    </w:rPr>
  </w:style>
  <w:style w:type="paragraph" w:customStyle="1" w:styleId="OrtundDatum">
    <w:name w:val="Ort und Datum"/>
    <w:basedOn w:val="Musterstadt"/>
    <w:uiPriority w:val="99"/>
    <w:rsid w:val="000134E9"/>
    <w:rPr>
      <w:b w:val="0"/>
      <w:bCs w:val="0"/>
      <w:color w:val="auto"/>
    </w:rPr>
  </w:style>
  <w:style w:type="paragraph" w:customStyle="1" w:styleId="AbsenderWJD">
    <w:name w:val="Absender WJD"/>
    <w:basedOn w:val="Normal"/>
    <w:uiPriority w:val="99"/>
    <w:rsid w:val="00C213BC"/>
    <w:pPr>
      <w:spacing w:line="140" w:lineRule="exact"/>
    </w:pPr>
    <w:rPr>
      <w:color w:val="002C72"/>
      <w:sz w:val="11"/>
      <w:szCs w:val="11"/>
    </w:rPr>
  </w:style>
  <w:style w:type="paragraph" w:customStyle="1" w:styleId="Adressblockrechts">
    <w:name w:val="Adressblock rechts"/>
    <w:basedOn w:val="Normal"/>
    <w:uiPriority w:val="99"/>
    <w:rsid w:val="00C213BC"/>
    <w:pPr>
      <w:widowControl w:val="0"/>
      <w:autoSpaceDE w:val="0"/>
      <w:autoSpaceDN w:val="0"/>
      <w:adjustRightInd w:val="0"/>
      <w:spacing w:after="170" w:line="220" w:lineRule="exact"/>
    </w:pPr>
    <w:rPr>
      <w:color w:val="002C72"/>
      <w:sz w:val="14"/>
      <w:szCs w:val="14"/>
    </w:rPr>
  </w:style>
  <w:style w:type="paragraph" w:customStyle="1" w:styleId="Betreffzeile">
    <w:name w:val="Betreffzeile"/>
    <w:basedOn w:val="Musterstadt"/>
    <w:uiPriority w:val="99"/>
    <w:rsid w:val="000134E9"/>
    <w:pPr>
      <w:spacing w:after="320" w:line="260" w:lineRule="exact"/>
    </w:pPr>
    <w:rPr>
      <w:color w:val="auto"/>
    </w:rPr>
  </w:style>
  <w:style w:type="character" w:styleId="Hyperlink">
    <w:name w:val="Hyperlink"/>
    <w:basedOn w:val="DefaultParagraphFont"/>
    <w:uiPriority w:val="99"/>
    <w:rsid w:val="00C213BC"/>
    <w:rPr>
      <w:color w:val="0000FF"/>
      <w:u w:val="single"/>
    </w:rPr>
  </w:style>
  <w:style w:type="paragraph" w:styleId="BalloonText">
    <w:name w:val="Balloon Text"/>
    <w:basedOn w:val="Normal"/>
    <w:link w:val="BalloonTextChar"/>
    <w:uiPriority w:val="99"/>
    <w:semiHidden/>
    <w:rsid w:val="008655F0"/>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8655F0"/>
    <w:rPr>
      <w:rFonts w:ascii="Lucida Grande" w:hAnsi="Lucida Grande" w:cs="Lucida Grande"/>
      <w:sz w:val="18"/>
      <w:szCs w:val="18"/>
    </w:rPr>
  </w:style>
  <w:style w:type="paragraph" w:styleId="ListParagraph">
    <w:name w:val="List Paragraph"/>
    <w:basedOn w:val="Normal"/>
    <w:uiPriority w:val="99"/>
    <w:qFormat/>
    <w:rsid w:val="00213DCB"/>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autewald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1095</Words>
  <Characters>6902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Ort, 3</dc:title>
  <dc:subject/>
  <dc:creator>Götz v. Waldeyer-Hartz</dc:creator>
  <cp:keywords/>
  <dc:description/>
  <cp:lastModifiedBy>SEC</cp:lastModifiedBy>
  <cp:revision>14</cp:revision>
  <cp:lastPrinted>2012-01-25T08:40:00Z</cp:lastPrinted>
  <dcterms:created xsi:type="dcterms:W3CDTF">2013-02-20T09:57:00Z</dcterms:created>
  <dcterms:modified xsi:type="dcterms:W3CDTF">2013-03-01T12:41:00Z</dcterms:modified>
</cp:coreProperties>
</file>