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0C1" w:rsidRPr="0036486A" w:rsidRDefault="006020C1" w:rsidP="00213DCB">
      <w:pPr>
        <w:pStyle w:val="OrtundDatum"/>
        <w:rPr>
          <w:rFonts w:ascii="HelveticaNeue LT 55 Roman" w:hAnsi="HelveticaNeue LT 55 Roman" w:cs="HelveticaNeue LT 55 Roman"/>
          <w:color w:val="0B3066"/>
          <w:sz w:val="14"/>
          <w:szCs w:val="14"/>
        </w:rPr>
      </w:pPr>
      <w:r>
        <w:rPr>
          <w:noProof/>
        </w:rPr>
        <w:pict>
          <v:shapetype id="_x0000_t202" coordsize="21600,21600" o:spt="202" path="m,l,21600r21600,l21600,xe">
            <v:stroke joinstyle="miter"/>
            <v:path gradientshapeok="t" o:connecttype="rect"/>
          </v:shapetype>
          <v:shape id="Textfeld 3" o:spid="_x0000_s1034" type="#_x0000_t202" style="position:absolute;margin-left:-5.55pt;margin-top:-108.2pt;width:252pt;height:59.6pt;z-index:251658240;visibility:visible" filled="f" stroked="f">
            <v:textbox>
              <w:txbxContent>
                <w:p w:rsidR="006020C1" w:rsidRPr="0036486A" w:rsidRDefault="006020C1" w:rsidP="00213DCB">
                  <w:pPr>
                    <w:rPr>
                      <w:rFonts w:ascii="HelveticaNeue LT 55 Roman" w:hAnsi="HelveticaNeue LT 55 Roman" w:cs="HelveticaNeue LT 55 Roman"/>
                    </w:rPr>
                  </w:pPr>
                  <w:r>
                    <w:rPr>
                      <w:rFonts w:ascii="HelveticaNeue LT 55 Roman" w:hAnsi="HelveticaNeue LT 55 Roman" w:cs="HelveticaNeue LT 55 Roman"/>
                    </w:rPr>
                    <w:t>Presseverteiler</w:t>
                  </w:r>
                </w:p>
                <w:p w:rsidR="006020C1" w:rsidRPr="0036486A" w:rsidRDefault="006020C1" w:rsidP="00213DCB">
                  <w:pPr>
                    <w:rPr>
                      <w:rFonts w:ascii="HelveticaNeue LT 55 Roman" w:hAnsi="HelveticaNeue LT 55 Roman" w:cs="HelveticaNeue LT 55 Roman"/>
                    </w:rPr>
                  </w:pPr>
                </w:p>
              </w:txbxContent>
            </v:textbox>
            <w10:wrap type="square"/>
            <w10:anchorlock/>
          </v:shape>
        </w:pict>
      </w:r>
      <w:r>
        <w:rPr>
          <w:rFonts w:ascii="HelveticaNeue LT 55 Roman" w:hAnsi="HelveticaNeue LT 55 Roman" w:cs="HelveticaNeue LT 55 Roman"/>
        </w:rPr>
        <w:t>Bautzen</w:t>
      </w:r>
      <w:r w:rsidRPr="0036486A">
        <w:rPr>
          <w:rFonts w:ascii="HelveticaNeue LT 55 Roman" w:hAnsi="HelveticaNeue LT 55 Roman" w:cs="HelveticaNeue LT 55 Roman"/>
        </w:rPr>
        <w:t xml:space="preserve">, </w:t>
      </w:r>
      <w:r w:rsidRPr="0036486A">
        <w:rPr>
          <w:rFonts w:ascii="HelveticaNeue LT 55 Roman" w:hAnsi="HelveticaNeue LT 55 Roman" w:cs="HelveticaNeue LT 55 Roman"/>
        </w:rPr>
        <w:fldChar w:fldCharType="begin"/>
      </w:r>
      <w:r w:rsidRPr="0036486A">
        <w:rPr>
          <w:rFonts w:ascii="HelveticaNeue LT 55 Roman" w:hAnsi="HelveticaNeue LT 55 Roman" w:cs="HelveticaNeue LT 55 Roman"/>
        </w:rPr>
        <w:instrText xml:space="preserve"> TIME \@ "d. MMMM yyyy" </w:instrText>
      </w:r>
      <w:r w:rsidRPr="0036486A">
        <w:rPr>
          <w:rFonts w:ascii="HelveticaNeue LT 55 Roman" w:hAnsi="HelveticaNeue LT 55 Roman" w:cs="HelveticaNeue LT 55 Roman"/>
        </w:rPr>
        <w:fldChar w:fldCharType="separate"/>
      </w:r>
      <w:r>
        <w:rPr>
          <w:rFonts w:ascii="HelveticaNeue LT 55 Roman" w:hAnsi="HelveticaNeue LT 55 Roman" w:cs="HelveticaNeue LT 55 Roman"/>
          <w:noProof/>
        </w:rPr>
        <w:t>17. Juli 2013</w:t>
      </w:r>
      <w:r w:rsidRPr="0036486A">
        <w:rPr>
          <w:rFonts w:ascii="HelveticaNeue LT 55 Roman" w:hAnsi="HelveticaNeue LT 55 Roman" w:cs="HelveticaNeue LT 55 Roman"/>
        </w:rPr>
        <w:fldChar w:fldCharType="end"/>
      </w:r>
    </w:p>
    <w:p w:rsidR="006020C1" w:rsidRPr="00D4089A" w:rsidRDefault="006020C1" w:rsidP="00213DCB">
      <w:pPr>
        <w:pStyle w:val="Betreffzeile"/>
        <w:spacing w:line="240" w:lineRule="auto"/>
        <w:rPr>
          <w:rFonts w:ascii="HelveticaNeue LT 55 Roman" w:hAnsi="HelveticaNeue LT 55 Roman" w:cs="HelveticaNeue LT 55 Roman"/>
          <w:sz w:val="32"/>
          <w:szCs w:val="32"/>
        </w:rPr>
      </w:pPr>
      <w:r w:rsidRPr="00D4089A">
        <w:rPr>
          <w:rFonts w:ascii="HelveticaNeue LT 55 Roman" w:hAnsi="HelveticaNeue LT 55 Roman" w:cs="HelveticaNeue LT 55 Roman"/>
          <w:sz w:val="32"/>
          <w:szCs w:val="32"/>
        </w:rPr>
        <w:t>PRESSEMITTEILUNG</w:t>
      </w:r>
    </w:p>
    <w:p w:rsidR="006020C1" w:rsidRDefault="006020C1" w:rsidP="009E29E5">
      <w:r>
        <w:t>Sehr geehrte Damen und Herren,</w:t>
      </w:r>
    </w:p>
    <w:p w:rsidR="006020C1" w:rsidRDefault="006020C1" w:rsidP="009E29E5"/>
    <w:p w:rsidR="006020C1" w:rsidRDefault="006020C1" w:rsidP="009E29E5">
      <w:pPr>
        <w:rPr>
          <w:rFonts w:cs="Times New Roman"/>
        </w:rPr>
      </w:pPr>
      <w:r>
        <w:t>anbei übersenden wir Ihnen unsere Nachberichterstattung zum Sommertreffen der Wirtschaftsjunioren Bautzen sowie Ankündigungen erster Projekte.</w:t>
      </w:r>
    </w:p>
    <w:p w:rsidR="006020C1" w:rsidRDefault="006020C1" w:rsidP="009E29E5">
      <w:pPr>
        <w:rPr>
          <w:rFonts w:cs="Times New Roman"/>
        </w:rPr>
      </w:pPr>
    </w:p>
    <w:p w:rsidR="006020C1" w:rsidRDefault="006020C1" w:rsidP="009E29E5">
      <w:r>
        <w:t>Über eine kostenlose Veröffentlichung in Ihrem Medium würden wir uns sehr freuen. Weiterhin würden wir Sie um ein Feedback zur Veröffentlichung bitten.</w:t>
      </w:r>
    </w:p>
    <w:p w:rsidR="006020C1" w:rsidRDefault="006020C1" w:rsidP="009E29E5"/>
    <w:p w:rsidR="006020C1" w:rsidRDefault="006020C1" w:rsidP="009E29E5">
      <w:r>
        <w:t>Bei Fragen und Problemen stehen wir ihnen gern unter unten aufgeführten Kontaktdaten zur Verfügung.</w:t>
      </w:r>
    </w:p>
    <w:p w:rsidR="006020C1" w:rsidRDefault="006020C1" w:rsidP="009E29E5"/>
    <w:p w:rsidR="006020C1" w:rsidRPr="001723AD" w:rsidRDefault="006020C1" w:rsidP="009E29E5">
      <w:pPr>
        <w:rPr>
          <w:b/>
          <w:bCs/>
        </w:rPr>
      </w:pPr>
      <w:r w:rsidRPr="001723AD">
        <w:rPr>
          <w:b/>
          <w:bCs/>
        </w:rPr>
        <w:t xml:space="preserve">Inhaltsübersicht </w:t>
      </w:r>
    </w:p>
    <w:p w:rsidR="006020C1" w:rsidRDefault="006020C1" w:rsidP="009E29E5">
      <w:pPr>
        <w:numPr>
          <w:ilvl w:val="0"/>
          <w:numId w:val="4"/>
        </w:numPr>
      </w:pPr>
      <w:r>
        <w:t>Pressemeldung Langversion</w:t>
      </w:r>
    </w:p>
    <w:p w:rsidR="006020C1" w:rsidRDefault="006020C1" w:rsidP="009E29E5">
      <w:pPr>
        <w:numPr>
          <w:ilvl w:val="0"/>
          <w:numId w:val="4"/>
        </w:numPr>
      </w:pPr>
      <w:r>
        <w:t>Anlagen, Informationen für Pressevertreter, Ansprechpartner</w:t>
      </w:r>
    </w:p>
    <w:p w:rsidR="006020C1" w:rsidRDefault="006020C1" w:rsidP="009E29E5">
      <w:pPr>
        <w:rPr>
          <w:rFonts w:cs="Times New Roman"/>
        </w:rPr>
      </w:pPr>
    </w:p>
    <w:p w:rsidR="006020C1" w:rsidRDefault="006020C1" w:rsidP="009E29E5">
      <w:r>
        <w:t>Mit freundlichen Grüßen</w:t>
      </w:r>
    </w:p>
    <w:p w:rsidR="006020C1" w:rsidRDefault="006020C1" w:rsidP="009E29E5"/>
    <w:p w:rsidR="006020C1" w:rsidRDefault="006020C1" w:rsidP="009E29E5">
      <w:r>
        <w:t>Christian Klinger</w:t>
      </w:r>
    </w:p>
    <w:p w:rsidR="006020C1" w:rsidRPr="009E29E5" w:rsidRDefault="006020C1" w:rsidP="009E29E5">
      <w:pPr>
        <w:rPr>
          <w:sz w:val="16"/>
          <w:szCs w:val="16"/>
        </w:rPr>
      </w:pPr>
      <w:r w:rsidRPr="009E29E5">
        <w:rPr>
          <w:sz w:val="16"/>
          <w:szCs w:val="16"/>
        </w:rPr>
        <w:t>Öffentlichkeitsarbeit Wirtschaftsjunioren Bautzen</w:t>
      </w:r>
    </w:p>
    <w:p w:rsidR="006020C1" w:rsidRPr="009E29E5" w:rsidRDefault="006020C1" w:rsidP="009E29E5">
      <w:pPr>
        <w:rPr>
          <w:rFonts w:cs="Times New Roman"/>
        </w:rPr>
      </w:pPr>
    </w:p>
    <w:p w:rsidR="006020C1" w:rsidRPr="00800B75" w:rsidRDefault="006020C1" w:rsidP="00800B75">
      <w:pPr>
        <w:spacing w:line="360" w:lineRule="auto"/>
        <w:rPr>
          <w:rFonts w:ascii="HelveticaNeue LT 55 Roman" w:hAnsi="HelveticaNeue LT 55 Roman" w:cs="HelveticaNeue LT 55 Roman"/>
          <w:b/>
          <w:bCs/>
          <w:sz w:val="28"/>
          <w:szCs w:val="28"/>
        </w:rPr>
      </w:pPr>
      <w:r>
        <w:rPr>
          <w:rFonts w:ascii="HelveticaNeue LT 55 Roman" w:hAnsi="HelveticaNeue LT 55 Roman" w:cs="HelveticaNeue LT 55 Roman"/>
          <w:b/>
          <w:bCs/>
          <w:sz w:val="28"/>
          <w:szCs w:val="28"/>
        </w:rPr>
        <w:br w:type="page"/>
      </w:r>
      <w:r w:rsidRPr="00800B75">
        <w:rPr>
          <w:rFonts w:ascii="HelveticaNeue LT 55 Roman" w:hAnsi="HelveticaNeue LT 55 Roman" w:cs="HelveticaNeue LT 55 Roman"/>
          <w:b/>
          <w:bCs/>
          <w:sz w:val="28"/>
          <w:szCs w:val="28"/>
        </w:rPr>
        <w:t>WJ Bautzen nehmen Fahrt auf…</w:t>
      </w:r>
    </w:p>
    <w:p w:rsidR="006020C1" w:rsidRPr="00A93E50" w:rsidRDefault="006020C1" w:rsidP="00483DE8">
      <w:pPr>
        <w:spacing w:line="240" w:lineRule="auto"/>
        <w:rPr>
          <w:rFonts w:ascii="HelveticaNeue LT 55 Roman" w:hAnsi="HelveticaNeue LT 55 Roman" w:cs="HelveticaNeue LT 55 Roman"/>
          <w:u w:val="single"/>
        </w:rPr>
      </w:pPr>
      <w:r>
        <w:rPr>
          <w:rFonts w:ascii="HelveticaNeue LT 55 Roman" w:hAnsi="HelveticaNeue LT 55 Roman" w:cs="HelveticaNeue LT 55 Roman"/>
          <w:u w:val="single"/>
        </w:rPr>
        <w:t>Die Wirtschaftsjunioren Bautzen geben ihren Einstand bei den Nachbarkreisen und stellen ihr erstes Projekt vor.</w:t>
      </w:r>
    </w:p>
    <w:p w:rsidR="006020C1" w:rsidRDefault="006020C1" w:rsidP="00A93E50">
      <w:pPr>
        <w:pStyle w:val="Heading2"/>
        <w:rPr>
          <w:rFonts w:ascii="HelveticaNeue LT 55 Roman" w:hAnsi="HelveticaNeue LT 55 Roman" w:cs="HelveticaNeue LT 55 Roman"/>
          <w:b w:val="0"/>
          <w:bCs w:val="0"/>
          <w:i w:val="0"/>
          <w:iCs w:val="0"/>
          <w:sz w:val="20"/>
          <w:szCs w:val="20"/>
        </w:rPr>
      </w:pPr>
      <w:r w:rsidRPr="00800B75">
        <w:rPr>
          <w:rFonts w:ascii="HelveticaNeue LT 55 Roman" w:hAnsi="HelveticaNeue LT 55 Roman" w:cs="HelveticaNeue LT 55 Roman"/>
          <w:b w:val="0"/>
          <w:bCs w:val="0"/>
          <w:i w:val="0"/>
          <w:iCs w:val="0"/>
          <w:sz w:val="20"/>
          <w:szCs w:val="20"/>
        </w:rPr>
        <w:t xml:space="preserve">Seit der Gründung der </w:t>
      </w:r>
      <w:r w:rsidRPr="00800B75">
        <w:rPr>
          <w:rFonts w:ascii="HelveticaNeue LT 55 Roman" w:hAnsi="HelveticaNeue LT 55 Roman" w:cs="HelveticaNeue LT 55 Roman"/>
          <w:i w:val="0"/>
          <w:iCs w:val="0"/>
          <w:sz w:val="20"/>
          <w:szCs w:val="20"/>
        </w:rPr>
        <w:t>Wirtschaftsjunioren Bautzen</w:t>
      </w:r>
      <w:r w:rsidRPr="00800B75">
        <w:rPr>
          <w:rFonts w:ascii="HelveticaNeue LT 55 Roman" w:hAnsi="HelveticaNeue LT 55 Roman" w:cs="HelveticaNeue LT 55 Roman"/>
          <w:b w:val="0"/>
          <w:bCs w:val="0"/>
          <w:i w:val="0"/>
          <w:iCs w:val="0"/>
          <w:sz w:val="20"/>
          <w:szCs w:val="20"/>
        </w:rPr>
        <w:t xml:space="preserve"> scheint es in der Öffentlichkeit ein wenig ruhig geworden zu sein um den Verbund von Jungunternehmern bis 40 Jahre. Dass dem nicht so ist und </w:t>
      </w:r>
      <w:r>
        <w:rPr>
          <w:rFonts w:ascii="HelveticaNeue LT 55 Roman" w:hAnsi="HelveticaNeue LT 55 Roman" w:cs="HelveticaNeue LT 55 Roman"/>
          <w:b w:val="0"/>
          <w:bCs w:val="0"/>
          <w:i w:val="0"/>
          <w:iCs w:val="0"/>
          <w:sz w:val="20"/>
          <w:szCs w:val="20"/>
        </w:rPr>
        <w:t>der junge Verein</w:t>
      </w:r>
      <w:r w:rsidRPr="00800B75">
        <w:rPr>
          <w:rFonts w:ascii="HelveticaNeue LT 55 Roman" w:hAnsi="HelveticaNeue LT 55 Roman" w:cs="HelveticaNeue LT 55 Roman"/>
          <w:b w:val="0"/>
          <w:bCs w:val="0"/>
          <w:i w:val="0"/>
          <w:iCs w:val="0"/>
          <w:sz w:val="20"/>
          <w:szCs w:val="20"/>
        </w:rPr>
        <w:t xml:space="preserve"> fleißig </w:t>
      </w:r>
      <w:r>
        <w:rPr>
          <w:rFonts w:ascii="HelveticaNeue LT 55 Roman" w:hAnsi="HelveticaNeue LT 55 Roman" w:cs="HelveticaNeue LT 55 Roman"/>
          <w:b w:val="0"/>
          <w:bCs w:val="0"/>
          <w:i w:val="0"/>
          <w:iCs w:val="0"/>
          <w:sz w:val="20"/>
          <w:szCs w:val="20"/>
        </w:rPr>
        <w:t>seine</w:t>
      </w:r>
      <w:r w:rsidRPr="00800B75">
        <w:rPr>
          <w:rFonts w:ascii="HelveticaNeue LT 55 Roman" w:hAnsi="HelveticaNeue LT 55 Roman" w:cs="HelveticaNeue LT 55 Roman"/>
          <w:b w:val="0"/>
          <w:bCs w:val="0"/>
          <w:i w:val="0"/>
          <w:iCs w:val="0"/>
          <w:sz w:val="20"/>
          <w:szCs w:val="20"/>
        </w:rPr>
        <w:t xml:space="preserve"> Gründungs-Hausaufgaben gemacht haben, konnte am vergangenen Mittwoch, den 10. Juni unter Beweis gestellt werden. Die WJ Bautzen luden die Nachbarkreise aus Görlitz und Dresden sowie einige weitere Interessenten am Frühabend auf das Gelände von Sky Systems auf die Schliebenstraße 18 in Bautzen ein. Bei kleinen, einheimischen Snacks von „Oberlausitz schmeck</w:t>
      </w:r>
      <w:r>
        <w:rPr>
          <w:rFonts w:ascii="HelveticaNeue LT 55 Roman" w:hAnsi="HelveticaNeue LT 55 Roman" w:cs="HelveticaNeue LT 55 Roman"/>
          <w:b w:val="0"/>
          <w:bCs w:val="0"/>
          <w:i w:val="0"/>
          <w:iCs w:val="0"/>
          <w:sz w:val="20"/>
          <w:szCs w:val="20"/>
        </w:rPr>
        <w:t>t“ und Getränken aus dem Hause „Lausitzer Früchte“</w:t>
      </w:r>
      <w:r w:rsidRPr="00800B75">
        <w:rPr>
          <w:rFonts w:ascii="HelveticaNeue LT 55 Roman" w:hAnsi="HelveticaNeue LT 55 Roman" w:cs="HelveticaNeue LT 55 Roman"/>
          <w:b w:val="0"/>
          <w:bCs w:val="0"/>
          <w:i w:val="0"/>
          <w:iCs w:val="0"/>
          <w:sz w:val="20"/>
          <w:szCs w:val="20"/>
        </w:rPr>
        <w:t xml:space="preserve"> konnten sich die Mitglieder das erst Mal persönlich kennen lernen und Ihre Erfahrungen austauschen.</w:t>
      </w:r>
    </w:p>
    <w:p w:rsidR="006020C1" w:rsidRPr="00800B75" w:rsidRDefault="006020C1" w:rsidP="00A93E50">
      <w:pPr>
        <w:pStyle w:val="Heading2"/>
        <w:rPr>
          <w:rFonts w:cs="Times New Roman"/>
        </w:rPr>
      </w:pPr>
      <w:r w:rsidRPr="00800B75">
        <w:t>Erste Projekte der WJ Bautzen</w:t>
      </w:r>
    </w:p>
    <w:p w:rsidR="006020C1" w:rsidRPr="00800B75" w:rsidRDefault="006020C1" w:rsidP="00800B75">
      <w:pPr>
        <w:spacing w:line="276" w:lineRule="auto"/>
        <w:rPr>
          <w:rFonts w:ascii="HelveticaNeue LT 55 Roman" w:hAnsi="HelveticaNeue LT 55 Roman" w:cs="HelveticaNeue LT 55 Roman"/>
        </w:rPr>
      </w:pPr>
      <w:r w:rsidRPr="00800B75">
        <w:rPr>
          <w:rFonts w:ascii="HelveticaNeue LT 55 Roman" w:hAnsi="HelveticaNeue LT 55 Roman" w:cs="HelveticaNeue LT 55 Roman"/>
        </w:rPr>
        <w:t xml:space="preserve">Im offiziellen Teil der Veranstaltung konnte Peter Stange als Kreissprecher das erste Projekt ankündigen, welches in Zusammenarbeit mit der IHK Bautzen im Rahmen der Bautzener Unternehmertage durchgeführt werden wird. Ziel dieses Projektes wird es sein, Schülern die Möglichkeit zu geben, sich besser auf die anstehenden </w:t>
      </w:r>
      <w:r w:rsidRPr="00800B75">
        <w:rPr>
          <w:rFonts w:ascii="HelveticaNeue LT 55 Roman" w:hAnsi="HelveticaNeue LT 55 Roman" w:cs="HelveticaNeue LT 55 Roman"/>
          <w:b/>
          <w:bCs/>
        </w:rPr>
        <w:t>Bewerbungen und Bewerbungsgespräche</w:t>
      </w:r>
      <w:r w:rsidRPr="00800B75">
        <w:rPr>
          <w:rFonts w:ascii="HelveticaNeue LT 55 Roman" w:hAnsi="HelveticaNeue LT 55 Roman" w:cs="HelveticaNeue LT 55 Roman"/>
        </w:rPr>
        <w:t xml:space="preserve"> vorzubereiten. Mehr Informationen werden demnächst folgen.</w:t>
      </w:r>
    </w:p>
    <w:p w:rsidR="006020C1" w:rsidRDefault="006020C1" w:rsidP="00A93E50">
      <w:pPr>
        <w:spacing w:line="276" w:lineRule="auto"/>
        <w:rPr>
          <w:rFonts w:ascii="HelveticaNeue LT 55 Roman" w:hAnsi="HelveticaNeue LT 55 Roman" w:cs="HelveticaNeue LT 55 Roman"/>
        </w:rPr>
      </w:pPr>
      <w:r w:rsidRPr="00800B75">
        <w:rPr>
          <w:rFonts w:ascii="HelveticaNeue LT 55 Roman" w:hAnsi="HelveticaNeue LT 55 Roman" w:cs="HelveticaNeue LT 55 Roman"/>
        </w:rPr>
        <w:t xml:space="preserve">Des Weiteren wurde eine Kooperation mit der WJ Görlitz beschlossen, die am 14. September wieder das </w:t>
      </w:r>
      <w:r w:rsidRPr="00800B75">
        <w:rPr>
          <w:rFonts w:ascii="HelveticaNeue LT 55 Roman" w:hAnsi="HelveticaNeue LT 55 Roman" w:cs="HelveticaNeue LT 55 Roman"/>
          <w:b/>
          <w:bCs/>
        </w:rPr>
        <w:t>Unternehmerforum im Spreehotel Bautzen</w:t>
      </w:r>
      <w:r w:rsidRPr="00800B75">
        <w:rPr>
          <w:rFonts w:ascii="HelveticaNeue LT 55 Roman" w:hAnsi="HelveticaNeue LT 55 Roman" w:cs="HelveticaNeue LT 55 Roman"/>
        </w:rPr>
        <w:t xml:space="preserve"> ausrichten werden. Der Bautzener Kreis wird dabei die Bewerbung in der Region und Ausführung vor Ort unterstützen und vor allem Erfahrungen für erste eigene Events sammeln können.</w:t>
      </w:r>
    </w:p>
    <w:p w:rsidR="006020C1" w:rsidRPr="00A93E50" w:rsidRDefault="006020C1" w:rsidP="00A93E50">
      <w:pPr>
        <w:pStyle w:val="Heading2"/>
        <w:rPr>
          <w:rFonts w:cs="Times New Roman"/>
        </w:rPr>
      </w:pPr>
      <w:r w:rsidRPr="00800B75">
        <w:t>Abschluss mit Rahmenprogramm</w:t>
      </w:r>
    </w:p>
    <w:p w:rsidR="006020C1" w:rsidRPr="00800B75" w:rsidRDefault="006020C1" w:rsidP="00800B75">
      <w:pPr>
        <w:spacing w:line="276" w:lineRule="auto"/>
        <w:rPr>
          <w:rFonts w:ascii="HelveticaNeue LT 55 Roman" w:hAnsi="HelveticaNeue LT 55 Roman" w:cs="HelveticaNeue LT 55 Roman"/>
        </w:rPr>
      </w:pPr>
      <w:r w:rsidRPr="00800B75">
        <w:rPr>
          <w:rFonts w:ascii="HelveticaNeue LT 55 Roman" w:hAnsi="HelveticaNeue LT 55 Roman" w:cs="HelveticaNeue LT 55 Roman"/>
        </w:rPr>
        <w:t>Zum Abschluss des Abends wurde es dann noch einmal kulturell. Der Besuch des Bautzener Sommertheater stellte ein weiteres Highlight des Abends dar und bot den Gästen einen kleinen historischen Einblick in die Entwicklung der Stadt.</w:t>
      </w:r>
    </w:p>
    <w:p w:rsidR="006020C1" w:rsidRPr="00800B75" w:rsidRDefault="006020C1" w:rsidP="00800B75">
      <w:pPr>
        <w:spacing w:line="276" w:lineRule="auto"/>
        <w:rPr>
          <w:rFonts w:ascii="HelveticaNeue LT 55 Roman" w:hAnsi="HelveticaNeue LT 55 Roman" w:cs="HelveticaNeue LT 55 Roman"/>
        </w:rPr>
      </w:pPr>
      <w:r w:rsidRPr="00800B75">
        <w:rPr>
          <w:rFonts w:ascii="HelveticaNeue LT 55 Roman" w:hAnsi="HelveticaNeue LT 55 Roman" w:cs="HelveticaNeue LT 55 Roman"/>
        </w:rPr>
        <w:t>Die Wirtschaftsjunioren Bautzen bedanken sich bei allen Gästen für das zahlreiche Erscheinen sowie das positive Feedback zur Entwicklung des jüngsten, sächsischen Kreises.</w:t>
      </w:r>
    </w:p>
    <w:p w:rsidR="006020C1" w:rsidRPr="00800B75" w:rsidRDefault="006020C1" w:rsidP="00800B75">
      <w:pPr>
        <w:spacing w:line="276" w:lineRule="auto"/>
        <w:rPr>
          <w:rFonts w:ascii="HelveticaNeue LT 55 Roman" w:hAnsi="HelveticaNeue LT 55 Roman" w:cs="HelveticaNeue LT 55 Roman"/>
          <w:i/>
          <w:iCs/>
        </w:rPr>
      </w:pPr>
      <w:r w:rsidRPr="00800B75">
        <w:t xml:space="preserve">Wer nun gern mehr über die WJ erfahren möchte, den möchten wir recht herzlich zu unserm </w:t>
      </w:r>
      <w:r w:rsidRPr="00800B75">
        <w:rPr>
          <w:b/>
          <w:bCs/>
        </w:rPr>
        <w:t>monatlich stattfindenden Clubabend</w:t>
      </w:r>
      <w:r w:rsidRPr="00800B75">
        <w:t xml:space="preserve"> im Landidyll Hotel Erbgericht Tautewalde einladen. Der nächste Termin findet am </w:t>
      </w:r>
      <w:r w:rsidRPr="00800B75">
        <w:rPr>
          <w:b/>
          <w:bCs/>
        </w:rPr>
        <w:t>12. August 2013 um 18:00 Uhr</w:t>
      </w:r>
      <w:r w:rsidRPr="00800B75">
        <w:t xml:space="preserve"> statt. Eine Voranmeldung ist nicht zwingend nötig, kann aber gern an info@wj-bautzen.de geschickt werden.</w:t>
      </w:r>
      <w:r w:rsidRPr="00A93E50">
        <w:t xml:space="preserve"> </w:t>
      </w:r>
      <w:r w:rsidRPr="00483DE8">
        <w:rPr>
          <w:i/>
          <w:iCs/>
        </w:rPr>
        <w:t>(CK)</w:t>
      </w:r>
    </w:p>
    <w:p w:rsidR="006020C1" w:rsidRPr="00A93E50" w:rsidRDefault="006020C1" w:rsidP="00800B75">
      <w:pPr>
        <w:pStyle w:val="Heading2"/>
      </w:pPr>
      <w:r w:rsidRPr="00A93E50">
        <w:t>Anlagen</w:t>
      </w:r>
    </w:p>
    <w:p w:rsidR="006020C1" w:rsidRDefault="006020C1" w:rsidP="00800B75">
      <w:pPr>
        <w:numPr>
          <w:ilvl w:val="0"/>
          <w:numId w:val="2"/>
        </w:numPr>
        <w:spacing w:line="276" w:lineRule="auto"/>
        <w:rPr>
          <w:rFonts w:ascii="HelveticaNeue LT 55 Roman" w:hAnsi="HelveticaNeue LT 55 Roman" w:cs="HelveticaNeue LT 55 Roman"/>
        </w:rPr>
      </w:pPr>
      <w:r>
        <w:rPr>
          <w:rFonts w:ascii="HelveticaNeue LT 55 Roman" w:hAnsi="HelveticaNeue LT 55 Roman" w:cs="HelveticaNeue LT 55 Roman"/>
          <w:b/>
          <w:bCs/>
        </w:rPr>
        <w:t>Bild FOTO8098.jpg</w:t>
      </w:r>
      <w:r>
        <w:rPr>
          <w:rFonts w:ascii="HelveticaNeue LT 55 Roman" w:hAnsi="HelveticaNeue LT 55 Roman" w:cs="HelveticaNeue LT 55 Roman"/>
        </w:rPr>
        <w:t xml:space="preserve"> – Sommertreffen mit den WJ-Kreisen Dresden, Görlitz und Bautzen auf dem Gelände von Sky Systems</w:t>
      </w:r>
    </w:p>
    <w:p w:rsidR="006020C1" w:rsidRDefault="006020C1" w:rsidP="00800B75">
      <w:pPr>
        <w:numPr>
          <w:ilvl w:val="0"/>
          <w:numId w:val="2"/>
        </w:numPr>
        <w:spacing w:line="276" w:lineRule="auto"/>
        <w:rPr>
          <w:rFonts w:ascii="HelveticaNeue LT 55 Roman" w:hAnsi="HelveticaNeue LT 55 Roman" w:cs="HelveticaNeue LT 55 Roman"/>
        </w:rPr>
      </w:pPr>
      <w:r>
        <w:rPr>
          <w:rFonts w:ascii="HelveticaNeue LT 55 Roman" w:hAnsi="HelveticaNeue LT 55 Roman" w:cs="HelveticaNeue LT 55 Roman"/>
          <w:b/>
          <w:bCs/>
        </w:rPr>
        <w:t>Bild FOTO8139.jpg</w:t>
      </w:r>
      <w:r>
        <w:rPr>
          <w:rFonts w:ascii="HelveticaNeue LT 55 Roman" w:hAnsi="HelveticaNeue LT 55 Roman" w:cs="HelveticaNeue LT 55 Roman"/>
        </w:rPr>
        <w:t xml:space="preserve"> – Eröffnung der Veranstaltung durch den Vorstand (v.l.n.r. Marco Großmann, Jessica Großmann, Peter Stange)</w:t>
      </w:r>
    </w:p>
    <w:p w:rsidR="006020C1" w:rsidRDefault="006020C1" w:rsidP="00800B75">
      <w:pPr>
        <w:numPr>
          <w:ilvl w:val="0"/>
          <w:numId w:val="2"/>
        </w:numPr>
        <w:spacing w:line="276" w:lineRule="auto"/>
        <w:rPr>
          <w:rFonts w:ascii="HelveticaNeue LT 55 Roman" w:hAnsi="HelveticaNeue LT 55 Roman" w:cs="HelveticaNeue LT 55 Roman"/>
        </w:rPr>
      </w:pPr>
      <w:r>
        <w:rPr>
          <w:rFonts w:ascii="HelveticaNeue LT 55 Roman" w:hAnsi="HelveticaNeue LT 55 Roman" w:cs="HelveticaNeue LT 55 Roman"/>
          <w:b/>
          <w:bCs/>
        </w:rPr>
        <w:t>Bild FOTO8205.jpg</w:t>
      </w:r>
      <w:r>
        <w:rPr>
          <w:rFonts w:ascii="HelveticaNeue LT 55 Roman" w:hAnsi="HelveticaNeue LT 55 Roman" w:cs="HelveticaNeue LT 55 Roman"/>
        </w:rPr>
        <w:t xml:space="preserve"> – Kreissprecher Peter Stange stellt die WJ Bautzen und kommende Projekte vor</w:t>
      </w:r>
    </w:p>
    <w:p w:rsidR="006020C1" w:rsidRDefault="006020C1" w:rsidP="00800B75">
      <w:pPr>
        <w:numPr>
          <w:ilvl w:val="0"/>
          <w:numId w:val="2"/>
        </w:numPr>
        <w:spacing w:line="276" w:lineRule="auto"/>
        <w:rPr>
          <w:rFonts w:ascii="HelveticaNeue LT 55 Roman" w:hAnsi="HelveticaNeue LT 55 Roman" w:cs="HelveticaNeue LT 55 Roman"/>
        </w:rPr>
      </w:pPr>
      <w:r>
        <w:rPr>
          <w:rFonts w:ascii="HelveticaNeue LT 55 Roman" w:hAnsi="HelveticaNeue LT 55 Roman" w:cs="HelveticaNeue LT 55 Roman"/>
          <w:b/>
          <w:bCs/>
        </w:rPr>
        <w:t>Bild FOTO8267.jpg</w:t>
      </w:r>
      <w:r>
        <w:rPr>
          <w:rFonts w:ascii="HelveticaNeue LT 55 Roman" w:hAnsi="HelveticaNeue LT 55 Roman" w:cs="HelveticaNeue LT 55 Roman"/>
        </w:rPr>
        <w:t xml:space="preserve"> – Gruppenbild aller Teilnehmer auf der Friedensbrücke</w:t>
      </w:r>
    </w:p>
    <w:p w:rsidR="006020C1" w:rsidRDefault="006020C1" w:rsidP="00800B75">
      <w:pPr>
        <w:numPr>
          <w:ilvl w:val="0"/>
          <w:numId w:val="2"/>
        </w:numPr>
        <w:spacing w:line="276" w:lineRule="auto"/>
        <w:rPr>
          <w:rFonts w:ascii="HelveticaNeue LT 55 Roman" w:hAnsi="HelveticaNeue LT 55 Roman" w:cs="HelveticaNeue LT 55 Roman"/>
        </w:rPr>
      </w:pPr>
      <w:r>
        <w:rPr>
          <w:rFonts w:ascii="HelveticaNeue LT 55 Roman" w:hAnsi="HelveticaNeue LT 55 Roman" w:cs="HelveticaNeue LT 55 Roman"/>
          <w:b/>
          <w:bCs/>
        </w:rPr>
        <w:t>Bild FOTO8184.jpg</w:t>
      </w:r>
      <w:r>
        <w:rPr>
          <w:rFonts w:ascii="HelveticaNeue LT 55 Roman" w:hAnsi="HelveticaNeue LT 55 Roman" w:cs="HelveticaNeue LT 55 Roman"/>
        </w:rPr>
        <w:t xml:space="preserve"> – Vorstand der WJ Bautzen (v.l.n.r. Marco Großmann, Jessica Großmann, Peter Stange)</w:t>
      </w:r>
    </w:p>
    <w:p w:rsidR="006020C1" w:rsidRDefault="006020C1" w:rsidP="00800B75">
      <w:pPr>
        <w:spacing w:line="276" w:lineRule="auto"/>
        <w:rPr>
          <w:rFonts w:ascii="HelveticaNeue LT 55 Roman" w:hAnsi="HelveticaNeue LT 55 Roman" w:cs="HelveticaNeue LT 55 Roman"/>
        </w:rPr>
      </w:pPr>
    </w:p>
    <w:p w:rsidR="006020C1" w:rsidRPr="00800B75" w:rsidRDefault="006020C1" w:rsidP="00800B75">
      <w:pPr>
        <w:spacing w:line="276" w:lineRule="auto"/>
        <w:rPr>
          <w:rFonts w:ascii="HelveticaNeue LT 55 Roman" w:hAnsi="HelveticaNeue LT 55 Roman" w:cs="HelveticaNeue LT 55 Roman"/>
        </w:rPr>
      </w:pPr>
      <w:r>
        <w:rPr>
          <w:rFonts w:ascii="HelveticaNeue LT 55 Roman" w:hAnsi="HelveticaNeue LT 55 Roman" w:cs="HelveticaNeue LT 55 Roman"/>
        </w:rPr>
        <w:t xml:space="preserve">Bildnachweis: </w:t>
      </w:r>
      <w:r w:rsidRPr="00800B75">
        <w:rPr>
          <w:rFonts w:ascii="HelveticaNeue LT 55 Roman" w:hAnsi="HelveticaNeue LT 55 Roman" w:cs="HelveticaNeue LT 55 Roman"/>
        </w:rPr>
        <w:t>Michael Schmidt</w:t>
      </w:r>
    </w:p>
    <w:p w:rsidR="006020C1" w:rsidRPr="00A93E50" w:rsidRDefault="006020C1" w:rsidP="00A93E50">
      <w:pPr>
        <w:pStyle w:val="Heading2"/>
      </w:pPr>
      <w:r>
        <w:rPr>
          <w:rFonts w:cs="Times New Roman"/>
        </w:rPr>
        <w:br w:type="page"/>
      </w:r>
      <w:r w:rsidRPr="00A93E50">
        <w:t>Information für Pressevertreter</w:t>
      </w:r>
    </w:p>
    <w:p w:rsidR="006020C1" w:rsidRPr="00A93E50" w:rsidRDefault="006020C1"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Neben jungen Unternehmern sind zum Clubabend am 1</w:t>
      </w:r>
      <w:r>
        <w:rPr>
          <w:rFonts w:ascii="HelveticaNeue LT 55 Roman" w:hAnsi="HelveticaNeue LT 55 Roman" w:cs="HelveticaNeue LT 55 Roman"/>
        </w:rPr>
        <w:t>2</w:t>
      </w:r>
      <w:r w:rsidRPr="00A93E50">
        <w:rPr>
          <w:rFonts w:ascii="HelveticaNeue LT 55 Roman" w:hAnsi="HelveticaNeue LT 55 Roman" w:cs="HelveticaNeue LT 55 Roman"/>
        </w:rPr>
        <w:t xml:space="preserve">. </w:t>
      </w:r>
      <w:r>
        <w:rPr>
          <w:rFonts w:ascii="HelveticaNeue LT 55 Roman" w:hAnsi="HelveticaNeue LT 55 Roman" w:cs="HelveticaNeue LT 55 Roman"/>
        </w:rPr>
        <w:t>August</w:t>
      </w:r>
      <w:r w:rsidRPr="00A93E50">
        <w:rPr>
          <w:rFonts w:ascii="HelveticaNeue LT 55 Roman" w:hAnsi="HelveticaNeue LT 55 Roman" w:cs="HelveticaNeue LT 55 Roman"/>
        </w:rPr>
        <w:t xml:space="preserve"> natürlich auch Vertreter der Presse recht herzlich eingeladen. Die Mitglieder der WJ Bautzen stehen an diesem Abend gern Rede und Antwort.</w:t>
      </w:r>
    </w:p>
    <w:p w:rsidR="006020C1" w:rsidRDefault="006020C1" w:rsidP="00A93E50">
      <w:pPr>
        <w:spacing w:line="276" w:lineRule="auto"/>
        <w:rPr>
          <w:rFonts w:ascii="HelveticaNeue LT 55 Roman" w:hAnsi="HelveticaNeue LT 55 Roman" w:cs="HelveticaNeue LT 55 Roman"/>
        </w:rPr>
      </w:pPr>
    </w:p>
    <w:p w:rsidR="006020C1" w:rsidRDefault="006020C1"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Sollte der Termin nicht wahrgenommen werden können, so kann</w:t>
      </w:r>
      <w:r>
        <w:rPr>
          <w:rFonts w:ascii="HelveticaNeue LT 55 Roman" w:hAnsi="HelveticaNeue LT 55 Roman" w:cs="HelveticaNeue LT 55 Roman"/>
        </w:rPr>
        <w:t xml:space="preserve"> alternativ</w:t>
      </w:r>
      <w:r w:rsidRPr="00A93E50">
        <w:rPr>
          <w:rFonts w:ascii="HelveticaNeue LT 55 Roman" w:hAnsi="HelveticaNeue LT 55 Roman" w:cs="HelveticaNeue LT 55 Roman"/>
        </w:rPr>
        <w:t xml:space="preserve"> über info@wj-bautzen.de auch ein an</w:t>
      </w:r>
      <w:r>
        <w:rPr>
          <w:rFonts w:ascii="HelveticaNeue LT 55 Roman" w:hAnsi="HelveticaNeue LT 55 Roman" w:cs="HelveticaNeue LT 55 Roman"/>
        </w:rPr>
        <w:t>derer Termin vereinbart werden.</w:t>
      </w:r>
    </w:p>
    <w:p w:rsidR="006020C1" w:rsidRDefault="006020C1" w:rsidP="00A93E50">
      <w:pPr>
        <w:spacing w:line="276" w:lineRule="auto"/>
        <w:rPr>
          <w:rFonts w:ascii="HelveticaNeue LT 55 Roman" w:hAnsi="HelveticaNeue LT 55 Roman" w:cs="HelveticaNeue LT 55 Roman"/>
        </w:rPr>
      </w:pPr>
      <w:r>
        <w:rPr>
          <w:rFonts w:ascii="HelveticaNeue LT 55 Roman" w:hAnsi="HelveticaNeue LT 55 Roman" w:cs="HelveticaNeue LT 55 Roman"/>
        </w:rPr>
        <w:t>Für a</w:t>
      </w:r>
      <w:r w:rsidRPr="00A93E50">
        <w:rPr>
          <w:rFonts w:ascii="HelveticaNeue LT 55 Roman" w:hAnsi="HelveticaNeue LT 55 Roman" w:cs="HelveticaNeue LT 55 Roman"/>
        </w:rPr>
        <w:t xml:space="preserve">usführliche Informationen zu den Wirtschafsjunioren allgemein können Sie </w:t>
      </w:r>
      <w:r>
        <w:rPr>
          <w:rFonts w:ascii="HelveticaNeue LT 55 Roman" w:hAnsi="HelveticaNeue LT 55 Roman" w:cs="HelveticaNeue LT 55 Roman"/>
        </w:rPr>
        <w:t xml:space="preserve">gern </w:t>
      </w:r>
      <w:r w:rsidRPr="00A93E50">
        <w:rPr>
          <w:rFonts w:ascii="HelveticaNeue LT 55 Roman" w:hAnsi="HelveticaNeue LT 55 Roman" w:cs="HelveticaNeue LT 55 Roman"/>
        </w:rPr>
        <w:t>Presseunterlagen</w:t>
      </w:r>
      <w:r>
        <w:rPr>
          <w:rFonts w:ascii="HelveticaNeue LT 55 Roman" w:hAnsi="HelveticaNeue LT 55 Roman" w:cs="HelveticaNeue LT 55 Roman"/>
        </w:rPr>
        <w:t xml:space="preserve"> bei uns anfordern</w:t>
      </w:r>
      <w:r w:rsidRPr="00A93E50">
        <w:rPr>
          <w:rFonts w:ascii="HelveticaNeue LT 55 Roman" w:hAnsi="HelveticaNeue LT 55 Roman" w:cs="HelveticaNeue LT 55 Roman"/>
        </w:rPr>
        <w:t xml:space="preserve"> oder </w:t>
      </w:r>
      <w:r>
        <w:rPr>
          <w:rFonts w:ascii="HelveticaNeue LT 55 Roman" w:hAnsi="HelveticaNeue LT 55 Roman" w:cs="HelveticaNeue LT 55 Roman"/>
        </w:rPr>
        <w:t>uns auf unserer</w:t>
      </w:r>
      <w:r w:rsidRPr="00A93E50">
        <w:rPr>
          <w:rFonts w:ascii="HelveticaNeue LT 55 Roman" w:hAnsi="HelveticaNeue LT 55 Roman" w:cs="HelveticaNeue LT 55 Roman"/>
        </w:rPr>
        <w:t xml:space="preserve"> Webseite www.wj</w:t>
      </w:r>
      <w:r>
        <w:rPr>
          <w:rFonts w:ascii="HelveticaNeue LT 55 Roman" w:hAnsi="HelveticaNeue LT 55 Roman" w:cs="HelveticaNeue LT 55 Roman"/>
        </w:rPr>
        <w:t>-bautzen</w:t>
      </w:r>
      <w:r w:rsidRPr="00A93E50">
        <w:rPr>
          <w:rFonts w:ascii="HelveticaNeue LT 55 Roman" w:hAnsi="HelveticaNeue LT 55 Roman" w:cs="HelveticaNeue LT 55 Roman"/>
        </w:rPr>
        <w:t xml:space="preserve">.de </w:t>
      </w:r>
      <w:r>
        <w:rPr>
          <w:rFonts w:ascii="HelveticaNeue LT 55 Roman" w:hAnsi="HelveticaNeue LT 55 Roman" w:cs="HelveticaNeue LT 55 Roman"/>
        </w:rPr>
        <w:t>besuchen</w:t>
      </w:r>
      <w:r w:rsidRPr="00A93E50">
        <w:rPr>
          <w:rFonts w:ascii="HelveticaNeue LT 55 Roman" w:hAnsi="HelveticaNeue LT 55 Roman" w:cs="HelveticaNeue LT 55 Roman"/>
        </w:rPr>
        <w:t>.</w:t>
      </w:r>
    </w:p>
    <w:p w:rsidR="006020C1" w:rsidRDefault="006020C1" w:rsidP="00A93E50">
      <w:pPr>
        <w:spacing w:line="276" w:lineRule="auto"/>
        <w:rPr>
          <w:rFonts w:ascii="HelveticaNeue LT 55 Roman" w:hAnsi="HelveticaNeue LT 55 Roman" w:cs="HelveticaNeue LT 55 Roman"/>
        </w:rPr>
      </w:pPr>
    </w:p>
    <w:p w:rsidR="006020C1" w:rsidRPr="00A93E50" w:rsidRDefault="006020C1" w:rsidP="00A93E50">
      <w:pPr>
        <w:pStyle w:val="Heading2"/>
      </w:pPr>
      <w:r w:rsidRPr="00A93E50">
        <w:t>Ansprechpartner</w:t>
      </w:r>
    </w:p>
    <w:p w:rsidR="006020C1" w:rsidRPr="00A93E50" w:rsidRDefault="006020C1" w:rsidP="00A93E50">
      <w:pPr>
        <w:spacing w:line="276" w:lineRule="auto"/>
        <w:jc w:val="both"/>
        <w:rPr>
          <w:rFonts w:ascii="HelveticaNeue LT 55 Roman" w:hAnsi="HelveticaNeue LT 55 Roman" w:cs="HelveticaNeue LT 55 Roman"/>
          <w:b/>
          <w:bCs/>
        </w:rPr>
      </w:pPr>
      <w:r w:rsidRPr="00A93E50">
        <w:rPr>
          <w:rFonts w:ascii="HelveticaNeue LT 55 Roman" w:hAnsi="HelveticaNeue LT 55 Roman" w:cs="HelveticaNeue LT 55 Roman"/>
          <w:b/>
          <w:bCs/>
        </w:rPr>
        <w:t>Kreissprecher</w:t>
      </w:r>
    </w:p>
    <w:p w:rsidR="006020C1" w:rsidRPr="00A93E50" w:rsidRDefault="006020C1"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Peter Stange</w:t>
      </w:r>
    </w:p>
    <w:p w:rsidR="006020C1" w:rsidRPr="00A93E50" w:rsidRDefault="006020C1" w:rsidP="00A93E50">
      <w:pPr>
        <w:spacing w:line="276" w:lineRule="auto"/>
        <w:rPr>
          <w:rFonts w:ascii="HelveticaNeue LT 55 Roman" w:hAnsi="HelveticaNeue LT 55 Roman" w:cs="HelveticaNeue LT 55 Roman"/>
          <w:lang w:val="en-GB"/>
        </w:rPr>
      </w:pPr>
      <w:r w:rsidRPr="00A93E50">
        <w:rPr>
          <w:rFonts w:ascii="HelveticaNeue LT 55 Roman" w:hAnsi="HelveticaNeue LT 55 Roman" w:cs="HelveticaNeue LT 55 Roman"/>
          <w:lang w:val="en-GB"/>
        </w:rPr>
        <w:t>Mail: info@wj-bautzen.de</w:t>
      </w:r>
    </w:p>
    <w:p w:rsidR="006020C1" w:rsidRPr="00A93E50" w:rsidRDefault="006020C1" w:rsidP="00A93E50">
      <w:pPr>
        <w:spacing w:line="276" w:lineRule="auto"/>
        <w:rPr>
          <w:rFonts w:ascii="HelveticaNeue LT 55 Roman" w:hAnsi="HelveticaNeue LT 55 Roman" w:cs="HelveticaNeue LT 55 Roman"/>
          <w:lang w:val="en-GB"/>
        </w:rPr>
      </w:pPr>
    </w:p>
    <w:p w:rsidR="006020C1" w:rsidRPr="00A93E50" w:rsidRDefault="006020C1" w:rsidP="00A93E50">
      <w:pPr>
        <w:spacing w:line="276" w:lineRule="auto"/>
        <w:rPr>
          <w:rFonts w:ascii="HelveticaNeue LT 55 Roman" w:hAnsi="HelveticaNeue LT 55 Roman" w:cs="HelveticaNeue LT 55 Roman"/>
          <w:b/>
          <w:bCs/>
          <w:lang w:val="en-GB"/>
        </w:rPr>
      </w:pPr>
      <w:r w:rsidRPr="00A93E50">
        <w:rPr>
          <w:rFonts w:ascii="HelveticaNeue LT 55 Roman" w:hAnsi="HelveticaNeue LT 55 Roman" w:cs="HelveticaNeue LT 55 Roman"/>
          <w:b/>
          <w:bCs/>
          <w:lang w:val="en-GB"/>
        </w:rPr>
        <w:t>Öffentlichkeitsarbeit</w:t>
      </w:r>
    </w:p>
    <w:p w:rsidR="006020C1" w:rsidRPr="00A93E50" w:rsidRDefault="006020C1"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Christian Klinger</w:t>
      </w:r>
    </w:p>
    <w:p w:rsidR="006020C1" w:rsidRPr="00A93E50" w:rsidRDefault="006020C1"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Telefon: 0174/3021394</w:t>
      </w:r>
    </w:p>
    <w:p w:rsidR="006020C1" w:rsidRPr="00A93E50" w:rsidRDefault="006020C1"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Mail: presse@wj-bautzen.de</w:t>
      </w:r>
    </w:p>
    <w:sectPr w:rsidR="006020C1" w:rsidRPr="00A93E50" w:rsidSect="00F861CB">
      <w:headerReference w:type="default" r:id="rId7"/>
      <w:footerReference w:type="default" r:id="rId8"/>
      <w:pgSz w:w="11900" w:h="16840"/>
      <w:pgMar w:top="5387" w:right="3175" w:bottom="1134" w:left="1418" w:header="709" w:footer="114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0C1" w:rsidRDefault="006020C1" w:rsidP="00961BAC">
      <w:pPr>
        <w:rPr>
          <w:rFonts w:cs="Times New Roman"/>
        </w:rPr>
      </w:pPr>
      <w:r>
        <w:rPr>
          <w:rFonts w:cs="Times New Roman"/>
        </w:rPr>
        <w:separator/>
      </w:r>
    </w:p>
  </w:endnote>
  <w:endnote w:type="continuationSeparator" w:id="0">
    <w:p w:rsidR="006020C1" w:rsidRDefault="006020C1" w:rsidP="00961BA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Neue LT 55 Roman">
    <w:altName w:val="HeldustryFT Black"/>
    <w:panose1 w:val="00000000000000000000"/>
    <w:charset w:val="00"/>
    <w:family w:val="auto"/>
    <w:notTrueType/>
    <w:pitch w:val="variable"/>
    <w:sig w:usb0="00000003" w:usb1="00000000" w:usb2="00000000" w:usb3="00000000" w:csb0="0000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Helvetica Neue">
    <w:altName w:val="Agency FB"/>
    <w:panose1 w:val="020B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0C1" w:rsidRDefault="006020C1">
    <w:pPr>
      <w:rPr>
        <w:rFonts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6" o:spid="_x0000_s2056" type="#_x0000_t75" style="position:absolute;margin-left:374.65pt;margin-top:.9pt;width:81.1pt;height:42.5pt;z-index:251655168;visibility:visible">
          <v:imagedata r:id="rId1" o:titl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0C1" w:rsidRDefault="006020C1" w:rsidP="00961BAC">
      <w:pPr>
        <w:rPr>
          <w:rFonts w:cs="Times New Roman"/>
        </w:rPr>
      </w:pPr>
      <w:r>
        <w:rPr>
          <w:rFonts w:cs="Times New Roman"/>
        </w:rPr>
        <w:separator/>
      </w:r>
    </w:p>
  </w:footnote>
  <w:footnote w:type="continuationSeparator" w:id="0">
    <w:p w:rsidR="006020C1" w:rsidRDefault="006020C1" w:rsidP="00961BAC">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0C1" w:rsidRDefault="006020C1" w:rsidP="004A137A">
    <w:pPr>
      <w:pStyle w:val="AbsenderWJD"/>
    </w:pPr>
    <w:r>
      <w:rPr>
        <w:noProof/>
      </w:rPr>
      <w:pict>
        <v:group id="_x0000_s2049" style="position:absolute;margin-left:0;margin-top:42.55pt;width:175.95pt;height:49.7pt;z-index:251660288;mso-position-vertical-relative:page" coordorigin="1418,710" coordsize="3519,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2050" type="#_x0000_t75" alt="WJ_LOGO_FARBIG.bmp" style="position:absolute;left:1418;top:710;width:3519;height:994;visibility:visible">
            <v:imagedata r:id="rId1" o:title=""/>
          </v:shape>
          <v:shapetype id="_x0000_t202" coordsize="21600,21600" o:spt="202" path="m,l,21600r21600,l21600,xe">
            <v:stroke joinstyle="miter"/>
            <v:path gradientshapeok="t" o:connecttype="rect"/>
          </v:shapetype>
          <v:shape id="_x0000_s2051" type="#_x0000_t202" style="position:absolute;left:2863;top:897;width:2071;height:246;mso-position-vertical-relative:page" stroked="f">
            <v:textbox style="mso-next-textbox:#_x0000_s2051" inset="0,0,0,0">
              <w:txbxContent>
                <w:p w:rsidR="006020C1" w:rsidRPr="00A72384" w:rsidRDefault="006020C1" w:rsidP="004A137A">
                  <w:pPr>
                    <w:rPr>
                      <w:rFonts w:ascii="HelveticaNeue LT 55 Roman" w:hAnsi="HelveticaNeue LT 55 Roman" w:cs="HelveticaNeue LT 55 Roman"/>
                      <w:b/>
                      <w:bCs/>
                      <w:color w:val="5D5B59"/>
                      <w:sz w:val="17"/>
                      <w:szCs w:val="17"/>
                    </w:rPr>
                  </w:pPr>
                  <w:r>
                    <w:rPr>
                      <w:rFonts w:ascii="HelveticaNeue LT 55 Roman" w:hAnsi="HelveticaNeue LT 55 Roman" w:cs="HelveticaNeue LT 55 Roman"/>
                      <w:b/>
                      <w:bCs/>
                      <w:color w:val="5D5B59"/>
                      <w:sz w:val="17"/>
                      <w:szCs w:val="17"/>
                    </w:rPr>
                    <w:t>BAUTZEN</w:t>
                  </w:r>
                </w:p>
              </w:txbxContent>
            </v:textbox>
          </v:shape>
          <w10:wrap anchory="page"/>
          <w10:anchorlock/>
        </v:group>
      </w:pict>
    </w:r>
    <w:r>
      <w:rPr>
        <w:noProof/>
      </w:rPr>
      <w:pict>
        <v:shape id="Grafik 0" o:spid="_x0000_s2052" type="#_x0000_t75" alt="wjd_logo_sdjw_RGB_28954.jpg" style="position:absolute;margin-left:341.6pt;margin-top:3.9pt;width:143.15pt;height:54pt;z-index:251656192;visibility:visible">
          <v:imagedata r:id="rId2" o:title="" gain="72818f"/>
          <w10:anchorlock/>
        </v:shape>
      </w:pict>
    </w:r>
    <w:r>
      <w:rPr>
        <w:noProof/>
      </w:rPr>
      <w:pict>
        <v:shape id="Textfeld 14" o:spid="_x0000_s2053" type="#_x0000_t202" style="position:absolute;margin-left:-5.55pt;margin-top:99.25pt;width:198pt;height:27pt;z-index:251659264;visibility:visible" filled="f" stroked="f">
          <v:textbox style="mso-next-textbox:#Textfeld 14">
            <w:txbxContent>
              <w:p w:rsidR="006020C1" w:rsidRPr="0036486A" w:rsidRDefault="006020C1" w:rsidP="004A137A">
                <w:pPr>
                  <w:pStyle w:val="AbsenderWJD"/>
                  <w:rPr>
                    <w:rFonts w:ascii="HelveticaNeue LT 55 Roman" w:hAnsi="HelveticaNeue LT 55 Roman" w:cs="HelveticaNeue LT 55 Roman"/>
                    <w:b/>
                    <w:bCs/>
                  </w:rPr>
                </w:pPr>
                <w:r w:rsidRPr="0036486A">
                  <w:rPr>
                    <w:rFonts w:ascii="HelveticaNeue LT 55 Roman" w:hAnsi="HelveticaNeue LT 55 Roman" w:cs="HelveticaNeue LT 55 Roman"/>
                    <w:b/>
                    <w:bCs/>
                  </w:rPr>
                  <w:t xml:space="preserve">Wirtschaftsjunioren </w:t>
                </w:r>
                <w:r>
                  <w:rPr>
                    <w:rFonts w:ascii="HelveticaNeue LT 55 Roman" w:hAnsi="HelveticaNeue LT 55 Roman" w:cs="HelveticaNeue LT 55 Roman"/>
                    <w:b/>
                    <w:bCs/>
                  </w:rPr>
                  <w:t>Bautzen e.V. bei der IHK Dresden</w:t>
                </w:r>
              </w:p>
              <w:p w:rsidR="006020C1" w:rsidRPr="0036486A" w:rsidRDefault="006020C1" w:rsidP="004A137A">
                <w:pPr>
                  <w:pStyle w:val="AbsenderWJD"/>
                  <w:rPr>
                    <w:rFonts w:ascii="HelveticaNeue LT 55 Roman" w:hAnsi="HelveticaNeue LT 55 Roman" w:cs="HelveticaNeue LT 55 Roman"/>
                  </w:rPr>
                </w:pPr>
                <w:r w:rsidRPr="00F6027B">
                  <w:rPr>
                    <w:rFonts w:ascii="HelveticaNeue LT 55 Roman" w:hAnsi="HelveticaNeue LT 55 Roman" w:cs="HelveticaNeue LT 55 Roman"/>
                  </w:rPr>
                  <w:t>Karl-Liebknecht-Straße 2</w:t>
                </w:r>
                <w:r w:rsidRPr="00FD4E71">
                  <w:rPr>
                    <w:rFonts w:ascii="HelveticaNeue LT 55 Roman" w:hAnsi="HelveticaNeue LT 55 Roman" w:cs="HelveticaNeue LT 55 Roman"/>
                  </w:rPr>
                  <w:t xml:space="preserve"> </w:t>
                </w:r>
                <w:r w:rsidRPr="00FD4E71">
                  <w:rPr>
                    <w:rFonts w:ascii="Times New Roman" w:hAnsi="Times New Roman" w:cs="Times New Roman"/>
                  </w:rPr>
                  <w:t>∙</w:t>
                </w:r>
                <w:r w:rsidRPr="00FD4E71">
                  <w:rPr>
                    <w:rFonts w:ascii="HelveticaNeue LT 55 Roman" w:hAnsi="HelveticaNeue LT 55 Roman" w:cs="HelveticaNeue LT 55 Roman"/>
                  </w:rPr>
                  <w:t xml:space="preserve"> 0</w:t>
                </w:r>
                <w:r>
                  <w:rPr>
                    <w:rFonts w:ascii="HelveticaNeue LT 55 Roman" w:hAnsi="HelveticaNeue LT 55 Roman" w:cs="HelveticaNeue LT 55 Roman"/>
                  </w:rPr>
                  <w:t>2625</w:t>
                </w:r>
                <w:r w:rsidRPr="00FD4E71">
                  <w:rPr>
                    <w:rFonts w:ascii="HelveticaNeue LT 55 Roman" w:hAnsi="HelveticaNeue LT 55 Roman" w:cs="HelveticaNeue LT 55 Roman"/>
                  </w:rPr>
                  <w:t xml:space="preserve"> </w:t>
                </w:r>
                <w:r>
                  <w:rPr>
                    <w:rFonts w:ascii="HelveticaNeue LT 55 Roman" w:hAnsi="HelveticaNeue LT 55 Roman" w:cs="HelveticaNeue LT 55 Roman"/>
                  </w:rPr>
                  <w:t>Bautzen</w:t>
                </w:r>
              </w:p>
              <w:p w:rsidR="006020C1" w:rsidRDefault="006020C1" w:rsidP="004A137A">
                <w:pPr>
                  <w:pStyle w:val="AbsenderWJD"/>
                  <w:rPr>
                    <w:rFonts w:cs="Times New Roman"/>
                  </w:rPr>
                </w:pPr>
              </w:p>
            </w:txbxContent>
          </v:textbox>
          <w10:wrap type="square"/>
          <w10:anchorlock/>
        </v:shape>
      </w:pict>
    </w:r>
    <w:r>
      <w:rPr>
        <w:noProof/>
      </w:rPr>
      <w:pict>
        <v:line id="Gerade Verbindung 13" o:spid="_x0000_s2054" style="position:absolute;z-index:251658240;visibility:visible" from="378pt,261.25pt" to="379.6pt,518.45pt" strokecolor="#999" strokeweight=".5pt">
          <w10:anchorlock/>
        </v:line>
      </w:pict>
    </w:r>
    <w:r>
      <w:rPr>
        <w:noProof/>
      </w:rPr>
      <w:pict>
        <v:shape id="Textfeld 12" o:spid="_x0000_s2055" type="#_x0000_t202" style="position:absolute;margin-left:378pt;margin-top:288.35pt;width:126pt;height:243pt;z-index:-251659264;visibility:visible" filled="f" stroked="f">
          <v:textbox style="mso-next-textbox:#Textfeld 12">
            <w:txbxContent>
              <w:p w:rsidR="006020C1" w:rsidRPr="0036486A" w:rsidRDefault="006020C1" w:rsidP="00F6027B">
                <w:pPr>
                  <w:pStyle w:val="Adressblockrechts"/>
                  <w:rPr>
                    <w:rFonts w:ascii="HelveticaNeue LT 55 Roman" w:hAnsi="HelveticaNeue LT 55 Roman" w:cs="HelveticaNeue LT 55 Roman"/>
                    <w:b/>
                    <w:bCs/>
                  </w:rPr>
                </w:pPr>
                <w:r w:rsidRPr="0036486A">
                  <w:rPr>
                    <w:rFonts w:ascii="HelveticaNeue LT 55 Roman" w:hAnsi="HelveticaNeue LT 55 Roman" w:cs="HelveticaNeue LT 55 Roman"/>
                    <w:b/>
                    <w:bCs/>
                  </w:rPr>
                  <w:t>Wirtschaftsjunioren</w:t>
                </w:r>
                <w:r>
                  <w:rPr>
                    <w:rFonts w:ascii="HelveticaNeue LT 55 Roman" w:hAnsi="HelveticaNeue LT 55 Roman" w:cs="HelveticaNeue LT 55 Roman"/>
                    <w:b/>
                    <w:bCs/>
                  </w:rPr>
                  <w:t xml:space="preserve"> Bautzen e.V.</w:t>
                </w:r>
                <w:r w:rsidRPr="0036486A">
                  <w:rPr>
                    <w:rFonts w:ascii="HelveticaNeue LT 55 Roman" w:hAnsi="HelveticaNeue LT 55 Roman" w:cs="HelveticaNeue LT 55 Roman"/>
                    <w:b/>
                    <w:bCs/>
                  </w:rPr>
                  <w:br/>
                </w:r>
                <w:r>
                  <w:rPr>
                    <w:rFonts w:ascii="HelveticaNeue LT 55 Roman" w:hAnsi="HelveticaNeue LT 55 Roman" w:cs="HelveticaNeue LT 55 Roman"/>
                    <w:b/>
                    <w:bCs/>
                  </w:rPr>
                  <w:t>bei der IHK Dresden</w:t>
                </w:r>
              </w:p>
              <w:p w:rsidR="006020C1" w:rsidRPr="009016C3" w:rsidRDefault="006020C1" w:rsidP="00F6027B">
                <w:pPr>
                  <w:pStyle w:val="Adressblockrechts"/>
                  <w:spacing w:after="0"/>
                  <w:rPr>
                    <w:rFonts w:ascii="HelveticaNeue LT 55 Roman" w:hAnsi="HelveticaNeue LT 55 Roman" w:cs="HelveticaNeue LT 55 Roman"/>
                  </w:rPr>
                </w:pPr>
                <w:r w:rsidRPr="0036486A">
                  <w:rPr>
                    <w:rFonts w:ascii="HelveticaNeue LT 55 Roman" w:hAnsi="HelveticaNeue LT 55 Roman" w:cs="HelveticaNeue LT 55 Roman"/>
                    <w:color w:val="999999"/>
                  </w:rPr>
                  <w:sym w:font="Wingdings 3" w:char="F084"/>
                </w:r>
                <w:r w:rsidRPr="0036486A">
                  <w:rPr>
                    <w:rFonts w:ascii="HelveticaNeue LT 55 Roman" w:hAnsi="HelveticaNeue LT 55 Roman" w:cs="HelveticaNeue LT 55 Roman"/>
                  </w:rPr>
                  <w:br/>
                </w:r>
                <w:r w:rsidRPr="009016C3">
                  <w:rPr>
                    <w:rFonts w:ascii="HelveticaNeue LT 55 Roman" w:hAnsi="HelveticaNeue LT 55 Roman" w:cs="HelveticaNeue LT 55 Roman"/>
                  </w:rPr>
                  <w:t>Karl-Liebknecht-Straße 2</w:t>
                </w:r>
              </w:p>
              <w:p w:rsidR="006020C1" w:rsidRPr="009016C3" w:rsidRDefault="006020C1" w:rsidP="00F6027B">
                <w:pPr>
                  <w:pStyle w:val="Adressblockrechts"/>
                  <w:rPr>
                    <w:rFonts w:ascii="HelveticaNeue LT 55 Roman" w:hAnsi="HelveticaNeue LT 55 Roman" w:cs="HelveticaNeue LT 55 Roman"/>
                  </w:rPr>
                </w:pPr>
                <w:r w:rsidRPr="009016C3">
                  <w:rPr>
                    <w:rFonts w:ascii="HelveticaNeue LT 55 Roman" w:hAnsi="HelveticaNeue LT 55 Roman" w:cs="HelveticaNeue LT 55 Roman"/>
                  </w:rPr>
                  <w:t>02625 Bautzen</w:t>
                </w:r>
              </w:p>
              <w:p w:rsidR="006020C1" w:rsidRPr="009016C3" w:rsidRDefault="006020C1" w:rsidP="00F6027B">
                <w:pPr>
                  <w:pStyle w:val="Adressblockrechts"/>
                  <w:spacing w:after="0"/>
                  <w:rPr>
                    <w:rFonts w:ascii="HelveticaNeue LT 55 Roman" w:hAnsi="HelveticaNeue LT 55 Roman" w:cs="HelveticaNeue LT 55 Roman"/>
                  </w:rPr>
                </w:pPr>
                <w:r w:rsidRPr="009016C3">
                  <w:rPr>
                    <w:rFonts w:ascii="HelveticaNeue LT 55 Roman" w:hAnsi="HelveticaNeue LT 55 Roman" w:cs="HelveticaNeue LT 55 Roman"/>
                  </w:rPr>
                  <w:t>Tel.: +49 (0) 3591 351300</w:t>
                </w:r>
              </w:p>
              <w:p w:rsidR="006020C1" w:rsidRPr="00A67B48" w:rsidRDefault="006020C1" w:rsidP="00F6027B">
                <w:pPr>
                  <w:pStyle w:val="Adressblockrechts"/>
                  <w:rPr>
                    <w:rFonts w:ascii="HelveticaNeue LT 55 Roman" w:hAnsi="HelveticaNeue LT 55 Roman" w:cs="HelveticaNeue LT 55 Roman"/>
                    <w:lang w:val="en-GB"/>
                  </w:rPr>
                </w:pPr>
                <w:r w:rsidRPr="00A67B48">
                  <w:rPr>
                    <w:rFonts w:ascii="HelveticaNeue LT 55 Roman" w:hAnsi="HelveticaNeue LT 55 Roman" w:cs="HelveticaNeue LT 55 Roman"/>
                    <w:lang w:val="en-GB"/>
                  </w:rPr>
                  <w:t>Fax:  +49 (0) 3591 351320</w:t>
                </w:r>
              </w:p>
              <w:p w:rsidR="006020C1" w:rsidRPr="00A67B48" w:rsidRDefault="006020C1" w:rsidP="00F6027B">
                <w:pPr>
                  <w:pStyle w:val="Adressblockrechts"/>
                  <w:rPr>
                    <w:rFonts w:ascii="HelveticaNeue LT 55 Roman" w:hAnsi="HelveticaNeue LT 55 Roman" w:cs="HelveticaNeue LT 55 Roman"/>
                    <w:lang w:val="en-GB"/>
                  </w:rPr>
                </w:pPr>
                <w:r w:rsidRPr="00A67B48">
                  <w:rPr>
                    <w:rFonts w:ascii="HelveticaNeue LT 55 Roman" w:hAnsi="HelveticaNeue LT 55 Roman" w:cs="HelveticaNeue LT 55 Roman"/>
                    <w:lang w:val="en-GB"/>
                  </w:rPr>
                  <w:t>info@wj-bautzen.de</w:t>
                </w:r>
                <w:r w:rsidRPr="00A67B48">
                  <w:rPr>
                    <w:rFonts w:ascii="HelveticaNeue LT 55 Roman" w:hAnsi="HelveticaNeue LT 55 Roman" w:cs="HelveticaNeue LT 55 Roman"/>
                    <w:lang w:val="en-GB"/>
                  </w:rPr>
                  <w:br/>
                  <w:t>www.wj-bautzen.de</w:t>
                </w:r>
              </w:p>
              <w:p w:rsidR="006020C1" w:rsidRPr="0036486A" w:rsidRDefault="006020C1" w:rsidP="00F6027B">
                <w:pPr>
                  <w:pStyle w:val="Adressblockrechts"/>
                  <w:rPr>
                    <w:rFonts w:ascii="HelveticaNeue LT 55 Roman" w:hAnsi="HelveticaNeue LT 55 Roman" w:cs="HelveticaNeue LT 55 Roman"/>
                  </w:rPr>
                </w:pPr>
                <w:r w:rsidRPr="0036486A">
                  <w:rPr>
                    <w:rFonts w:ascii="HelveticaNeue LT 55 Roman" w:hAnsi="HelveticaNeue LT 55 Roman" w:cs="HelveticaNeue LT 55 Roman"/>
                    <w:color w:val="999999"/>
                  </w:rPr>
                  <w:sym w:font="Wingdings 3" w:char="F084"/>
                </w:r>
                <w:r w:rsidRPr="0036486A">
                  <w:rPr>
                    <w:rFonts w:ascii="HelveticaNeue LT 55 Roman" w:hAnsi="HelveticaNeue LT 55 Roman" w:cs="HelveticaNeue LT 55 Roman"/>
                  </w:rPr>
                  <w:br/>
                </w:r>
                <w:r w:rsidRPr="00FD4E71">
                  <w:rPr>
                    <w:rFonts w:ascii="HelveticaNeue LT 55 Roman" w:hAnsi="HelveticaNeue LT 55 Roman" w:cs="HelveticaNeue LT 55 Roman"/>
                  </w:rPr>
                  <w:t>Ostsächsische Sparkasse Dresden</w:t>
                </w:r>
                <w:r w:rsidRPr="0036486A">
                  <w:rPr>
                    <w:rFonts w:ascii="HelveticaNeue LT 55 Roman" w:hAnsi="HelveticaNeue LT 55 Roman" w:cs="HelveticaNeue LT 55 Roman"/>
                  </w:rPr>
                  <w:br/>
                </w:r>
                <w:r w:rsidRPr="00FD4E71">
                  <w:rPr>
                    <w:rFonts w:ascii="HelveticaNeue LT 55 Roman" w:hAnsi="HelveticaNeue LT 55 Roman" w:cs="HelveticaNeue LT 55 Roman"/>
                  </w:rPr>
                  <w:t>BLZ  850 50 300</w:t>
                </w:r>
                <w:r w:rsidRPr="0036486A">
                  <w:rPr>
                    <w:rFonts w:ascii="HelveticaNeue LT 55 Roman" w:hAnsi="HelveticaNeue LT 55 Roman" w:cs="HelveticaNeue LT 55 Roman"/>
                  </w:rPr>
                  <w:br/>
                </w:r>
                <w:r w:rsidRPr="00FD4E71">
                  <w:rPr>
                    <w:rFonts w:ascii="HelveticaNeue LT 55 Roman" w:hAnsi="HelveticaNeue LT 55 Roman" w:cs="HelveticaNeue LT 55 Roman"/>
                  </w:rPr>
                  <w:t xml:space="preserve">Konto-Nr. </w:t>
                </w:r>
                <w:r>
                  <w:rPr>
                    <w:rFonts w:ascii="HelveticaNeue LT 55 Roman" w:hAnsi="HelveticaNeue LT 55 Roman" w:cs="HelveticaNeue LT 55 Roman"/>
                  </w:rPr>
                  <w:t xml:space="preserve"> 00 00 00 00 00</w:t>
                </w:r>
              </w:p>
            </w:txbxContent>
          </v:textbox>
          <w10:anchorlock/>
        </v:shape>
      </w:pict>
    </w:r>
    <w:r>
      <w:t xml:space="preserve"> </w:t>
    </w:r>
  </w:p>
  <w:p w:rsidR="006020C1" w:rsidRPr="004A137A" w:rsidRDefault="006020C1" w:rsidP="004A137A">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749D8"/>
    <w:multiLevelType w:val="hybridMultilevel"/>
    <w:tmpl w:val="6B5291B4"/>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
    <w:nsid w:val="386F26EB"/>
    <w:multiLevelType w:val="hybridMultilevel"/>
    <w:tmpl w:val="926472C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599D1BC4"/>
    <w:multiLevelType w:val="hybridMultilevel"/>
    <w:tmpl w:val="9E4AF290"/>
    <w:lvl w:ilvl="0" w:tplc="1A16FC60">
      <w:numFmt w:val="bullet"/>
      <w:lvlText w:val="-"/>
      <w:lvlJc w:val="left"/>
      <w:pPr>
        <w:ind w:left="720" w:hanging="360"/>
      </w:pPr>
      <w:rPr>
        <w:rFonts w:ascii="HelveticaNeue LT 55 Roman" w:eastAsia="MS Minngs" w:hAnsi="HelveticaNeue LT 55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
    <w:nsid w:val="6E2E35D2"/>
    <w:multiLevelType w:val="hybridMultilevel"/>
    <w:tmpl w:val="E69EE45C"/>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0359"/>
    <w:rsid w:val="000134E9"/>
    <w:rsid w:val="00062800"/>
    <w:rsid w:val="000968D7"/>
    <w:rsid w:val="000A15E1"/>
    <w:rsid w:val="000C59EE"/>
    <w:rsid w:val="00136306"/>
    <w:rsid w:val="00137EB8"/>
    <w:rsid w:val="001723AD"/>
    <w:rsid w:val="001D7D30"/>
    <w:rsid w:val="001F4E49"/>
    <w:rsid w:val="00213DCB"/>
    <w:rsid w:val="002406D2"/>
    <w:rsid w:val="00246F82"/>
    <w:rsid w:val="00256017"/>
    <w:rsid w:val="00280FC2"/>
    <w:rsid w:val="00286B1E"/>
    <w:rsid w:val="002B7848"/>
    <w:rsid w:val="002D1E16"/>
    <w:rsid w:val="002E262B"/>
    <w:rsid w:val="002E4F35"/>
    <w:rsid w:val="002F05CA"/>
    <w:rsid w:val="002F648A"/>
    <w:rsid w:val="003136CD"/>
    <w:rsid w:val="003401F1"/>
    <w:rsid w:val="00346AE9"/>
    <w:rsid w:val="0036486A"/>
    <w:rsid w:val="00374C99"/>
    <w:rsid w:val="00376804"/>
    <w:rsid w:val="00395C31"/>
    <w:rsid w:val="003B39BC"/>
    <w:rsid w:val="003B45E7"/>
    <w:rsid w:val="003C54D4"/>
    <w:rsid w:val="003D44E1"/>
    <w:rsid w:val="00400AF9"/>
    <w:rsid w:val="00406397"/>
    <w:rsid w:val="004063B7"/>
    <w:rsid w:val="00454220"/>
    <w:rsid w:val="004561DB"/>
    <w:rsid w:val="00462302"/>
    <w:rsid w:val="00474D72"/>
    <w:rsid w:val="00482359"/>
    <w:rsid w:val="00483DE8"/>
    <w:rsid w:val="004A137A"/>
    <w:rsid w:val="004F0013"/>
    <w:rsid w:val="00570359"/>
    <w:rsid w:val="006020C1"/>
    <w:rsid w:val="006975C5"/>
    <w:rsid w:val="00726F62"/>
    <w:rsid w:val="007335A1"/>
    <w:rsid w:val="00740A35"/>
    <w:rsid w:val="00742400"/>
    <w:rsid w:val="007578ED"/>
    <w:rsid w:val="0076448F"/>
    <w:rsid w:val="0077628D"/>
    <w:rsid w:val="007811EC"/>
    <w:rsid w:val="007A1CAA"/>
    <w:rsid w:val="007D3309"/>
    <w:rsid w:val="00800B75"/>
    <w:rsid w:val="00815821"/>
    <w:rsid w:val="008655F0"/>
    <w:rsid w:val="0089687E"/>
    <w:rsid w:val="008E1DC9"/>
    <w:rsid w:val="009016C3"/>
    <w:rsid w:val="00961BAC"/>
    <w:rsid w:val="009E1F60"/>
    <w:rsid w:val="009E29E5"/>
    <w:rsid w:val="009F1DAA"/>
    <w:rsid w:val="00A029C7"/>
    <w:rsid w:val="00A058EE"/>
    <w:rsid w:val="00A67B48"/>
    <w:rsid w:val="00A72384"/>
    <w:rsid w:val="00A93E50"/>
    <w:rsid w:val="00A96AD7"/>
    <w:rsid w:val="00AB3F30"/>
    <w:rsid w:val="00AC2B98"/>
    <w:rsid w:val="00B01F78"/>
    <w:rsid w:val="00B936BF"/>
    <w:rsid w:val="00BC2090"/>
    <w:rsid w:val="00BE59F6"/>
    <w:rsid w:val="00C213BC"/>
    <w:rsid w:val="00C4160B"/>
    <w:rsid w:val="00CB6561"/>
    <w:rsid w:val="00D003E8"/>
    <w:rsid w:val="00D35108"/>
    <w:rsid w:val="00D4089A"/>
    <w:rsid w:val="00D476C3"/>
    <w:rsid w:val="00D656EB"/>
    <w:rsid w:val="00DA713F"/>
    <w:rsid w:val="00E33F15"/>
    <w:rsid w:val="00E543E2"/>
    <w:rsid w:val="00E70CEB"/>
    <w:rsid w:val="00E7388B"/>
    <w:rsid w:val="00E80448"/>
    <w:rsid w:val="00EE53F9"/>
    <w:rsid w:val="00EF5384"/>
    <w:rsid w:val="00F254C4"/>
    <w:rsid w:val="00F26E61"/>
    <w:rsid w:val="00F47B6E"/>
    <w:rsid w:val="00F6027B"/>
    <w:rsid w:val="00F704B5"/>
    <w:rsid w:val="00F861CB"/>
    <w:rsid w:val="00FB417A"/>
    <w:rsid w:val="00FC2634"/>
    <w:rsid w:val="00FC7BA8"/>
    <w:rsid w:val="00FD4E7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Fließtext"/>
    <w:qFormat/>
    <w:rsid w:val="00E33F15"/>
    <w:pPr>
      <w:spacing w:line="260" w:lineRule="exact"/>
    </w:pPr>
    <w:rPr>
      <w:rFonts w:ascii="Helvetica Neue" w:hAnsi="Helvetica Neue" w:cs="Helvetica Neue"/>
      <w:sz w:val="20"/>
      <w:szCs w:val="20"/>
    </w:rPr>
  </w:style>
  <w:style w:type="paragraph" w:styleId="Heading2">
    <w:name w:val="heading 2"/>
    <w:basedOn w:val="Normal"/>
    <w:next w:val="Normal"/>
    <w:link w:val="Heading2Char"/>
    <w:uiPriority w:val="99"/>
    <w:qFormat/>
    <w:locked/>
    <w:rsid w:val="00A93E50"/>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9687E"/>
    <w:rPr>
      <w:rFonts w:ascii="Cambria" w:hAnsi="Cambria" w:cs="Cambria"/>
      <w:b/>
      <w:bCs/>
      <w:i/>
      <w:iCs/>
      <w:sz w:val="28"/>
      <w:szCs w:val="28"/>
    </w:rPr>
  </w:style>
  <w:style w:type="paragraph" w:customStyle="1" w:styleId="Musterstadt">
    <w:name w:val="Musterstadt"/>
    <w:basedOn w:val="Normal"/>
    <w:uiPriority w:val="99"/>
    <w:rsid w:val="001D7D30"/>
    <w:pPr>
      <w:spacing w:after="200" w:line="480" w:lineRule="auto"/>
    </w:pPr>
    <w:rPr>
      <w:b/>
      <w:bCs/>
      <w:color w:val="5D5B59"/>
    </w:rPr>
  </w:style>
  <w:style w:type="paragraph" w:styleId="Header">
    <w:name w:val="header"/>
    <w:basedOn w:val="Normal"/>
    <w:link w:val="HeaderChar"/>
    <w:uiPriority w:val="99"/>
    <w:rsid w:val="000134E9"/>
    <w:pPr>
      <w:tabs>
        <w:tab w:val="center" w:pos="4536"/>
        <w:tab w:val="right" w:pos="9072"/>
      </w:tabs>
      <w:spacing w:line="240" w:lineRule="auto"/>
    </w:pPr>
  </w:style>
  <w:style w:type="character" w:customStyle="1" w:styleId="HeaderChar">
    <w:name w:val="Header Char"/>
    <w:basedOn w:val="DefaultParagraphFont"/>
    <w:link w:val="Header"/>
    <w:uiPriority w:val="99"/>
    <w:locked/>
    <w:rsid w:val="000134E9"/>
    <w:rPr>
      <w:rFonts w:ascii="Helvetica Neue" w:hAnsi="Helvetica Neue" w:cs="Helvetica Neue"/>
      <w:sz w:val="20"/>
      <w:szCs w:val="20"/>
    </w:rPr>
  </w:style>
  <w:style w:type="paragraph" w:styleId="Footer">
    <w:name w:val="footer"/>
    <w:basedOn w:val="Normal"/>
    <w:link w:val="FooterChar"/>
    <w:uiPriority w:val="99"/>
    <w:rsid w:val="000134E9"/>
    <w:pPr>
      <w:tabs>
        <w:tab w:val="center" w:pos="4536"/>
        <w:tab w:val="right" w:pos="9072"/>
      </w:tabs>
      <w:spacing w:line="240" w:lineRule="auto"/>
    </w:pPr>
  </w:style>
  <w:style w:type="character" w:customStyle="1" w:styleId="FooterChar">
    <w:name w:val="Footer Char"/>
    <w:basedOn w:val="DefaultParagraphFont"/>
    <w:link w:val="Footer"/>
    <w:uiPriority w:val="99"/>
    <w:locked/>
    <w:rsid w:val="000134E9"/>
    <w:rPr>
      <w:rFonts w:ascii="Helvetica Neue" w:hAnsi="Helvetica Neue" w:cs="Helvetica Neue"/>
      <w:sz w:val="20"/>
      <w:szCs w:val="20"/>
    </w:rPr>
  </w:style>
  <w:style w:type="paragraph" w:customStyle="1" w:styleId="OrtundDatum">
    <w:name w:val="Ort und Datum"/>
    <w:basedOn w:val="Musterstadt"/>
    <w:uiPriority w:val="99"/>
    <w:rsid w:val="000134E9"/>
    <w:rPr>
      <w:b w:val="0"/>
      <w:bCs w:val="0"/>
      <w:color w:val="auto"/>
    </w:rPr>
  </w:style>
  <w:style w:type="paragraph" w:customStyle="1" w:styleId="AbsenderWJD">
    <w:name w:val="Absender WJD"/>
    <w:basedOn w:val="Normal"/>
    <w:uiPriority w:val="99"/>
    <w:rsid w:val="00C213BC"/>
    <w:pPr>
      <w:spacing w:line="140" w:lineRule="exact"/>
    </w:pPr>
    <w:rPr>
      <w:color w:val="002C72"/>
      <w:sz w:val="11"/>
      <w:szCs w:val="11"/>
    </w:rPr>
  </w:style>
  <w:style w:type="paragraph" w:customStyle="1" w:styleId="Adressblockrechts">
    <w:name w:val="Adressblock rechts"/>
    <w:basedOn w:val="Normal"/>
    <w:uiPriority w:val="99"/>
    <w:rsid w:val="00C213BC"/>
    <w:pPr>
      <w:widowControl w:val="0"/>
      <w:autoSpaceDE w:val="0"/>
      <w:autoSpaceDN w:val="0"/>
      <w:adjustRightInd w:val="0"/>
      <w:spacing w:after="170" w:line="220" w:lineRule="exact"/>
    </w:pPr>
    <w:rPr>
      <w:color w:val="002C72"/>
      <w:sz w:val="14"/>
      <w:szCs w:val="14"/>
    </w:rPr>
  </w:style>
  <w:style w:type="paragraph" w:customStyle="1" w:styleId="Betreffzeile">
    <w:name w:val="Betreffzeile"/>
    <w:basedOn w:val="Musterstadt"/>
    <w:uiPriority w:val="99"/>
    <w:rsid w:val="000134E9"/>
    <w:pPr>
      <w:spacing w:after="320" w:line="260" w:lineRule="exact"/>
    </w:pPr>
    <w:rPr>
      <w:color w:val="auto"/>
    </w:rPr>
  </w:style>
  <w:style w:type="character" w:styleId="Hyperlink">
    <w:name w:val="Hyperlink"/>
    <w:basedOn w:val="DefaultParagraphFont"/>
    <w:uiPriority w:val="99"/>
    <w:rsid w:val="00C213BC"/>
    <w:rPr>
      <w:color w:val="0000FF"/>
      <w:u w:val="single"/>
    </w:rPr>
  </w:style>
  <w:style w:type="paragraph" w:styleId="BalloonText">
    <w:name w:val="Balloon Text"/>
    <w:basedOn w:val="Normal"/>
    <w:link w:val="BalloonTextChar"/>
    <w:uiPriority w:val="99"/>
    <w:semiHidden/>
    <w:rsid w:val="008655F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655F0"/>
    <w:rPr>
      <w:rFonts w:ascii="Lucida Grande" w:hAnsi="Lucida Grande" w:cs="Lucida Grande"/>
      <w:sz w:val="18"/>
      <w:szCs w:val="18"/>
    </w:rPr>
  </w:style>
  <w:style w:type="paragraph" w:styleId="ListParagraph">
    <w:name w:val="List Paragraph"/>
    <w:basedOn w:val="Normal"/>
    <w:uiPriority w:val="99"/>
    <w:qFormat/>
    <w:rsid w:val="00213DC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597</Words>
  <Characters>3766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Ort, 3</dc:title>
  <dc:subject/>
  <dc:creator>Götz v. Waldeyer-Hartz</dc:creator>
  <cp:keywords/>
  <dc:description/>
  <cp:lastModifiedBy>SEC</cp:lastModifiedBy>
  <cp:revision>15</cp:revision>
  <cp:lastPrinted>2012-01-25T08:40:00Z</cp:lastPrinted>
  <dcterms:created xsi:type="dcterms:W3CDTF">2013-02-20T09:57:00Z</dcterms:created>
  <dcterms:modified xsi:type="dcterms:W3CDTF">2013-07-17T07:24:00Z</dcterms:modified>
</cp:coreProperties>
</file>