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29F" w:rsidRPr="0036486A" w:rsidRDefault="0037129F" w:rsidP="00213DCB">
      <w:pPr>
        <w:pStyle w:val="OrtundDatum"/>
        <w:rPr>
          <w:rFonts w:ascii="HelveticaNeue LT 55 Roman" w:hAnsi="HelveticaNeue LT 55 Roman" w:cs="HelveticaNeue LT 55 Roman"/>
          <w:color w:val="0B3066"/>
          <w:sz w:val="14"/>
          <w:szCs w:val="14"/>
        </w:rPr>
      </w:pPr>
      <w:r>
        <w:rPr>
          <w:noProof/>
        </w:rPr>
        <w:pict>
          <v:shapetype id="_x0000_t202" coordsize="21600,21600" o:spt="202" path="m,l,21600r21600,l21600,xe">
            <v:stroke joinstyle="miter"/>
            <v:path gradientshapeok="t" o:connecttype="rect"/>
          </v:shapetype>
          <v:shape id="Textfeld 3" o:spid="_x0000_s1034" type="#_x0000_t202" style="position:absolute;margin-left:-5.55pt;margin-top:-108.2pt;width:252pt;height:59.6pt;z-index:251658240;visibility:visible" filled="f" stroked="f">
            <v:textbox>
              <w:txbxContent>
                <w:p w:rsidR="0037129F" w:rsidRPr="0036486A" w:rsidRDefault="0037129F" w:rsidP="00213DCB">
                  <w:pPr>
                    <w:rPr>
                      <w:rFonts w:ascii="HelveticaNeue LT 55 Roman" w:hAnsi="HelveticaNeue LT 55 Roman" w:cs="HelveticaNeue LT 55 Roman"/>
                    </w:rPr>
                  </w:pPr>
                  <w:r>
                    <w:rPr>
                      <w:rFonts w:ascii="HelveticaNeue LT 55 Roman" w:hAnsi="HelveticaNeue LT 55 Roman" w:cs="HelveticaNeue LT 55 Roman"/>
                    </w:rPr>
                    <w:t>Presseverteiler</w:t>
                  </w:r>
                </w:p>
                <w:p w:rsidR="0037129F" w:rsidRPr="0036486A" w:rsidRDefault="0037129F" w:rsidP="00213DCB">
                  <w:pPr>
                    <w:rPr>
                      <w:rFonts w:ascii="HelveticaNeue LT 55 Roman" w:hAnsi="HelveticaNeue LT 55 Roman" w:cs="HelveticaNeue LT 55 Roman"/>
                    </w:rPr>
                  </w:pPr>
                </w:p>
              </w:txbxContent>
            </v:textbox>
            <w10:wrap type="square"/>
            <w10:anchorlock/>
          </v:shape>
        </w:pict>
      </w:r>
      <w:r>
        <w:rPr>
          <w:rFonts w:ascii="HelveticaNeue LT 55 Roman" w:hAnsi="HelveticaNeue LT 55 Roman" w:cs="HelveticaNeue LT 55 Roman"/>
        </w:rPr>
        <w:t>Bautzen</w:t>
      </w:r>
      <w:r w:rsidRPr="0036486A">
        <w:rPr>
          <w:rFonts w:ascii="HelveticaNeue LT 55 Roman" w:hAnsi="HelveticaNeue LT 55 Roman" w:cs="HelveticaNeue LT 55 Roman"/>
        </w:rPr>
        <w:t xml:space="preserve">, </w:t>
      </w:r>
      <w:r w:rsidRPr="0036486A">
        <w:rPr>
          <w:rFonts w:ascii="HelveticaNeue LT 55 Roman" w:hAnsi="HelveticaNeue LT 55 Roman" w:cs="HelveticaNeue LT 55 Roman"/>
        </w:rPr>
        <w:fldChar w:fldCharType="begin"/>
      </w:r>
      <w:r w:rsidRPr="0036486A">
        <w:rPr>
          <w:rFonts w:ascii="HelveticaNeue LT 55 Roman" w:hAnsi="HelveticaNeue LT 55 Roman" w:cs="HelveticaNeue LT 55 Roman"/>
        </w:rPr>
        <w:instrText xml:space="preserve"> TIME \@ "d. MMMM yyyy" </w:instrText>
      </w:r>
      <w:r w:rsidRPr="0036486A">
        <w:rPr>
          <w:rFonts w:ascii="HelveticaNeue LT 55 Roman" w:hAnsi="HelveticaNeue LT 55 Roman" w:cs="HelveticaNeue LT 55 Roman"/>
        </w:rPr>
        <w:fldChar w:fldCharType="separate"/>
      </w:r>
      <w:r>
        <w:rPr>
          <w:rFonts w:ascii="HelveticaNeue LT 55 Roman" w:hAnsi="HelveticaNeue LT 55 Roman" w:cs="HelveticaNeue LT 55 Roman"/>
          <w:noProof/>
        </w:rPr>
        <w:t>6. Februar 2014</w:t>
      </w:r>
      <w:r w:rsidRPr="0036486A">
        <w:rPr>
          <w:rFonts w:ascii="HelveticaNeue LT 55 Roman" w:hAnsi="HelveticaNeue LT 55 Roman" w:cs="HelveticaNeue LT 55 Roman"/>
        </w:rPr>
        <w:fldChar w:fldCharType="end"/>
      </w:r>
    </w:p>
    <w:p w:rsidR="0037129F" w:rsidRPr="00D4089A" w:rsidRDefault="0037129F" w:rsidP="00213DCB">
      <w:pPr>
        <w:pStyle w:val="Betreffzeile"/>
        <w:spacing w:line="240" w:lineRule="auto"/>
        <w:rPr>
          <w:rFonts w:ascii="HelveticaNeue LT 55 Roman" w:hAnsi="HelveticaNeue LT 55 Roman" w:cs="HelveticaNeue LT 55 Roman"/>
          <w:sz w:val="32"/>
          <w:szCs w:val="32"/>
        </w:rPr>
      </w:pPr>
      <w:r w:rsidRPr="00D4089A">
        <w:rPr>
          <w:rFonts w:ascii="HelveticaNeue LT 55 Roman" w:hAnsi="HelveticaNeue LT 55 Roman" w:cs="HelveticaNeue LT 55 Roman"/>
          <w:sz w:val="32"/>
          <w:szCs w:val="32"/>
        </w:rPr>
        <w:t>PRESSEMITTEILUNG</w:t>
      </w:r>
    </w:p>
    <w:p w:rsidR="0037129F" w:rsidRPr="0056183C" w:rsidRDefault="0037129F" w:rsidP="009E29E5">
      <w:pPr>
        <w:rPr>
          <w:rFonts w:ascii="Helvetica-Normal" w:hAnsi="Helvetica-Normal" w:cs="Helvetica-Normal"/>
        </w:rPr>
      </w:pPr>
      <w:r w:rsidRPr="0056183C">
        <w:rPr>
          <w:rFonts w:ascii="Helvetica-Normal" w:hAnsi="Helvetica-Normal" w:cs="Helvetica-Normal"/>
        </w:rPr>
        <w:t>Sehr geehrte Damen und Herren,</w:t>
      </w:r>
    </w:p>
    <w:p w:rsidR="0037129F" w:rsidRPr="0056183C" w:rsidRDefault="0037129F" w:rsidP="009E29E5">
      <w:pPr>
        <w:rPr>
          <w:rFonts w:ascii="Helvetica-Normal" w:hAnsi="Helvetica-Normal" w:cs="Helvetica-Normal"/>
        </w:rPr>
      </w:pPr>
    </w:p>
    <w:p w:rsidR="0037129F" w:rsidRPr="0056183C" w:rsidRDefault="0037129F" w:rsidP="009E29E5">
      <w:pPr>
        <w:rPr>
          <w:rFonts w:ascii="Helvetica-Normal" w:hAnsi="Helvetica-Normal" w:cs="Helvetica-Normal"/>
        </w:rPr>
      </w:pPr>
      <w:r w:rsidRPr="0056183C">
        <w:rPr>
          <w:rFonts w:ascii="Helvetica-Normal" w:hAnsi="Helvetica-Normal" w:cs="Helvetica-Normal"/>
        </w:rPr>
        <w:t xml:space="preserve">anbei übersenden wir Ihnen unsere Ankündigung zum </w:t>
      </w:r>
      <w:r>
        <w:rPr>
          <w:rFonts w:ascii="Helvetica-Normal" w:hAnsi="Helvetica-Normal" w:cs="Helvetica-Normal"/>
        </w:rPr>
        <w:t>ersten Clubabend der Wirtschaftsjunioren Bautzen im Jahr 2014</w:t>
      </w:r>
      <w:r w:rsidRPr="0056183C">
        <w:rPr>
          <w:rFonts w:ascii="Helvetica-Normal" w:hAnsi="Helvetica-Normal" w:cs="Helvetica-Normal"/>
        </w:rPr>
        <w:t>.</w:t>
      </w:r>
    </w:p>
    <w:p w:rsidR="0037129F" w:rsidRPr="0056183C" w:rsidRDefault="0037129F" w:rsidP="009E29E5">
      <w:pPr>
        <w:rPr>
          <w:rFonts w:ascii="Helvetica-Normal" w:hAnsi="Helvetica-Normal" w:cs="Helvetica-Normal"/>
        </w:rPr>
      </w:pPr>
    </w:p>
    <w:p w:rsidR="0037129F" w:rsidRPr="0056183C" w:rsidRDefault="0037129F" w:rsidP="009E29E5">
      <w:pPr>
        <w:rPr>
          <w:rFonts w:ascii="Helvetica-Normal" w:hAnsi="Helvetica-Normal" w:cs="Helvetica-Normal"/>
        </w:rPr>
      </w:pPr>
      <w:r w:rsidRPr="0056183C">
        <w:rPr>
          <w:rFonts w:ascii="Helvetica-Normal" w:hAnsi="Helvetica-Normal" w:cs="Helvetica-Normal"/>
        </w:rPr>
        <w:t>Über eine kostenlose Veröffentlichung in Ihrem Medium würden wir uns sehr freuen. Weiterhin würden wir Sie um ein Feedback zur Veröffentlichung bitten.</w:t>
      </w:r>
    </w:p>
    <w:p w:rsidR="0037129F" w:rsidRPr="0056183C" w:rsidRDefault="0037129F" w:rsidP="009E29E5">
      <w:pPr>
        <w:rPr>
          <w:rFonts w:ascii="Helvetica-Normal" w:hAnsi="Helvetica-Normal" w:cs="Helvetica-Normal"/>
        </w:rPr>
      </w:pPr>
    </w:p>
    <w:p w:rsidR="0037129F" w:rsidRPr="0056183C" w:rsidRDefault="0037129F" w:rsidP="009E29E5">
      <w:pPr>
        <w:rPr>
          <w:rFonts w:ascii="Helvetica-Normal" w:hAnsi="Helvetica-Normal" w:cs="Helvetica-Normal"/>
        </w:rPr>
      </w:pPr>
      <w:r w:rsidRPr="0056183C">
        <w:rPr>
          <w:rFonts w:ascii="Helvetica-Normal" w:hAnsi="Helvetica-Normal" w:cs="Helvetica-Normal"/>
        </w:rPr>
        <w:t>Bei Fragen und Problemen stehen wir ihnen gern unter unten aufgeführten Kontaktdaten zur Verfügung.</w:t>
      </w:r>
    </w:p>
    <w:p w:rsidR="0037129F" w:rsidRPr="0056183C" w:rsidRDefault="0037129F" w:rsidP="009E29E5">
      <w:pPr>
        <w:rPr>
          <w:rFonts w:ascii="Helvetica-Normal" w:hAnsi="Helvetica-Normal" w:cs="Helvetica-Normal"/>
        </w:rPr>
      </w:pPr>
    </w:p>
    <w:p w:rsidR="0037129F" w:rsidRPr="0056183C" w:rsidRDefault="0037129F" w:rsidP="009E29E5">
      <w:pPr>
        <w:rPr>
          <w:rFonts w:ascii="Helvetica-Normal" w:hAnsi="Helvetica-Normal" w:cs="Helvetica-Normal"/>
          <w:b/>
          <w:bCs/>
        </w:rPr>
      </w:pPr>
      <w:r w:rsidRPr="0056183C">
        <w:rPr>
          <w:rFonts w:ascii="Helvetica-Normal" w:hAnsi="Helvetica-Normal" w:cs="Helvetica-Normal"/>
          <w:b/>
          <w:bCs/>
        </w:rPr>
        <w:t xml:space="preserve">Inhaltsübersicht </w:t>
      </w:r>
    </w:p>
    <w:p w:rsidR="0037129F" w:rsidRPr="0056183C" w:rsidRDefault="0037129F" w:rsidP="009E29E5">
      <w:pPr>
        <w:numPr>
          <w:ilvl w:val="0"/>
          <w:numId w:val="4"/>
        </w:numPr>
        <w:rPr>
          <w:rFonts w:ascii="Helvetica-Normal" w:hAnsi="Helvetica-Normal" w:cs="Helvetica-Normal"/>
        </w:rPr>
      </w:pPr>
      <w:r w:rsidRPr="0056183C">
        <w:rPr>
          <w:rFonts w:ascii="Helvetica-Normal" w:hAnsi="Helvetica-Normal" w:cs="Helvetica-Normal"/>
        </w:rPr>
        <w:t>Pressemeldung Langversion</w:t>
      </w:r>
    </w:p>
    <w:p w:rsidR="0037129F" w:rsidRPr="0056183C" w:rsidRDefault="0037129F" w:rsidP="009E29E5">
      <w:pPr>
        <w:numPr>
          <w:ilvl w:val="0"/>
          <w:numId w:val="4"/>
        </w:numPr>
        <w:rPr>
          <w:rFonts w:ascii="Helvetica-Normal" w:hAnsi="Helvetica-Normal" w:cs="Helvetica-Normal"/>
        </w:rPr>
      </w:pPr>
      <w:r w:rsidRPr="0056183C">
        <w:rPr>
          <w:rFonts w:ascii="Helvetica-Normal" w:hAnsi="Helvetica-Normal" w:cs="Helvetica-Normal"/>
        </w:rPr>
        <w:t>Anlagen, Informationen für Pressevertreter, Ansprechpartner</w:t>
      </w:r>
    </w:p>
    <w:p w:rsidR="0037129F" w:rsidRPr="0056183C" w:rsidRDefault="0037129F" w:rsidP="009E29E5">
      <w:pPr>
        <w:rPr>
          <w:rFonts w:ascii="Helvetica-Normal" w:hAnsi="Helvetica-Normal" w:cs="Helvetica-Normal"/>
        </w:rPr>
      </w:pPr>
    </w:p>
    <w:p w:rsidR="0037129F" w:rsidRPr="0056183C" w:rsidRDefault="0037129F" w:rsidP="009E29E5">
      <w:pPr>
        <w:rPr>
          <w:rFonts w:ascii="Helvetica-Normal" w:hAnsi="Helvetica-Normal" w:cs="Helvetica-Normal"/>
        </w:rPr>
      </w:pPr>
      <w:r w:rsidRPr="0056183C">
        <w:rPr>
          <w:rFonts w:ascii="Helvetica-Normal" w:hAnsi="Helvetica-Normal" w:cs="Helvetica-Normal"/>
        </w:rPr>
        <w:t>Mit freundlichen Grüßen</w:t>
      </w:r>
    </w:p>
    <w:p w:rsidR="0037129F" w:rsidRPr="0056183C" w:rsidRDefault="0037129F" w:rsidP="009E29E5">
      <w:pPr>
        <w:rPr>
          <w:rFonts w:ascii="Helvetica-Normal" w:hAnsi="Helvetica-Normal" w:cs="Helvetica-Normal"/>
        </w:rPr>
      </w:pPr>
    </w:p>
    <w:p w:rsidR="0037129F" w:rsidRPr="0056183C" w:rsidRDefault="0037129F" w:rsidP="009E29E5">
      <w:pPr>
        <w:rPr>
          <w:rFonts w:ascii="Helvetica-Normal" w:hAnsi="Helvetica-Normal" w:cs="Helvetica-Normal"/>
        </w:rPr>
      </w:pPr>
      <w:smartTag w:uri="urn:schemas-microsoft-com:office:smarttags" w:element="PersonName">
        <w:r w:rsidRPr="0056183C">
          <w:rPr>
            <w:rFonts w:ascii="Helvetica-Normal" w:hAnsi="Helvetica-Normal" w:cs="Helvetica-Normal"/>
          </w:rPr>
          <w:t>Christian</w:t>
        </w:r>
      </w:smartTag>
      <w:r w:rsidRPr="0056183C">
        <w:rPr>
          <w:rFonts w:ascii="Helvetica-Normal" w:hAnsi="Helvetica-Normal" w:cs="Helvetica-Normal"/>
        </w:rPr>
        <w:t xml:space="preserve"> Klinger</w:t>
      </w:r>
    </w:p>
    <w:p w:rsidR="0037129F" w:rsidRPr="0056183C" w:rsidRDefault="0037129F" w:rsidP="009E29E5">
      <w:pPr>
        <w:rPr>
          <w:rFonts w:ascii="Helvetica-Normal" w:hAnsi="Helvetica-Normal" w:cs="Helvetica-Normal"/>
          <w:sz w:val="16"/>
          <w:szCs w:val="16"/>
        </w:rPr>
      </w:pPr>
      <w:r w:rsidRPr="0056183C">
        <w:rPr>
          <w:rFonts w:ascii="Helvetica-Normal" w:hAnsi="Helvetica-Normal" w:cs="Helvetica-Normal"/>
          <w:sz w:val="16"/>
          <w:szCs w:val="16"/>
        </w:rPr>
        <w:t>Öffentlichkeitsarbeit Wirtschaftsjunioren Bautzen</w:t>
      </w:r>
    </w:p>
    <w:p w:rsidR="0037129F" w:rsidRPr="009E29E5" w:rsidRDefault="0037129F" w:rsidP="009E29E5">
      <w:pPr>
        <w:rPr>
          <w:rFonts w:cs="Times New Roman"/>
        </w:rPr>
      </w:pPr>
    </w:p>
    <w:p w:rsidR="0037129F" w:rsidRPr="00AB04D1" w:rsidRDefault="0037129F" w:rsidP="00800B75">
      <w:pPr>
        <w:spacing w:line="360" w:lineRule="auto"/>
        <w:rPr>
          <w:rFonts w:ascii="HelveticaNeue LT 55 Roman" w:hAnsi="HelveticaNeue LT 55 Roman" w:cs="HelveticaNeue LT 55 Roman"/>
          <w:b/>
          <w:bCs/>
          <w:sz w:val="28"/>
          <w:szCs w:val="28"/>
        </w:rPr>
      </w:pPr>
      <w:r>
        <w:rPr>
          <w:rFonts w:ascii="HelveticaNeue LT 55 Roman" w:hAnsi="HelveticaNeue LT 55 Roman" w:cs="HelveticaNeue LT 55 Roman"/>
          <w:b/>
          <w:bCs/>
          <w:sz w:val="28"/>
          <w:szCs w:val="28"/>
        </w:rPr>
        <w:br w:type="page"/>
      </w:r>
      <w:r w:rsidRPr="00AB04D1">
        <w:rPr>
          <w:rFonts w:ascii="HelveticaNeue LT 55 Roman" w:hAnsi="HelveticaNeue LT 55 Roman" w:cs="HelveticaNeue LT 55 Roman"/>
          <w:b/>
          <w:bCs/>
          <w:sz w:val="28"/>
          <w:szCs w:val="28"/>
        </w:rPr>
        <w:t>Wirtschaftsjunioren Bautzen starten ‚mit Qualität’ ins neue Jahr!</w:t>
      </w:r>
    </w:p>
    <w:p w:rsidR="0037129F" w:rsidRDefault="0037129F" w:rsidP="00800B75">
      <w:pPr>
        <w:spacing w:line="276" w:lineRule="auto"/>
        <w:rPr>
          <w:rFonts w:ascii="HelveticaNeue LT 55 Roman" w:hAnsi="HelveticaNeue LT 55 Roman" w:cs="HelveticaNeue LT 55 Roman"/>
          <w:u w:val="single"/>
        </w:rPr>
      </w:pPr>
      <w:r w:rsidRPr="00AB04D1">
        <w:rPr>
          <w:rFonts w:ascii="HelveticaNeue LT 55 Roman" w:hAnsi="HelveticaNeue LT 55 Roman" w:cs="HelveticaNeue LT 55 Roman"/>
          <w:u w:val="single"/>
        </w:rPr>
        <w:t>Welche Qualität investieren wir in Qualität? Mit dieser Fragestellung beginnen die Wirtschaftsjunioren Bautzen ihr Vereinsjahr 2014.</w:t>
      </w:r>
    </w:p>
    <w:p w:rsidR="0037129F" w:rsidRPr="00AB04D1" w:rsidRDefault="0037129F" w:rsidP="00800B75">
      <w:pPr>
        <w:spacing w:line="276" w:lineRule="auto"/>
        <w:rPr>
          <w:rFonts w:ascii="HelveticaNeue LT 55 Roman" w:hAnsi="HelveticaNeue LT 55 Roman" w:cs="HelveticaNeue LT 55 Roman"/>
          <w:u w:val="single"/>
        </w:rPr>
      </w:pPr>
    </w:p>
    <w:p w:rsidR="0037129F" w:rsidRPr="00AB04D1" w:rsidRDefault="0037129F" w:rsidP="00AB04D1">
      <w:pPr>
        <w:spacing w:line="276" w:lineRule="auto"/>
        <w:rPr>
          <w:rFonts w:ascii="HelveticaNeue LT 55 Roman" w:hAnsi="HelveticaNeue LT 55 Roman" w:cs="HelveticaNeue LT 55 Roman"/>
        </w:rPr>
      </w:pPr>
      <w:r w:rsidRPr="00AB04D1">
        <w:rPr>
          <w:rFonts w:ascii="HelveticaNeue LT 55 Roman" w:hAnsi="HelveticaNeue LT 55 Roman" w:cs="HelveticaNeue LT 55 Roman"/>
          <w:b/>
          <w:bCs/>
        </w:rPr>
        <w:t>Am Montag, den 10. Februar 2014</w:t>
      </w:r>
      <w:r w:rsidRPr="00AB04D1">
        <w:rPr>
          <w:rFonts w:ascii="HelveticaNeue LT 55 Roman" w:hAnsi="HelveticaNeue LT 55 Roman" w:cs="HelveticaNeue LT 55 Roman"/>
        </w:rPr>
        <w:t xml:space="preserve"> treffen sich die ehrenamtlich engagierten Jungunternehmer erstmalig in diesem Jahr zum Vereinsabend. Veranstaltungsort ist kein geringerer als das mit dem Qualitätssiegel ausgezeichnete </w:t>
      </w:r>
      <w:r w:rsidRPr="00AB04D1">
        <w:rPr>
          <w:rFonts w:ascii="HelveticaNeue LT 55 Roman" w:hAnsi="HelveticaNeue LT 55 Roman" w:cs="HelveticaNeue LT 55 Roman"/>
          <w:b/>
          <w:bCs/>
        </w:rPr>
        <w:t>Landidyll Hotel Erbgericht Tautewalde</w:t>
      </w:r>
      <w:r w:rsidRPr="00AB04D1">
        <w:rPr>
          <w:rFonts w:ascii="HelveticaNeue LT 55 Roman" w:hAnsi="HelveticaNeue LT 55 Roman" w:cs="HelveticaNeue LT 55 Roman"/>
        </w:rPr>
        <w:t xml:space="preserve"> (Tautewalde 61, 02681 Wilthen). Ab 19.00 Uhr sind Gäste, die sich zu diesem Thema, aber auch den Wirtschaftsjunioren informieren möchten, herzlich eingeladen. Zudem gibt es Einblicke in das Juniorenjahr und die Möglichkeit einer aktiven Mitgliedschaft im Verein.</w:t>
      </w:r>
    </w:p>
    <w:p w:rsidR="0037129F" w:rsidRDefault="0037129F" w:rsidP="00AB04D1">
      <w:pPr>
        <w:spacing w:line="276" w:lineRule="auto"/>
        <w:rPr>
          <w:rFonts w:ascii="HelveticaNeue LT 55 Roman" w:hAnsi="HelveticaNeue LT 55 Roman" w:cs="HelveticaNeue LT 55 Roman"/>
        </w:rPr>
      </w:pPr>
    </w:p>
    <w:p w:rsidR="0037129F" w:rsidRPr="00AB04D1" w:rsidRDefault="0037129F" w:rsidP="00AB04D1">
      <w:pPr>
        <w:spacing w:line="276" w:lineRule="auto"/>
        <w:rPr>
          <w:rFonts w:ascii="HelveticaNeue LT 55 Roman" w:hAnsi="HelveticaNeue LT 55 Roman" w:cs="HelveticaNeue LT 55 Roman"/>
          <w:i/>
          <w:iCs/>
        </w:rPr>
      </w:pPr>
      <w:r w:rsidRPr="00AB04D1">
        <w:rPr>
          <w:rFonts w:ascii="HelveticaNeue LT 55 Roman" w:hAnsi="HelveticaNeue LT 55 Roman" w:cs="HelveticaNeue LT 55 Roman"/>
          <w:b/>
          <w:bCs/>
          <w:i/>
          <w:iCs/>
        </w:rPr>
        <w:t>Info:</w:t>
      </w:r>
      <w:r w:rsidRPr="00AB04D1">
        <w:rPr>
          <w:rFonts w:ascii="HelveticaNeue LT 55 Roman" w:hAnsi="HelveticaNeue LT 55 Roman" w:cs="HelveticaNeue LT 55 Roman"/>
          <w:i/>
          <w:iCs/>
        </w:rPr>
        <w:t xml:space="preserve"> Die Vereinsmitglieder treffen sich bereits 18.30 Uhr für interne Abstimmungen.</w:t>
      </w:r>
    </w:p>
    <w:p w:rsidR="0037129F" w:rsidRDefault="0037129F" w:rsidP="004D526E">
      <w:pPr>
        <w:pStyle w:val="Heading2"/>
        <w:rPr>
          <w:rFonts w:cs="Times New Roman"/>
        </w:rPr>
      </w:pPr>
      <w:r w:rsidRPr="00AB04D1">
        <w:t>ServiceQualität Deutschland</w:t>
      </w:r>
    </w:p>
    <w:p w:rsidR="0037129F" w:rsidRDefault="0037129F" w:rsidP="00AB04D1">
      <w:pPr>
        <w:spacing w:line="276" w:lineRule="auto"/>
        <w:rPr>
          <w:rFonts w:ascii="HelveticaNeue LT 55 Roman" w:hAnsi="HelveticaNeue LT 55 Roman" w:cs="HelveticaNeue LT 55 Roman"/>
        </w:rPr>
      </w:pPr>
      <w:r w:rsidRPr="00AB04D1">
        <w:rPr>
          <w:rFonts w:ascii="HelveticaNeue LT 55 Roman" w:hAnsi="HelveticaNeue LT 55 Roman" w:cs="HelveticaNeue LT 55 Roman"/>
        </w:rPr>
        <w:t>Die ServiceQualität Deutschland ist ein Qualitätsmanagementsystem für Anbieter aus dem Dienstleistungssektor und hat sich zum Ziel gesetzt, die Qualität der angebotenen Dienstleistungen zu verbessern. Dabei spielen die Ansprüche der Kunden eine entscheidende Rolle – die es unter anderem genauer zu ermitteln gilt – aber auch die Erfassung, Optimierung und Dokumentat</w:t>
      </w:r>
      <w:r>
        <w:rPr>
          <w:rFonts w:ascii="HelveticaNeue LT 55 Roman" w:hAnsi="HelveticaNeue LT 55 Roman" w:cs="HelveticaNeue LT 55 Roman"/>
        </w:rPr>
        <w:t>ion der eigenen Arbeitsabläufe.</w:t>
      </w:r>
    </w:p>
    <w:p w:rsidR="0037129F" w:rsidRDefault="0037129F" w:rsidP="00AB04D1">
      <w:pPr>
        <w:spacing w:line="276" w:lineRule="auto"/>
        <w:rPr>
          <w:rFonts w:ascii="HelveticaNeue LT 55 Roman" w:hAnsi="HelveticaNeue LT 55 Roman" w:cs="HelveticaNeue LT 55 Roman"/>
        </w:rPr>
      </w:pPr>
    </w:p>
    <w:p w:rsidR="0037129F" w:rsidRPr="00AB04D1" w:rsidRDefault="0037129F" w:rsidP="00AB04D1">
      <w:pPr>
        <w:spacing w:line="276" w:lineRule="auto"/>
        <w:rPr>
          <w:rFonts w:ascii="HelveticaNeue LT 55 Roman" w:hAnsi="HelveticaNeue LT 55 Roman" w:cs="HelveticaNeue LT 55 Roman"/>
        </w:rPr>
      </w:pPr>
      <w:r>
        <w:rPr>
          <w:rFonts w:ascii="HelveticaNeue LT 55 Roman" w:hAnsi="HelveticaNeue LT 55 Roman" w:cs="HelveticaNeue LT 55 Roman"/>
        </w:rPr>
        <w:t>Einen grundlegenden Einblick in das Qualitätsmanagement wird Frau Speck vom Landestourismusverband Sachsen e.V. geben, unter dessen Schirmherrschaft die ServiceQualität Deutschland in Sachsen steht.</w:t>
      </w:r>
    </w:p>
    <w:p w:rsidR="0037129F" w:rsidRDefault="0037129F" w:rsidP="00AB04D1">
      <w:pPr>
        <w:spacing w:line="276" w:lineRule="auto"/>
        <w:rPr>
          <w:rFonts w:ascii="HelveticaNeue LT 55 Roman" w:hAnsi="HelveticaNeue LT 55 Roman" w:cs="HelveticaNeue LT 55 Roman"/>
        </w:rPr>
      </w:pPr>
    </w:p>
    <w:p w:rsidR="0037129F" w:rsidRPr="00AB04D1" w:rsidRDefault="0037129F" w:rsidP="00AB04D1">
      <w:pPr>
        <w:spacing w:line="276" w:lineRule="auto"/>
        <w:rPr>
          <w:rFonts w:ascii="HelveticaNeue LT 55 Roman" w:hAnsi="HelveticaNeue LT 55 Roman" w:cs="HelveticaNeue LT 55 Roman"/>
        </w:rPr>
      </w:pPr>
      <w:r w:rsidRPr="00AB04D1">
        <w:rPr>
          <w:rFonts w:ascii="HelveticaNeue LT 55 Roman" w:hAnsi="HelveticaNeue LT 55 Roman" w:cs="HelveticaNeue LT 55 Roman"/>
        </w:rPr>
        <w:t>Ausführliche Informationen finden sich auf der Webseite http://www.servicequalitaet-deutschland.de/</w:t>
      </w:r>
    </w:p>
    <w:p w:rsidR="0037129F" w:rsidRDefault="0037129F" w:rsidP="00AB04D1">
      <w:pPr>
        <w:spacing w:line="276" w:lineRule="auto"/>
        <w:rPr>
          <w:rFonts w:ascii="HelveticaNeue LT 55 Roman" w:hAnsi="HelveticaNeue LT 55 Roman" w:cs="HelveticaNeue LT 55 Roman"/>
        </w:rPr>
      </w:pPr>
    </w:p>
    <w:p w:rsidR="0037129F" w:rsidRPr="00AB04D1" w:rsidRDefault="0037129F" w:rsidP="00AB04D1">
      <w:pPr>
        <w:spacing w:line="276" w:lineRule="auto"/>
        <w:rPr>
          <w:rFonts w:ascii="HelveticaNeue LT 55 Roman" w:hAnsi="HelveticaNeue LT 55 Roman" w:cs="HelveticaNeue LT 55 Roman"/>
        </w:rPr>
      </w:pPr>
      <w:r w:rsidRPr="00AB04D1">
        <w:rPr>
          <w:rFonts w:ascii="HelveticaNeue LT 55 Roman" w:hAnsi="HelveticaNeue LT 55 Roman" w:cs="HelveticaNeue LT 55 Roman"/>
        </w:rPr>
        <w:t>Zum ersten Clubabend der Wirtschaftsjunioren Bautzen im neuen Jahr wollen Unternehmer, die bereits zertifiziert oder auf dem Weg dahin sind, über Ihre Beweggründe zur Teilnahme und Erfahrungen berichten. Fragen und anregende Diskussionen sind dabei natürlich willkommen.</w:t>
      </w:r>
    </w:p>
    <w:p w:rsidR="0037129F" w:rsidRDefault="0037129F" w:rsidP="00AD5CD4">
      <w:pPr>
        <w:pStyle w:val="Heading2"/>
        <w:rPr>
          <w:rFonts w:cs="Times New Roman"/>
        </w:rPr>
      </w:pPr>
      <w:r w:rsidRPr="00AB04D1">
        <w:t>Über die Wirtschaftsjunioren Bautzen</w:t>
      </w:r>
    </w:p>
    <w:p w:rsidR="0037129F" w:rsidRPr="00986444" w:rsidRDefault="0037129F" w:rsidP="00F425F7">
      <w:pPr>
        <w:spacing w:line="276" w:lineRule="auto"/>
        <w:rPr>
          <w:rFonts w:ascii="HelveticaNeue LT 55 Roman" w:hAnsi="HelveticaNeue LT 55 Roman" w:cs="HelveticaNeue LT 55 Roman"/>
        </w:rPr>
      </w:pPr>
      <w:r w:rsidRPr="00AB04D1">
        <w:rPr>
          <w:rFonts w:ascii="HelveticaNeue LT 55 Roman" w:hAnsi="HelveticaNeue LT 55 Roman" w:cs="HelveticaNeue LT 55 Roman"/>
        </w:rPr>
        <w:t xml:space="preserve">Die Wirtschaftsjunioren Bautzen sind Teil eines bundesweit agierenden Netzes von Wirtschaftsentscheidern unter 40 Jahre. Sie engagieren sich im Rahmen eines Vereins ehrenamtlich in unterschiedlichen Projekten. Dabei stehen das ehrbare Unternehmertum, die Verknüpfung von Familie und Beruf und Bildungsinvestitionen an vorderster Stelle. Mitglied werden kann jeder Unternehmer oder leitender Angestellter, der bereit ist, dem Verein und seinen Zielen zu helfen. Der Mitgliedsbeitrag beträgt 130,00 € im Jahr. Das nationale und internationale Bündnis WJD bzw. JCI lädt zudem alle Junioren ein, sich zu vernetzen. </w:t>
      </w:r>
      <w:r w:rsidRPr="0056183C">
        <w:rPr>
          <w:rFonts w:ascii="Helvetica-Normal" w:hAnsi="Helvetica-Normal" w:cs="Helvetica-Normal"/>
          <w:i/>
          <w:iCs/>
        </w:rPr>
        <w:t>(CK)</w:t>
      </w:r>
    </w:p>
    <w:p w:rsidR="0037129F" w:rsidRDefault="0037129F" w:rsidP="00F9346F">
      <w:pPr>
        <w:spacing w:line="276" w:lineRule="auto"/>
        <w:rPr>
          <w:rFonts w:ascii="HelveticaNeue LT 55 Roman" w:hAnsi="HelveticaNeue LT 55 Roman" w:cs="HelveticaNeue LT 55 Roman"/>
        </w:rPr>
      </w:pPr>
    </w:p>
    <w:p w:rsidR="0037129F" w:rsidRDefault="0037129F" w:rsidP="00986444">
      <w:pPr>
        <w:pStyle w:val="Heading2"/>
      </w:pPr>
      <w:r>
        <w:t>Fakten</w:t>
      </w:r>
    </w:p>
    <w:p w:rsidR="0037129F" w:rsidRDefault="0037129F" w:rsidP="00986444">
      <w:pPr>
        <w:numPr>
          <w:ilvl w:val="0"/>
          <w:numId w:val="5"/>
        </w:numPr>
        <w:spacing w:line="276" w:lineRule="auto"/>
        <w:rPr>
          <w:rFonts w:ascii="HelveticaNeue LT 55 Roman" w:hAnsi="HelveticaNeue LT 55 Roman" w:cs="HelveticaNeue LT 55 Roman"/>
        </w:rPr>
      </w:pPr>
      <w:r>
        <w:rPr>
          <w:rFonts w:ascii="HelveticaNeue LT 55 Roman" w:hAnsi="HelveticaNeue LT 55 Roman" w:cs="HelveticaNeue LT 55 Roman"/>
        </w:rPr>
        <w:t xml:space="preserve">1. Clubabend der Wirtschaftsjunioren Bautzen e.V. </w:t>
      </w:r>
    </w:p>
    <w:p w:rsidR="0037129F" w:rsidRDefault="0037129F" w:rsidP="00986444">
      <w:pPr>
        <w:numPr>
          <w:ilvl w:val="0"/>
          <w:numId w:val="5"/>
        </w:numPr>
        <w:spacing w:line="276" w:lineRule="auto"/>
        <w:rPr>
          <w:rFonts w:ascii="HelveticaNeue LT 55 Roman" w:hAnsi="HelveticaNeue LT 55 Roman" w:cs="HelveticaNeue LT 55 Roman"/>
        </w:rPr>
      </w:pPr>
      <w:r w:rsidRPr="00986444">
        <w:rPr>
          <w:rFonts w:ascii="HelveticaNeue LT 55 Roman" w:hAnsi="HelveticaNeue LT 55 Roman" w:cs="HelveticaNeue LT 55 Roman"/>
          <w:b/>
          <w:bCs/>
        </w:rPr>
        <w:t>Datum:</w:t>
      </w:r>
      <w:r>
        <w:rPr>
          <w:rFonts w:ascii="HelveticaNeue LT 55 Roman" w:hAnsi="HelveticaNeue LT 55 Roman" w:cs="HelveticaNeue LT 55 Roman"/>
        </w:rPr>
        <w:t xml:space="preserve"> 10. Februar 2014, 19:00 Uhr</w:t>
      </w:r>
    </w:p>
    <w:p w:rsidR="0037129F" w:rsidRDefault="0037129F" w:rsidP="00986444">
      <w:pPr>
        <w:numPr>
          <w:ilvl w:val="0"/>
          <w:numId w:val="5"/>
        </w:numPr>
        <w:spacing w:line="276" w:lineRule="auto"/>
        <w:rPr>
          <w:rFonts w:ascii="HelveticaNeue LT 55 Roman" w:hAnsi="HelveticaNeue LT 55 Roman" w:cs="HelveticaNeue LT 55 Roman"/>
        </w:rPr>
      </w:pPr>
      <w:r w:rsidRPr="00986444">
        <w:rPr>
          <w:rFonts w:ascii="HelveticaNeue LT 55 Roman" w:hAnsi="HelveticaNeue LT 55 Roman" w:cs="HelveticaNeue LT 55 Roman"/>
          <w:b/>
          <w:bCs/>
        </w:rPr>
        <w:t>Ort:</w:t>
      </w:r>
      <w:r>
        <w:rPr>
          <w:rFonts w:ascii="HelveticaNeue LT 55 Roman" w:hAnsi="HelveticaNeue LT 55 Roman" w:cs="HelveticaNeue LT 55 Roman"/>
        </w:rPr>
        <w:t xml:space="preserve"> </w:t>
      </w:r>
      <w:r w:rsidRPr="00AB04D1">
        <w:rPr>
          <w:rFonts w:ascii="HelveticaNeue LT 55 Roman" w:hAnsi="HelveticaNeue LT 55 Roman" w:cs="HelveticaNeue LT 55 Roman"/>
        </w:rPr>
        <w:t>Landidyll Hotel Erbgericht Tautewalde, Tautewalde 61, 02681 Wilthen</w:t>
      </w:r>
    </w:p>
    <w:p w:rsidR="0037129F" w:rsidRDefault="0037129F" w:rsidP="004E6297">
      <w:pPr>
        <w:pStyle w:val="Heading2"/>
      </w:pPr>
      <w:r>
        <w:t>Weiterführende Informationen</w:t>
      </w:r>
    </w:p>
    <w:p w:rsidR="0037129F" w:rsidRDefault="0037129F" w:rsidP="004E6297">
      <w:pPr>
        <w:numPr>
          <w:ilvl w:val="0"/>
          <w:numId w:val="4"/>
        </w:numPr>
      </w:pPr>
      <w:r>
        <w:t xml:space="preserve">Beitrag auf bautzen,de - </w:t>
      </w:r>
      <w:r w:rsidRPr="004E6297">
        <w:t>„Fuß und Schuh“ bekommen Servicequalität zertifiziert</w:t>
      </w:r>
      <w:r>
        <w:t xml:space="preserve"> (</w:t>
      </w:r>
      <w:hyperlink r:id="rId7" w:history="1">
        <w:r w:rsidRPr="00484D51">
          <w:rPr>
            <w:rStyle w:val="Hyperlink"/>
          </w:rPr>
          <w:t>http://www.bautzen.de/aktuelles.asp?dtlpresse=T&amp;lid=2057&amp;iid=21&amp;mid=56&amp;uid=0&amp;jahr=2013&amp;apxmnuakt=1</w:t>
        </w:r>
      </w:hyperlink>
      <w:r>
        <w:t>)</w:t>
      </w:r>
    </w:p>
    <w:p w:rsidR="0037129F" w:rsidRDefault="0037129F" w:rsidP="004E6297">
      <w:pPr>
        <w:numPr>
          <w:ilvl w:val="0"/>
          <w:numId w:val="4"/>
        </w:numPr>
      </w:pPr>
      <w:r>
        <w:t xml:space="preserve">Beitrag auf bautzen,de - </w:t>
      </w:r>
      <w:r w:rsidRPr="004E6297">
        <w:t>Zehn Coaches zum Qualitätsritter geschlagen</w:t>
      </w:r>
      <w:r>
        <w:t xml:space="preserve"> (</w:t>
      </w:r>
      <w:hyperlink r:id="rId8" w:history="1">
        <w:r w:rsidRPr="00484D51">
          <w:rPr>
            <w:rStyle w:val="Hyperlink"/>
          </w:rPr>
          <w:t>http://www.bautzen.de/aktuelles.asp?dtlpresse=T&amp;lid=2246&amp;iid=21&amp;mid=56&amp;uid=0&amp;jahr=2014&amp;apxmnuakt=1</w:t>
        </w:r>
      </w:hyperlink>
      <w:r>
        <w:t>)</w:t>
      </w:r>
    </w:p>
    <w:p w:rsidR="0037129F" w:rsidRPr="00A93E50" w:rsidRDefault="0037129F" w:rsidP="00986444">
      <w:pPr>
        <w:pStyle w:val="Heading2"/>
      </w:pPr>
      <w:r w:rsidRPr="00A93E50">
        <w:t>Anlagen</w:t>
      </w:r>
    </w:p>
    <w:p w:rsidR="0037129F" w:rsidRPr="004E6297" w:rsidRDefault="0037129F" w:rsidP="004E6297">
      <w:pPr>
        <w:numPr>
          <w:ilvl w:val="0"/>
          <w:numId w:val="2"/>
        </w:numPr>
        <w:spacing w:line="276" w:lineRule="auto"/>
        <w:rPr>
          <w:rFonts w:ascii="HelveticaNeue LT 55 Roman" w:hAnsi="HelveticaNeue LT 55 Roman" w:cs="HelveticaNeue LT 55 Roman"/>
        </w:rPr>
      </w:pPr>
      <w:r w:rsidRPr="004E6297">
        <w:rPr>
          <w:rFonts w:ascii="HelveticaNeue LT 55 Roman" w:hAnsi="HelveticaNeue LT 55 Roman" w:cs="HelveticaNeue LT 55 Roman"/>
          <w:b/>
          <w:bCs/>
        </w:rPr>
        <w:t>q-zertifikat-fuss-und-schuh.jpg</w:t>
      </w:r>
      <w:r>
        <w:rPr>
          <w:rFonts w:ascii="HelveticaNeue LT 55 Roman" w:hAnsi="HelveticaNeue LT 55 Roman" w:cs="HelveticaNeue LT 55 Roman"/>
        </w:rPr>
        <w:t xml:space="preserve"> – </w:t>
      </w:r>
      <w:r w:rsidRPr="004E6297">
        <w:rPr>
          <w:rFonts w:ascii="HelveticaNeue LT 55 Roman" w:hAnsi="HelveticaNeue LT 55 Roman" w:cs="HelveticaNeue LT 55 Roman"/>
        </w:rPr>
        <w:t>„Fuß und Schuh“ bekommen Servicequalität zertifiziert</w:t>
      </w:r>
      <w:r>
        <w:rPr>
          <w:rFonts w:ascii="HelveticaNeue LT 55 Roman" w:hAnsi="HelveticaNeue LT 55 Roman" w:cs="HelveticaNeue LT 55 Roman"/>
        </w:rPr>
        <w:t xml:space="preserve"> </w:t>
      </w:r>
      <w:r w:rsidRPr="00816485">
        <w:rPr>
          <w:rFonts w:ascii="HelveticaNeue LT 55 Roman" w:hAnsi="HelveticaNeue LT 55 Roman" w:cs="HelveticaNeue LT 55 Roman"/>
          <w:i/>
          <w:iCs/>
        </w:rPr>
        <w:t xml:space="preserve">(Bild: </w:t>
      </w:r>
      <w:r>
        <w:rPr>
          <w:rFonts w:ascii="HelveticaNeue LT 55 Roman" w:hAnsi="HelveticaNeue LT 55 Roman" w:cs="HelveticaNeue LT 55 Roman"/>
          <w:i/>
          <w:iCs/>
        </w:rPr>
        <w:t>Stadt Bautzen</w:t>
      </w:r>
      <w:r w:rsidRPr="00816485">
        <w:rPr>
          <w:rFonts w:ascii="HelveticaNeue LT 55 Roman" w:hAnsi="HelveticaNeue LT 55 Roman" w:cs="HelveticaNeue LT 55 Roman"/>
          <w:i/>
          <w:iCs/>
        </w:rPr>
        <w:t>)</w:t>
      </w:r>
    </w:p>
    <w:p w:rsidR="0037129F" w:rsidRPr="00800B75" w:rsidRDefault="0037129F" w:rsidP="004E6297">
      <w:pPr>
        <w:numPr>
          <w:ilvl w:val="0"/>
          <w:numId w:val="2"/>
        </w:numPr>
        <w:spacing w:line="276" w:lineRule="auto"/>
        <w:rPr>
          <w:rFonts w:ascii="HelveticaNeue LT 55 Roman" w:hAnsi="HelveticaNeue LT 55 Roman" w:cs="HelveticaNeue LT 55 Roman"/>
        </w:rPr>
      </w:pPr>
      <w:r w:rsidRPr="004E6297">
        <w:rPr>
          <w:rFonts w:ascii="HelveticaNeue LT 55 Roman" w:hAnsi="HelveticaNeue LT 55 Roman" w:cs="HelveticaNeue LT 55 Roman"/>
          <w:b/>
          <w:bCs/>
        </w:rPr>
        <w:t>q-zertifikat-teilnehmer.jpg</w:t>
      </w:r>
      <w:r>
        <w:rPr>
          <w:rFonts w:ascii="HelveticaNeue LT 55 Roman" w:hAnsi="HelveticaNeue LT 55 Roman" w:cs="HelveticaNeue LT 55 Roman"/>
        </w:rPr>
        <w:t xml:space="preserve"> - </w:t>
      </w:r>
      <w:r w:rsidRPr="004E6297">
        <w:rPr>
          <w:rFonts w:ascii="HelveticaNeue LT 55 Roman" w:hAnsi="HelveticaNeue LT 55 Roman" w:cs="HelveticaNeue LT 55 Roman"/>
        </w:rPr>
        <w:t>Zehn Coaches zum Qualitätsritter geschlagen</w:t>
      </w:r>
      <w:r>
        <w:rPr>
          <w:rFonts w:ascii="HelveticaNeue LT 55 Roman" w:hAnsi="HelveticaNeue LT 55 Roman" w:cs="HelveticaNeue LT 55 Roman"/>
        </w:rPr>
        <w:t xml:space="preserve"> </w:t>
      </w:r>
      <w:r w:rsidRPr="004E6297">
        <w:rPr>
          <w:rFonts w:ascii="HelveticaNeue LT 55 Roman" w:hAnsi="HelveticaNeue LT 55 Roman" w:cs="HelveticaNeue LT 55 Roman"/>
          <w:i/>
          <w:iCs/>
        </w:rPr>
        <w:t>(Bild: Stadt Bautzen)</w:t>
      </w:r>
    </w:p>
    <w:p w:rsidR="0037129F" w:rsidRPr="00A93E50" w:rsidRDefault="0037129F" w:rsidP="00A93E50">
      <w:pPr>
        <w:pStyle w:val="Heading2"/>
      </w:pPr>
      <w:r>
        <w:rPr>
          <w:rFonts w:cs="Times New Roman"/>
        </w:rPr>
        <w:br w:type="page"/>
      </w:r>
      <w:r w:rsidRPr="00A93E50">
        <w:t>Information für Pressevertreter</w:t>
      </w:r>
    </w:p>
    <w:p w:rsidR="0037129F" w:rsidRPr="00A93E50" w:rsidRDefault="0037129F" w:rsidP="00A93E50">
      <w:pPr>
        <w:spacing w:line="276" w:lineRule="auto"/>
        <w:rPr>
          <w:rFonts w:ascii="HelveticaNeue LT 55 Roman" w:hAnsi="HelveticaNeue LT 55 Roman" w:cs="HelveticaNeue LT 55 Roman"/>
        </w:rPr>
      </w:pPr>
      <w:r>
        <w:rPr>
          <w:rFonts w:ascii="HelveticaNeue LT 55 Roman" w:hAnsi="HelveticaNeue LT 55 Roman" w:cs="HelveticaNeue LT 55 Roman"/>
        </w:rPr>
        <w:t xml:space="preserve">Vertreter der Medien sind natürlich recht herzlich eingeladen die WJ Bautzen in Aktion zu erleben und über das Projekt zu berichten. Über eine kurze Voranmeldung über </w:t>
      </w:r>
      <w:r w:rsidRPr="00F9346F">
        <w:rPr>
          <w:rFonts w:ascii="HelveticaNeue LT 55 Roman" w:hAnsi="HelveticaNeue LT 55 Roman" w:cs="HelveticaNeue LT 55 Roman"/>
        </w:rPr>
        <w:t>info@wj-bautzen.de</w:t>
      </w:r>
      <w:r>
        <w:rPr>
          <w:rFonts w:ascii="HelveticaNeue LT 55 Roman" w:hAnsi="HelveticaNeue LT 55 Roman" w:cs="HelveticaNeue LT 55 Roman"/>
        </w:rPr>
        <w:t xml:space="preserve"> würden wird uns freuen.</w:t>
      </w:r>
    </w:p>
    <w:p w:rsidR="0037129F" w:rsidRDefault="0037129F" w:rsidP="00A93E50">
      <w:pPr>
        <w:spacing w:line="276" w:lineRule="auto"/>
        <w:rPr>
          <w:rFonts w:ascii="HelveticaNeue LT 55 Roman" w:hAnsi="HelveticaNeue LT 55 Roman" w:cs="HelveticaNeue LT 55 Roman"/>
        </w:rPr>
      </w:pPr>
    </w:p>
    <w:p w:rsidR="0037129F" w:rsidRDefault="0037129F" w:rsidP="00A93E50">
      <w:pPr>
        <w:spacing w:line="276" w:lineRule="auto"/>
        <w:rPr>
          <w:rFonts w:ascii="HelveticaNeue LT 55 Roman" w:hAnsi="HelveticaNeue LT 55 Roman" w:cs="HelveticaNeue LT 55 Roman"/>
        </w:rPr>
      </w:pPr>
      <w:r>
        <w:rPr>
          <w:rFonts w:ascii="HelveticaNeue LT 55 Roman" w:hAnsi="HelveticaNeue LT 55 Roman" w:cs="HelveticaNeue LT 55 Roman"/>
        </w:rPr>
        <w:t>Für a</w:t>
      </w:r>
      <w:r w:rsidRPr="00A93E50">
        <w:rPr>
          <w:rFonts w:ascii="HelveticaNeue LT 55 Roman" w:hAnsi="HelveticaNeue LT 55 Roman" w:cs="HelveticaNeue LT 55 Roman"/>
        </w:rPr>
        <w:t xml:space="preserve">usführliche Informationen zu den Wirtschafsjunioren allgemein können Sie </w:t>
      </w:r>
      <w:r>
        <w:rPr>
          <w:rFonts w:ascii="HelveticaNeue LT 55 Roman" w:hAnsi="HelveticaNeue LT 55 Roman" w:cs="HelveticaNeue LT 55 Roman"/>
        </w:rPr>
        <w:t xml:space="preserve">gern </w:t>
      </w:r>
      <w:r w:rsidRPr="00A93E50">
        <w:rPr>
          <w:rFonts w:ascii="HelveticaNeue LT 55 Roman" w:hAnsi="HelveticaNeue LT 55 Roman" w:cs="HelveticaNeue LT 55 Roman"/>
        </w:rPr>
        <w:t>Presseunterlagen</w:t>
      </w:r>
      <w:r>
        <w:rPr>
          <w:rFonts w:ascii="HelveticaNeue LT 55 Roman" w:hAnsi="HelveticaNeue LT 55 Roman" w:cs="HelveticaNeue LT 55 Roman"/>
        </w:rPr>
        <w:t xml:space="preserve"> bei uns anfordern</w:t>
      </w:r>
      <w:r w:rsidRPr="00A93E50">
        <w:rPr>
          <w:rFonts w:ascii="HelveticaNeue LT 55 Roman" w:hAnsi="HelveticaNeue LT 55 Roman" w:cs="HelveticaNeue LT 55 Roman"/>
        </w:rPr>
        <w:t xml:space="preserve"> </w:t>
      </w:r>
      <w:r>
        <w:rPr>
          <w:rFonts w:ascii="HelveticaNeue LT 55 Roman" w:hAnsi="HelveticaNeue LT 55 Roman" w:cs="HelveticaNeue LT 55 Roman"/>
        </w:rPr>
        <w:t>oder uns auf Facebook (</w:t>
      </w:r>
      <w:r w:rsidRPr="00522CAD">
        <w:rPr>
          <w:rFonts w:ascii="HelveticaNeue LT 55 Roman" w:hAnsi="HelveticaNeue LT 55 Roman" w:cs="HelveticaNeue LT 55 Roman"/>
        </w:rPr>
        <w:t>https://www.facebook.com/wjbautzen</w:t>
      </w:r>
      <w:r>
        <w:rPr>
          <w:rFonts w:ascii="HelveticaNeue LT 55 Roman" w:hAnsi="HelveticaNeue LT 55 Roman" w:cs="HelveticaNeue LT 55 Roman"/>
        </w:rPr>
        <w:t xml:space="preserve">) besuchen. </w:t>
      </w:r>
    </w:p>
    <w:p w:rsidR="0037129F" w:rsidRDefault="0037129F" w:rsidP="00A93E50">
      <w:pPr>
        <w:spacing w:line="276" w:lineRule="auto"/>
        <w:rPr>
          <w:rFonts w:ascii="HelveticaNeue LT 55 Roman" w:hAnsi="HelveticaNeue LT 55 Roman" w:cs="HelveticaNeue LT 55 Roman"/>
        </w:rPr>
      </w:pPr>
    </w:p>
    <w:p w:rsidR="0037129F" w:rsidRPr="00A93E50" w:rsidRDefault="0037129F" w:rsidP="00A93E50">
      <w:pPr>
        <w:pStyle w:val="Heading2"/>
      </w:pPr>
      <w:r w:rsidRPr="00A93E50">
        <w:t>Ansprechpartner</w:t>
      </w:r>
    </w:p>
    <w:p w:rsidR="0037129F" w:rsidRPr="00A93E50" w:rsidRDefault="0037129F" w:rsidP="00A93E50">
      <w:pPr>
        <w:spacing w:line="276" w:lineRule="auto"/>
        <w:jc w:val="both"/>
        <w:rPr>
          <w:rFonts w:ascii="HelveticaNeue LT 55 Roman" w:hAnsi="HelveticaNeue LT 55 Roman" w:cs="HelveticaNeue LT 55 Roman"/>
          <w:b/>
          <w:bCs/>
        </w:rPr>
      </w:pPr>
      <w:r w:rsidRPr="00A93E50">
        <w:rPr>
          <w:rFonts w:ascii="HelveticaNeue LT 55 Roman" w:hAnsi="HelveticaNeue LT 55 Roman" w:cs="HelveticaNeue LT 55 Roman"/>
          <w:b/>
          <w:bCs/>
        </w:rPr>
        <w:t>Kreissprecher</w:t>
      </w:r>
    </w:p>
    <w:p w:rsidR="0037129F" w:rsidRPr="00A93E50" w:rsidRDefault="0037129F"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Peter Stange</w:t>
      </w:r>
    </w:p>
    <w:p w:rsidR="0037129F" w:rsidRPr="00F9346F" w:rsidRDefault="0037129F" w:rsidP="00A93E50">
      <w:pPr>
        <w:spacing w:line="276" w:lineRule="auto"/>
        <w:rPr>
          <w:rFonts w:ascii="HelveticaNeue LT 55 Roman" w:hAnsi="HelveticaNeue LT 55 Roman" w:cs="HelveticaNeue LT 55 Roman"/>
        </w:rPr>
      </w:pPr>
      <w:r w:rsidRPr="00F9346F">
        <w:rPr>
          <w:rFonts w:ascii="HelveticaNeue LT 55 Roman" w:hAnsi="HelveticaNeue LT 55 Roman" w:cs="HelveticaNeue LT 55 Roman"/>
        </w:rPr>
        <w:t xml:space="preserve">Mail: </w:t>
      </w:r>
      <w:smartTag w:uri="urn:schemas-microsoft-com:office:smarttags" w:element="PersonName">
        <w:r>
          <w:rPr>
            <w:rFonts w:ascii="HelveticaNeue LT 55 Roman" w:hAnsi="HelveticaNeue LT 55 Roman" w:cs="HelveticaNeue LT 55 Roman"/>
          </w:rPr>
          <w:t>vorstand</w:t>
        </w:r>
        <w:r w:rsidRPr="00F9346F">
          <w:rPr>
            <w:rFonts w:ascii="HelveticaNeue LT 55 Roman" w:hAnsi="HelveticaNeue LT 55 Roman" w:cs="HelveticaNeue LT 55 Roman"/>
          </w:rPr>
          <w:t>@wj-bautzen.de</w:t>
        </w:r>
      </w:smartTag>
    </w:p>
    <w:p w:rsidR="0037129F" w:rsidRPr="00F9346F" w:rsidRDefault="0037129F" w:rsidP="00A93E50">
      <w:pPr>
        <w:spacing w:line="276" w:lineRule="auto"/>
        <w:rPr>
          <w:rFonts w:ascii="HelveticaNeue LT 55 Roman" w:hAnsi="HelveticaNeue LT 55 Roman" w:cs="HelveticaNeue LT 55 Roman"/>
        </w:rPr>
      </w:pPr>
    </w:p>
    <w:p w:rsidR="0037129F" w:rsidRPr="00F9346F" w:rsidRDefault="0037129F" w:rsidP="00A93E50">
      <w:pPr>
        <w:spacing w:line="276" w:lineRule="auto"/>
        <w:rPr>
          <w:rFonts w:ascii="HelveticaNeue LT 55 Roman" w:hAnsi="HelveticaNeue LT 55 Roman" w:cs="HelveticaNeue LT 55 Roman"/>
          <w:b/>
          <w:bCs/>
        </w:rPr>
      </w:pPr>
      <w:r w:rsidRPr="00F9346F">
        <w:rPr>
          <w:rFonts w:ascii="HelveticaNeue LT 55 Roman" w:hAnsi="HelveticaNeue LT 55 Roman" w:cs="HelveticaNeue LT 55 Roman"/>
          <w:b/>
          <w:bCs/>
        </w:rPr>
        <w:t>Öffentlichkeitsarbeit</w:t>
      </w:r>
    </w:p>
    <w:p w:rsidR="0037129F" w:rsidRPr="00A93E50" w:rsidRDefault="0037129F" w:rsidP="00A93E50">
      <w:pPr>
        <w:spacing w:line="276" w:lineRule="auto"/>
        <w:rPr>
          <w:rFonts w:ascii="HelveticaNeue LT 55 Roman" w:hAnsi="HelveticaNeue LT 55 Roman" w:cs="HelveticaNeue LT 55 Roman"/>
        </w:rPr>
      </w:pPr>
      <w:smartTag w:uri="urn:schemas-microsoft-com:office:smarttags" w:element="PersonName">
        <w:r w:rsidRPr="00A93E50">
          <w:rPr>
            <w:rFonts w:ascii="HelveticaNeue LT 55 Roman" w:hAnsi="HelveticaNeue LT 55 Roman" w:cs="HelveticaNeue LT 55 Roman"/>
          </w:rPr>
          <w:t>Christian</w:t>
        </w:r>
      </w:smartTag>
      <w:r w:rsidRPr="00A93E50">
        <w:rPr>
          <w:rFonts w:ascii="HelveticaNeue LT 55 Roman" w:hAnsi="HelveticaNeue LT 55 Roman" w:cs="HelveticaNeue LT 55 Roman"/>
        </w:rPr>
        <w:t xml:space="preserve"> Klinger</w:t>
      </w:r>
    </w:p>
    <w:p w:rsidR="0037129F" w:rsidRPr="00A93E50" w:rsidRDefault="0037129F"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Telefon: 0174/3021394</w:t>
      </w:r>
    </w:p>
    <w:p w:rsidR="0037129F" w:rsidRPr="00A93E50" w:rsidRDefault="0037129F"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 xml:space="preserve">Mail: </w:t>
      </w:r>
      <w:smartTag w:uri="urn:schemas-microsoft-com:office:smarttags" w:element="PersonName">
        <w:r w:rsidRPr="00A93E50">
          <w:rPr>
            <w:rFonts w:ascii="HelveticaNeue LT 55 Roman" w:hAnsi="HelveticaNeue LT 55 Roman" w:cs="HelveticaNeue LT 55 Roman"/>
          </w:rPr>
          <w:t>presse@wj-bautzen.de</w:t>
        </w:r>
      </w:smartTag>
    </w:p>
    <w:sectPr w:rsidR="0037129F" w:rsidRPr="00A93E50" w:rsidSect="00F861CB">
      <w:headerReference w:type="default" r:id="rId9"/>
      <w:footerReference w:type="default" r:id="rId10"/>
      <w:pgSz w:w="11900" w:h="16840"/>
      <w:pgMar w:top="5387" w:right="3175" w:bottom="1134" w:left="1418" w:header="709" w:footer="114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29F" w:rsidRDefault="0037129F" w:rsidP="00961BAC">
      <w:pPr>
        <w:rPr>
          <w:rFonts w:cs="Times New Roman"/>
        </w:rPr>
      </w:pPr>
      <w:r>
        <w:rPr>
          <w:rFonts w:cs="Times New Roman"/>
        </w:rPr>
        <w:separator/>
      </w:r>
    </w:p>
  </w:endnote>
  <w:endnote w:type="continuationSeparator" w:id="0">
    <w:p w:rsidR="0037129F" w:rsidRDefault="0037129F" w:rsidP="00961BA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Neue LT 55 Roman">
    <w:altName w:val="HeldustryFT Black"/>
    <w:panose1 w:val="00000000000000000000"/>
    <w:charset w:val="00"/>
    <w:family w:val="auto"/>
    <w:notTrueType/>
    <w:pitch w:val="variable"/>
    <w:sig w:usb0="00000003" w:usb1="00000000" w:usb2="00000000" w:usb3="00000000" w:csb0="00000001"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Helvetica Neue">
    <w:altName w:val="Agency FB"/>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Helvetica-Normal">
    <w:panose1 w:val="00000000000000000000"/>
    <w:charset w:val="00"/>
    <w:family w:val="auto"/>
    <w:pitch w:val="variable"/>
    <w:sig w:usb0="00000087" w:usb1="00000000" w:usb2="00000000" w:usb3="00000000" w:csb0="0000001B"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29F" w:rsidRDefault="0037129F">
    <w:pPr>
      <w:rPr>
        <w:rFonts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6" o:spid="_x0000_s2056" type="#_x0000_t75" style="position:absolute;margin-left:374.65pt;margin-top:.9pt;width:81.1pt;height:42.5pt;z-index:251655168;visibility:visible">
          <v:imagedata r:id="rId1" o:titl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29F" w:rsidRDefault="0037129F" w:rsidP="00961BAC">
      <w:pPr>
        <w:rPr>
          <w:rFonts w:cs="Times New Roman"/>
        </w:rPr>
      </w:pPr>
      <w:r>
        <w:rPr>
          <w:rFonts w:cs="Times New Roman"/>
        </w:rPr>
        <w:separator/>
      </w:r>
    </w:p>
  </w:footnote>
  <w:footnote w:type="continuationSeparator" w:id="0">
    <w:p w:rsidR="0037129F" w:rsidRDefault="0037129F" w:rsidP="00961BAC">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29F" w:rsidRDefault="0037129F" w:rsidP="004A137A">
    <w:pPr>
      <w:pStyle w:val="AbsenderWJD"/>
    </w:pPr>
    <w:r>
      <w:rPr>
        <w:noProof/>
      </w:rPr>
      <w:pict>
        <v:group id="_x0000_s2049" style="position:absolute;margin-left:0;margin-top:42.55pt;width:175.95pt;height:49.7pt;z-index:251659264;mso-position-vertical-relative:page" coordorigin="1418,710" coordsize="3519,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2050" type="#_x0000_t75" alt="WJ_LOGO_FARBIG.bmp" style="position:absolute;left:1418;top:710;width:3519;height:994;visibility:visible">
            <v:imagedata r:id="rId1" o:title=""/>
          </v:shape>
          <v:shapetype id="_x0000_t202" coordsize="21600,21600" o:spt="202" path="m,l,21600r21600,l21600,xe">
            <v:stroke joinstyle="miter"/>
            <v:path gradientshapeok="t" o:connecttype="rect"/>
          </v:shapetype>
          <v:shape id="_x0000_s2051" type="#_x0000_t202" style="position:absolute;left:2863;top:897;width:2071;height:246;mso-position-vertical-relative:page" stroked="f">
            <v:textbox style="mso-next-textbox:#_x0000_s2051" inset="0,0,0,0">
              <w:txbxContent>
                <w:p w:rsidR="0037129F" w:rsidRPr="00A72384" w:rsidRDefault="0037129F" w:rsidP="004A137A">
                  <w:pPr>
                    <w:rPr>
                      <w:rFonts w:ascii="HelveticaNeue LT 55 Roman" w:hAnsi="HelveticaNeue LT 55 Roman" w:cs="HelveticaNeue LT 55 Roman"/>
                      <w:b/>
                      <w:bCs/>
                      <w:color w:val="5D5B59"/>
                      <w:sz w:val="17"/>
                      <w:szCs w:val="17"/>
                    </w:rPr>
                  </w:pPr>
                  <w:r>
                    <w:rPr>
                      <w:rFonts w:ascii="HelveticaNeue LT 55 Roman" w:hAnsi="HelveticaNeue LT 55 Roman" w:cs="HelveticaNeue LT 55 Roman"/>
                      <w:b/>
                      <w:bCs/>
                      <w:color w:val="5D5B59"/>
                      <w:sz w:val="17"/>
                      <w:szCs w:val="17"/>
                    </w:rPr>
                    <w:t>BAUTZEN</w:t>
                  </w:r>
                </w:p>
              </w:txbxContent>
            </v:textbox>
          </v:shape>
          <w10:wrap anchory="page"/>
          <w10:anchorlock/>
        </v:group>
      </w:pict>
    </w:r>
    <w:r>
      <w:rPr>
        <w:noProof/>
      </w:rPr>
      <w:pict>
        <v:shape id="Grafik 0" o:spid="_x0000_s2052" type="#_x0000_t75" alt="wjd_logo_sdjw_RGB_28954.jpg" style="position:absolute;margin-left:341.6pt;margin-top:3.9pt;width:143.15pt;height:54pt;z-index:251656192;visibility:visible">
          <v:imagedata r:id="rId2" o:title="" gain="72818f"/>
          <w10:anchorlock/>
        </v:shape>
      </w:pict>
    </w:r>
    <w:r>
      <w:rPr>
        <w:noProof/>
      </w:rPr>
      <w:pict>
        <v:shape id="Textfeld 14" o:spid="_x0000_s2053" type="#_x0000_t202" style="position:absolute;margin-left:-5.55pt;margin-top:99.25pt;width:198pt;height:27pt;z-index:251658240;visibility:visible" filled="f" stroked="f">
          <v:textbox style="mso-next-textbox:#Textfeld 14">
            <w:txbxContent>
              <w:p w:rsidR="0037129F" w:rsidRPr="0036486A" w:rsidRDefault="0037129F" w:rsidP="004A137A">
                <w:pPr>
                  <w:pStyle w:val="AbsenderWJD"/>
                  <w:rPr>
                    <w:rFonts w:ascii="HelveticaNeue LT 55 Roman" w:hAnsi="HelveticaNeue LT 55 Roman" w:cs="HelveticaNeue LT 55 Roman"/>
                    <w:b/>
                    <w:bCs/>
                  </w:rPr>
                </w:pPr>
                <w:r w:rsidRPr="0036486A">
                  <w:rPr>
                    <w:rFonts w:ascii="HelveticaNeue LT 55 Roman" w:hAnsi="HelveticaNeue LT 55 Roman" w:cs="HelveticaNeue LT 55 Roman"/>
                    <w:b/>
                    <w:bCs/>
                  </w:rPr>
                  <w:t xml:space="preserve">Wirtschaftsjunioren </w:t>
                </w:r>
                <w:r>
                  <w:rPr>
                    <w:rFonts w:ascii="HelveticaNeue LT 55 Roman" w:hAnsi="HelveticaNeue LT 55 Roman" w:cs="HelveticaNeue LT 55 Roman"/>
                    <w:b/>
                    <w:bCs/>
                  </w:rPr>
                  <w:t>Bautzen e.V. bei der IHK Dresden</w:t>
                </w:r>
              </w:p>
              <w:p w:rsidR="0037129F" w:rsidRPr="0036486A" w:rsidRDefault="0037129F" w:rsidP="004A137A">
                <w:pPr>
                  <w:pStyle w:val="AbsenderWJD"/>
                  <w:rPr>
                    <w:rFonts w:ascii="HelveticaNeue LT 55 Roman" w:hAnsi="HelveticaNeue LT 55 Roman" w:cs="HelveticaNeue LT 55 Roman"/>
                  </w:rPr>
                </w:pPr>
                <w:r w:rsidRPr="00F6027B">
                  <w:rPr>
                    <w:rFonts w:ascii="HelveticaNeue LT 55 Roman" w:hAnsi="HelveticaNeue LT 55 Roman" w:cs="HelveticaNeue LT 55 Roman"/>
                  </w:rPr>
                  <w:t>Karl-Liebknecht-Straße 2</w:t>
                </w:r>
                <w:r w:rsidRPr="00FD4E71">
                  <w:rPr>
                    <w:rFonts w:ascii="HelveticaNeue LT 55 Roman" w:hAnsi="HelveticaNeue LT 55 Roman" w:cs="HelveticaNeue LT 55 Roman"/>
                  </w:rPr>
                  <w:t xml:space="preserve"> </w:t>
                </w:r>
                <w:r w:rsidRPr="00FD4E71">
                  <w:rPr>
                    <w:rFonts w:ascii="Times New Roman" w:hAnsi="Times New Roman" w:cs="Times New Roman"/>
                  </w:rPr>
                  <w:t>∙</w:t>
                </w:r>
                <w:r w:rsidRPr="00FD4E71">
                  <w:rPr>
                    <w:rFonts w:ascii="HelveticaNeue LT 55 Roman" w:hAnsi="HelveticaNeue LT 55 Roman" w:cs="HelveticaNeue LT 55 Roman"/>
                  </w:rPr>
                  <w:t xml:space="preserve"> 0</w:t>
                </w:r>
                <w:r>
                  <w:rPr>
                    <w:rFonts w:ascii="HelveticaNeue LT 55 Roman" w:hAnsi="HelveticaNeue LT 55 Roman" w:cs="HelveticaNeue LT 55 Roman"/>
                  </w:rPr>
                  <w:t>2625</w:t>
                </w:r>
                <w:r w:rsidRPr="00FD4E71">
                  <w:rPr>
                    <w:rFonts w:ascii="HelveticaNeue LT 55 Roman" w:hAnsi="HelveticaNeue LT 55 Roman" w:cs="HelveticaNeue LT 55 Roman"/>
                  </w:rPr>
                  <w:t xml:space="preserve"> </w:t>
                </w:r>
                <w:r>
                  <w:rPr>
                    <w:rFonts w:ascii="HelveticaNeue LT 55 Roman" w:hAnsi="HelveticaNeue LT 55 Roman" w:cs="HelveticaNeue LT 55 Roman"/>
                  </w:rPr>
                  <w:t>Bautzen</w:t>
                </w:r>
              </w:p>
              <w:p w:rsidR="0037129F" w:rsidRDefault="0037129F" w:rsidP="004A137A">
                <w:pPr>
                  <w:pStyle w:val="AbsenderWJD"/>
                  <w:rPr>
                    <w:rFonts w:cs="Times New Roman"/>
                  </w:rPr>
                </w:pPr>
              </w:p>
            </w:txbxContent>
          </v:textbox>
          <w10:wrap type="square"/>
          <w10:anchorlock/>
        </v:shape>
      </w:pict>
    </w:r>
    <w:r>
      <w:rPr>
        <w:noProof/>
      </w:rPr>
      <w:pict>
        <v:line id="Gerade Verbindung 13" o:spid="_x0000_s2054" style="position:absolute;z-index:251657216;visibility:visible" from="378pt,261.25pt" to="379.6pt,518.45pt" strokecolor="#999" strokeweight=".5pt">
          <w10:anchorlock/>
        </v:line>
      </w:pict>
    </w:r>
    <w:r>
      <w:t xml:space="preserve"> </w:t>
    </w:r>
  </w:p>
  <w:p w:rsidR="0037129F" w:rsidRPr="004A137A" w:rsidRDefault="0037129F" w:rsidP="004A137A">
    <w:pPr>
      <w:pStyle w:val="Header"/>
      <w:rPr>
        <w:rFonts w:cs="Times New Roman"/>
      </w:rPr>
    </w:pPr>
    <w:r>
      <w:rPr>
        <w:noProof/>
      </w:rPr>
      <w:pict>
        <v:shape id="Textfeld 12" o:spid="_x0000_s2055" type="#_x0000_t202" style="position:absolute;margin-left:378pt;margin-top:281.35pt;width:126pt;height:341.55pt;z-index:-251656192;visibility:visible" filled="f" stroked="f">
          <v:textbox style="mso-next-textbox:#Textfeld 12">
            <w:txbxContent>
              <w:p w:rsidR="0037129F" w:rsidRPr="0036486A" w:rsidRDefault="0037129F" w:rsidP="00F71D98">
                <w:pPr>
                  <w:pStyle w:val="Adressblockrechts"/>
                  <w:rPr>
                    <w:rFonts w:ascii="HelveticaNeue LT 55 Roman" w:hAnsi="HelveticaNeue LT 55 Roman" w:cs="HelveticaNeue LT 55 Roman"/>
                    <w:b/>
                    <w:bCs/>
                  </w:rPr>
                </w:pPr>
                <w:r w:rsidRPr="0036486A">
                  <w:rPr>
                    <w:rFonts w:ascii="HelveticaNeue LT 55 Roman" w:hAnsi="HelveticaNeue LT 55 Roman" w:cs="HelveticaNeue LT 55 Roman"/>
                    <w:b/>
                    <w:bCs/>
                  </w:rPr>
                  <w:t>Wirtschaftsjunioren</w:t>
                </w:r>
                <w:r>
                  <w:rPr>
                    <w:rFonts w:ascii="HelveticaNeue LT 55 Roman" w:hAnsi="HelveticaNeue LT 55 Roman" w:cs="HelveticaNeue LT 55 Roman"/>
                    <w:b/>
                    <w:bCs/>
                  </w:rPr>
                  <w:t xml:space="preserve"> Bautzen e.V.</w:t>
                </w:r>
                <w:r w:rsidRPr="0036486A">
                  <w:rPr>
                    <w:rFonts w:ascii="HelveticaNeue LT 55 Roman" w:hAnsi="HelveticaNeue LT 55 Roman" w:cs="HelveticaNeue LT 55 Roman"/>
                    <w:b/>
                    <w:bCs/>
                  </w:rPr>
                  <w:br/>
                </w:r>
                <w:r>
                  <w:rPr>
                    <w:rFonts w:ascii="HelveticaNeue LT 55 Roman" w:hAnsi="HelveticaNeue LT 55 Roman" w:cs="HelveticaNeue LT 55 Roman"/>
                    <w:b/>
                    <w:bCs/>
                  </w:rPr>
                  <w:t>bei der IHK Dresden</w:t>
                </w:r>
              </w:p>
              <w:p w:rsidR="0037129F" w:rsidRPr="009016C3" w:rsidRDefault="0037129F" w:rsidP="00F71D98">
                <w:pPr>
                  <w:pStyle w:val="Adressblockrechts"/>
                  <w:spacing w:after="0"/>
                  <w:rPr>
                    <w:rFonts w:ascii="HelveticaNeue LT 55 Roman" w:hAnsi="HelveticaNeue LT 55 Roman" w:cs="HelveticaNeue LT 55 Roman"/>
                  </w:rPr>
                </w:pPr>
                <w:r w:rsidRPr="0036486A">
                  <w:rPr>
                    <w:rFonts w:ascii="HelveticaNeue LT 55 Roman" w:hAnsi="HelveticaNeue LT 55 Roman" w:cs="HelveticaNeue LT 55 Roman"/>
                    <w:color w:val="999999"/>
                  </w:rPr>
                  <w:sym w:font="Wingdings 3" w:char="F084"/>
                </w:r>
                <w:r w:rsidRPr="0036486A">
                  <w:rPr>
                    <w:rFonts w:ascii="HelveticaNeue LT 55 Roman" w:hAnsi="HelveticaNeue LT 55 Roman" w:cs="HelveticaNeue LT 55 Roman"/>
                  </w:rPr>
                  <w:br/>
                </w:r>
                <w:r w:rsidRPr="009016C3">
                  <w:rPr>
                    <w:rFonts w:ascii="HelveticaNeue LT 55 Roman" w:hAnsi="HelveticaNeue LT 55 Roman" w:cs="HelveticaNeue LT 55 Roman"/>
                  </w:rPr>
                  <w:t>Karl-Liebknecht-Straße 2</w:t>
                </w:r>
              </w:p>
              <w:p w:rsidR="0037129F" w:rsidRPr="009016C3" w:rsidRDefault="0037129F" w:rsidP="00F71D98">
                <w:pPr>
                  <w:pStyle w:val="Adressblockrechts"/>
                  <w:rPr>
                    <w:rFonts w:ascii="HelveticaNeue LT 55 Roman" w:hAnsi="HelveticaNeue LT 55 Roman" w:cs="HelveticaNeue LT 55 Roman"/>
                  </w:rPr>
                </w:pPr>
                <w:r w:rsidRPr="009016C3">
                  <w:rPr>
                    <w:rFonts w:ascii="HelveticaNeue LT 55 Roman" w:hAnsi="HelveticaNeue LT 55 Roman" w:cs="HelveticaNeue LT 55 Roman"/>
                  </w:rPr>
                  <w:t>02625 Bautzen</w:t>
                </w:r>
              </w:p>
              <w:p w:rsidR="0037129F" w:rsidRPr="009016C3" w:rsidRDefault="0037129F" w:rsidP="00F71D98">
                <w:pPr>
                  <w:pStyle w:val="Adressblockrechts"/>
                  <w:spacing w:after="0"/>
                  <w:rPr>
                    <w:rFonts w:ascii="HelveticaNeue LT 55 Roman" w:hAnsi="HelveticaNeue LT 55 Roman" w:cs="HelveticaNeue LT 55 Roman"/>
                  </w:rPr>
                </w:pPr>
                <w:r w:rsidRPr="009016C3">
                  <w:rPr>
                    <w:rFonts w:ascii="HelveticaNeue LT 55 Roman" w:hAnsi="HelveticaNeue LT 55 Roman" w:cs="HelveticaNeue LT 55 Roman"/>
                  </w:rPr>
                  <w:t>Tel.: +49 (0) 3591 351300</w:t>
                </w:r>
              </w:p>
              <w:p w:rsidR="0037129F" w:rsidRPr="001E3770" w:rsidRDefault="0037129F" w:rsidP="00F71D98">
                <w:pPr>
                  <w:pStyle w:val="Adressblockrechts"/>
                  <w:rPr>
                    <w:rFonts w:ascii="HelveticaNeue LT 55 Roman" w:hAnsi="HelveticaNeue LT 55 Roman" w:cs="HelveticaNeue LT 55 Roman"/>
                    <w:lang w:val="en-GB"/>
                  </w:rPr>
                </w:pPr>
                <w:r w:rsidRPr="001E3770">
                  <w:rPr>
                    <w:rFonts w:ascii="HelveticaNeue LT 55 Roman" w:hAnsi="HelveticaNeue LT 55 Roman" w:cs="HelveticaNeue LT 55 Roman"/>
                    <w:lang w:val="en-GB"/>
                  </w:rPr>
                  <w:t>Fax:  +49 (0) 3591 351320</w:t>
                </w:r>
              </w:p>
              <w:p w:rsidR="0037129F" w:rsidRPr="001E3770" w:rsidRDefault="0037129F" w:rsidP="00F71D98">
                <w:pPr>
                  <w:pStyle w:val="Adressblockrechts"/>
                  <w:rPr>
                    <w:rFonts w:ascii="HelveticaNeue LT 55 Roman" w:hAnsi="HelveticaNeue LT 55 Roman" w:cs="HelveticaNeue LT 55 Roman"/>
                    <w:lang w:val="en-GB"/>
                  </w:rPr>
                </w:pPr>
                <w:smartTag w:uri="urn:schemas-microsoft-com:office:smarttags" w:element="PersonName">
                  <w:r>
                    <w:rPr>
                      <w:rFonts w:ascii="HelveticaNeue LT 55 Roman" w:hAnsi="HelveticaNeue LT 55 Roman" w:cs="HelveticaNeue LT 55 Roman"/>
                      <w:lang w:val="en-GB"/>
                    </w:rPr>
                    <w:t>vorstand</w:t>
                  </w:r>
                  <w:r w:rsidRPr="001E3770">
                    <w:rPr>
                      <w:rFonts w:ascii="HelveticaNeue LT 55 Roman" w:hAnsi="HelveticaNeue LT 55 Roman" w:cs="HelveticaNeue LT 55 Roman"/>
                      <w:lang w:val="en-GB"/>
                    </w:rPr>
                    <w:t>@wj-bautzen.de</w:t>
                  </w:r>
                </w:smartTag>
                <w:r w:rsidRPr="001E3770">
                  <w:rPr>
                    <w:rFonts w:ascii="HelveticaNeue LT 55 Roman" w:hAnsi="HelveticaNeue LT 55 Roman" w:cs="HelveticaNeue LT 55 Roman"/>
                    <w:lang w:val="en-GB"/>
                  </w:rPr>
                  <w:br/>
                  <w:t>www.wj-bautzen.de</w:t>
                </w:r>
              </w:p>
              <w:p w:rsidR="0037129F" w:rsidRDefault="0037129F" w:rsidP="00F71D98">
                <w:pPr>
                  <w:pStyle w:val="Adressblockrechts"/>
                  <w:tabs>
                    <w:tab w:val="left" w:pos="900"/>
                  </w:tabs>
                  <w:rPr>
                    <w:rFonts w:ascii="HelveticaNeue LT 55 Roman" w:hAnsi="HelveticaNeue LT 55 Roman" w:cs="HelveticaNeue LT 55 Roman"/>
                  </w:rPr>
                </w:pPr>
                <w:r>
                  <w:rPr>
                    <w:rFonts w:ascii="HelveticaNeue LT 55 Roman" w:hAnsi="HelveticaNeue LT 55 Roman" w:cs="HelveticaNeue LT 55 Roman"/>
                  </w:rPr>
                  <w:t>Bankverbindung</w:t>
                </w:r>
                <w:r>
                  <w:rPr>
                    <w:rFonts w:ascii="HelveticaNeue LT 55 Roman" w:hAnsi="HelveticaNeue LT 55 Roman" w:cs="HelveticaNeue LT 55 Roman"/>
                  </w:rPr>
                  <w:br/>
                  <w:t>Wirtschaftsjunioren Bautzen e.V.</w:t>
                </w:r>
                <w:r>
                  <w:rPr>
                    <w:rFonts w:ascii="HelveticaNeue LT 55 Roman" w:hAnsi="HelveticaNeue LT 55 Roman" w:cs="HelveticaNeue LT 55 Roman"/>
                  </w:rPr>
                  <w:br/>
                  <w:t>Konto-Nr.:</w:t>
                </w:r>
                <w:r>
                  <w:rPr>
                    <w:rFonts w:ascii="HelveticaNeue LT 55 Roman" w:hAnsi="HelveticaNeue LT 55 Roman" w:cs="HelveticaNeue LT 55 Roman"/>
                  </w:rPr>
                  <w:tab/>
                  <w:t>1002012518</w:t>
                </w:r>
                <w:r>
                  <w:rPr>
                    <w:rFonts w:ascii="HelveticaNeue LT 55 Roman" w:hAnsi="HelveticaNeue LT 55 Roman" w:cs="HelveticaNeue LT 55 Roman"/>
                  </w:rPr>
                  <w:tab/>
                </w:r>
                <w:r>
                  <w:rPr>
                    <w:rFonts w:ascii="HelveticaNeue LT 55 Roman" w:hAnsi="HelveticaNeue LT 55 Roman" w:cs="HelveticaNeue LT 55 Roman"/>
                  </w:rPr>
                  <w:br/>
                  <w:t>BLZ:</w:t>
                </w:r>
                <w:r>
                  <w:rPr>
                    <w:rFonts w:ascii="HelveticaNeue LT 55 Roman" w:hAnsi="HelveticaNeue LT 55 Roman" w:cs="HelveticaNeue LT 55 Roman"/>
                  </w:rPr>
                  <w:tab/>
                  <w:t>855 500 00</w:t>
                </w:r>
                <w:r>
                  <w:rPr>
                    <w:rFonts w:ascii="HelveticaNeue LT 55 Roman" w:hAnsi="HelveticaNeue LT 55 Roman" w:cs="HelveticaNeue LT 55 Roman"/>
                  </w:rPr>
                  <w:br/>
                  <w:t>Kreissparkasse Bautzen</w:t>
                </w:r>
              </w:p>
              <w:p w:rsidR="0037129F" w:rsidRPr="00BA6A70" w:rsidRDefault="0037129F" w:rsidP="0056183C">
                <w:pPr>
                  <w:pStyle w:val="Adressblockrechts"/>
                  <w:tabs>
                    <w:tab w:val="left" w:pos="900"/>
                  </w:tabs>
                  <w:rPr>
                    <w:rFonts w:ascii="HelveticaNeue LT 55 Roman" w:hAnsi="HelveticaNeue LT 55 Roman" w:cs="HelveticaNeue LT 55 Roman"/>
                  </w:rPr>
                </w:pPr>
                <w:r w:rsidRPr="00BA6A70">
                  <w:rPr>
                    <w:rFonts w:ascii="HelveticaNeue LT 55 Roman" w:hAnsi="HelveticaNeue LT 55 Roman" w:cs="HelveticaNeue LT 55 Roman"/>
                  </w:rPr>
                  <w:t>Vorstand (§ 26 BGB)</w:t>
                </w:r>
                <w:r>
                  <w:rPr>
                    <w:rFonts w:ascii="HelveticaNeue LT 55 Roman" w:hAnsi="HelveticaNeue LT 55 Roman" w:cs="HelveticaNeue LT 55 Roman"/>
                  </w:rPr>
                  <w:br/>
                </w:r>
                <w:r w:rsidRPr="00BA6A70">
                  <w:rPr>
                    <w:rFonts w:ascii="HelveticaNeue LT 55 Roman" w:hAnsi="HelveticaNeue LT 55 Roman" w:cs="HelveticaNeue LT 55 Roman"/>
                  </w:rPr>
                  <w:t xml:space="preserve">Peter Stange </w:t>
                </w:r>
                <w:r>
                  <w:rPr>
                    <w:rFonts w:ascii="HelveticaNeue LT 55 Roman" w:hAnsi="HelveticaNeue LT 55 Roman" w:cs="HelveticaNeue LT 55 Roman"/>
                  </w:rPr>
                  <w:br/>
                </w:r>
                <w:r w:rsidRPr="00BA6A70">
                  <w:rPr>
                    <w:rFonts w:ascii="HelveticaNeue LT 55 Roman" w:hAnsi="HelveticaNeue LT 55 Roman" w:cs="HelveticaNeue LT 55 Roman"/>
                  </w:rPr>
                  <w:t>(Kreissprecher)</w:t>
                </w:r>
                <w:r>
                  <w:rPr>
                    <w:rFonts w:ascii="HelveticaNeue LT 55 Roman" w:hAnsi="HelveticaNeue LT 55 Roman" w:cs="HelveticaNeue LT 55 Roman"/>
                  </w:rPr>
                  <w:br/>
                  <w:t>J</w:t>
                </w:r>
                <w:r w:rsidRPr="00BA6A70">
                  <w:rPr>
                    <w:rFonts w:ascii="HelveticaNeue LT 55 Roman" w:hAnsi="HelveticaNeue LT 55 Roman" w:cs="HelveticaNeue LT 55 Roman"/>
                  </w:rPr>
                  <w:t xml:space="preserve">essica Großmann </w:t>
                </w:r>
                <w:r>
                  <w:rPr>
                    <w:rFonts w:ascii="HelveticaNeue LT 55 Roman" w:hAnsi="HelveticaNeue LT 55 Roman" w:cs="HelveticaNeue LT 55 Roman"/>
                  </w:rPr>
                  <w:br/>
                </w:r>
                <w:r w:rsidRPr="00BA6A70">
                  <w:rPr>
                    <w:rFonts w:ascii="HelveticaNeue LT 55 Roman" w:hAnsi="HelveticaNeue LT 55 Roman" w:cs="HelveticaNeue LT 55 Roman"/>
                  </w:rPr>
                  <w:t>(Stellv. Kreissprecherin)</w:t>
                </w:r>
                <w:r>
                  <w:rPr>
                    <w:rFonts w:ascii="HelveticaNeue LT 55 Roman" w:hAnsi="HelveticaNeue LT 55 Roman" w:cs="HelveticaNeue LT 55 Roman"/>
                  </w:rPr>
                  <w:br/>
                </w:r>
                <w:r w:rsidRPr="00BA6A70">
                  <w:rPr>
                    <w:rFonts w:ascii="HelveticaNeue LT 55 Roman" w:hAnsi="HelveticaNeue LT 55 Roman" w:cs="HelveticaNeue LT 55 Roman"/>
                  </w:rPr>
                  <w:t>Marco Großmann (Schatzmeister)</w:t>
                </w:r>
              </w:p>
              <w:p w:rsidR="0037129F" w:rsidRPr="0036486A" w:rsidRDefault="0037129F" w:rsidP="00F71D98">
                <w:pPr>
                  <w:pStyle w:val="Adressblockrechts"/>
                  <w:tabs>
                    <w:tab w:val="left" w:pos="900"/>
                  </w:tabs>
                  <w:rPr>
                    <w:rFonts w:ascii="HelveticaNeue LT 55 Roman" w:hAnsi="HelveticaNeue LT 55 Roman" w:cs="HelveticaNeue LT 55 Roman"/>
                  </w:rPr>
                </w:pPr>
              </w:p>
            </w:txbxContent>
          </v:textbox>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324D37E"/>
    <w:lvl w:ilvl="0">
      <w:start w:val="1"/>
      <w:numFmt w:val="decimal"/>
      <w:lvlText w:val="%1."/>
      <w:lvlJc w:val="left"/>
      <w:pPr>
        <w:tabs>
          <w:tab w:val="num" w:pos="1492"/>
        </w:tabs>
        <w:ind w:left="1492" w:hanging="360"/>
      </w:pPr>
    </w:lvl>
  </w:abstractNum>
  <w:abstractNum w:abstractNumId="1">
    <w:nsid w:val="FFFFFF7D"/>
    <w:multiLevelType w:val="singleLevel"/>
    <w:tmpl w:val="77E04E86"/>
    <w:lvl w:ilvl="0">
      <w:start w:val="1"/>
      <w:numFmt w:val="decimal"/>
      <w:lvlText w:val="%1."/>
      <w:lvlJc w:val="left"/>
      <w:pPr>
        <w:tabs>
          <w:tab w:val="num" w:pos="1209"/>
        </w:tabs>
        <w:ind w:left="1209" w:hanging="360"/>
      </w:pPr>
    </w:lvl>
  </w:abstractNum>
  <w:abstractNum w:abstractNumId="2">
    <w:nsid w:val="FFFFFF7E"/>
    <w:multiLevelType w:val="singleLevel"/>
    <w:tmpl w:val="EA787F70"/>
    <w:lvl w:ilvl="0">
      <w:start w:val="1"/>
      <w:numFmt w:val="decimal"/>
      <w:lvlText w:val="%1."/>
      <w:lvlJc w:val="left"/>
      <w:pPr>
        <w:tabs>
          <w:tab w:val="num" w:pos="926"/>
        </w:tabs>
        <w:ind w:left="926" w:hanging="360"/>
      </w:pPr>
    </w:lvl>
  </w:abstractNum>
  <w:abstractNum w:abstractNumId="3">
    <w:nsid w:val="FFFFFF7F"/>
    <w:multiLevelType w:val="singleLevel"/>
    <w:tmpl w:val="E880074C"/>
    <w:lvl w:ilvl="0">
      <w:start w:val="1"/>
      <w:numFmt w:val="decimal"/>
      <w:lvlText w:val="%1."/>
      <w:lvlJc w:val="left"/>
      <w:pPr>
        <w:tabs>
          <w:tab w:val="num" w:pos="643"/>
        </w:tabs>
        <w:ind w:left="643" w:hanging="360"/>
      </w:pPr>
    </w:lvl>
  </w:abstractNum>
  <w:abstractNum w:abstractNumId="4">
    <w:nsid w:val="FFFFFF80"/>
    <w:multiLevelType w:val="singleLevel"/>
    <w:tmpl w:val="0C207BA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B12084FA"/>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C9DC8B2C"/>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59E09B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F20C638C"/>
    <w:lvl w:ilvl="0">
      <w:start w:val="1"/>
      <w:numFmt w:val="decimal"/>
      <w:lvlText w:val="%1."/>
      <w:lvlJc w:val="left"/>
      <w:pPr>
        <w:tabs>
          <w:tab w:val="num" w:pos="360"/>
        </w:tabs>
        <w:ind w:left="360" w:hanging="360"/>
      </w:pPr>
    </w:lvl>
  </w:abstractNum>
  <w:abstractNum w:abstractNumId="9">
    <w:nsid w:val="FFFFFF89"/>
    <w:multiLevelType w:val="singleLevel"/>
    <w:tmpl w:val="156AD09E"/>
    <w:lvl w:ilvl="0">
      <w:start w:val="1"/>
      <w:numFmt w:val="bullet"/>
      <w:lvlText w:val=""/>
      <w:lvlJc w:val="left"/>
      <w:pPr>
        <w:tabs>
          <w:tab w:val="num" w:pos="360"/>
        </w:tabs>
        <w:ind w:left="360" w:hanging="360"/>
      </w:pPr>
      <w:rPr>
        <w:rFonts w:ascii="Symbol" w:hAnsi="Symbol" w:cs="Symbol" w:hint="default"/>
      </w:rPr>
    </w:lvl>
  </w:abstractNum>
  <w:abstractNum w:abstractNumId="10">
    <w:nsid w:val="07F749D8"/>
    <w:multiLevelType w:val="hybridMultilevel"/>
    <w:tmpl w:val="6B5291B4"/>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1">
    <w:nsid w:val="103F6EC9"/>
    <w:multiLevelType w:val="hybridMultilevel"/>
    <w:tmpl w:val="C23E75A4"/>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2">
    <w:nsid w:val="386F26EB"/>
    <w:multiLevelType w:val="hybridMultilevel"/>
    <w:tmpl w:val="926472C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nsid w:val="599D1BC4"/>
    <w:multiLevelType w:val="hybridMultilevel"/>
    <w:tmpl w:val="9E4AF290"/>
    <w:lvl w:ilvl="0" w:tplc="1A16FC60">
      <w:numFmt w:val="bullet"/>
      <w:lvlText w:val="-"/>
      <w:lvlJc w:val="left"/>
      <w:pPr>
        <w:ind w:left="720" w:hanging="360"/>
      </w:pPr>
      <w:rPr>
        <w:rFonts w:ascii="HelveticaNeue LT 55 Roman" w:eastAsia="MS Minngs" w:hAnsi="HelveticaNeue LT 55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4">
    <w:nsid w:val="6E2E35D2"/>
    <w:multiLevelType w:val="hybridMultilevel"/>
    <w:tmpl w:val="E69EE45C"/>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13"/>
  </w:num>
  <w:num w:numId="2">
    <w:abstractNumId w:val="10"/>
  </w:num>
  <w:num w:numId="3">
    <w:abstractNumId w:val="12"/>
  </w:num>
  <w:num w:numId="4">
    <w:abstractNumId w:val="14"/>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1F08"/>
  <w:defaultTabStop w:val="708"/>
  <w:hyphenationZone w:val="425"/>
  <w:doNotHyphenateCaps/>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0359"/>
    <w:rsid w:val="000134E9"/>
    <w:rsid w:val="0003243D"/>
    <w:rsid w:val="000363F3"/>
    <w:rsid w:val="00062800"/>
    <w:rsid w:val="000968D7"/>
    <w:rsid w:val="000A15E1"/>
    <w:rsid w:val="000C59EE"/>
    <w:rsid w:val="00136306"/>
    <w:rsid w:val="00137EB8"/>
    <w:rsid w:val="001723AD"/>
    <w:rsid w:val="001B35FB"/>
    <w:rsid w:val="001D7D30"/>
    <w:rsid w:val="001E3770"/>
    <w:rsid w:val="001F4E49"/>
    <w:rsid w:val="00213DCB"/>
    <w:rsid w:val="002406D2"/>
    <w:rsid w:val="00246F82"/>
    <w:rsid w:val="00256017"/>
    <w:rsid w:val="00280FC2"/>
    <w:rsid w:val="00286B1E"/>
    <w:rsid w:val="002B7848"/>
    <w:rsid w:val="002D1E16"/>
    <w:rsid w:val="002E262B"/>
    <w:rsid w:val="002E4F35"/>
    <w:rsid w:val="002F05CA"/>
    <w:rsid w:val="002F648A"/>
    <w:rsid w:val="003136CD"/>
    <w:rsid w:val="003401F1"/>
    <w:rsid w:val="00346AE9"/>
    <w:rsid w:val="0036486A"/>
    <w:rsid w:val="0037129F"/>
    <w:rsid w:val="00374C99"/>
    <w:rsid w:val="00376804"/>
    <w:rsid w:val="00395C31"/>
    <w:rsid w:val="003B39BC"/>
    <w:rsid w:val="003B45E7"/>
    <w:rsid w:val="003C54D4"/>
    <w:rsid w:val="003D44E1"/>
    <w:rsid w:val="00400AF9"/>
    <w:rsid w:val="00406397"/>
    <w:rsid w:val="004063B7"/>
    <w:rsid w:val="00454220"/>
    <w:rsid w:val="004561DB"/>
    <w:rsid w:val="00462302"/>
    <w:rsid w:val="00474D72"/>
    <w:rsid w:val="00482359"/>
    <w:rsid w:val="00483DE8"/>
    <w:rsid w:val="00484D51"/>
    <w:rsid w:val="004A137A"/>
    <w:rsid w:val="004A6585"/>
    <w:rsid w:val="004D526E"/>
    <w:rsid w:val="004E6297"/>
    <w:rsid w:val="004E6747"/>
    <w:rsid w:val="004F0013"/>
    <w:rsid w:val="00511CFB"/>
    <w:rsid w:val="00522CAD"/>
    <w:rsid w:val="0053575C"/>
    <w:rsid w:val="005443E3"/>
    <w:rsid w:val="0056183C"/>
    <w:rsid w:val="00570359"/>
    <w:rsid w:val="006020C1"/>
    <w:rsid w:val="006975C5"/>
    <w:rsid w:val="007076FC"/>
    <w:rsid w:val="00726F62"/>
    <w:rsid w:val="007335A1"/>
    <w:rsid w:val="00740A35"/>
    <w:rsid w:val="00742400"/>
    <w:rsid w:val="007578ED"/>
    <w:rsid w:val="0076448F"/>
    <w:rsid w:val="0077628D"/>
    <w:rsid w:val="007811EC"/>
    <w:rsid w:val="007A1CAA"/>
    <w:rsid w:val="007D3309"/>
    <w:rsid w:val="007E393F"/>
    <w:rsid w:val="007F55D7"/>
    <w:rsid w:val="00800B75"/>
    <w:rsid w:val="00815821"/>
    <w:rsid w:val="00816485"/>
    <w:rsid w:val="0084482E"/>
    <w:rsid w:val="008655F0"/>
    <w:rsid w:val="0089687E"/>
    <w:rsid w:val="008E1DC9"/>
    <w:rsid w:val="009016C3"/>
    <w:rsid w:val="00922C8B"/>
    <w:rsid w:val="00932529"/>
    <w:rsid w:val="00951BAE"/>
    <w:rsid w:val="00961BAC"/>
    <w:rsid w:val="00986444"/>
    <w:rsid w:val="009B5BAD"/>
    <w:rsid w:val="009E1F60"/>
    <w:rsid w:val="009E29E5"/>
    <w:rsid w:val="009F1DAA"/>
    <w:rsid w:val="00A029C7"/>
    <w:rsid w:val="00A058EE"/>
    <w:rsid w:val="00A67B48"/>
    <w:rsid w:val="00A72384"/>
    <w:rsid w:val="00A93E50"/>
    <w:rsid w:val="00A96AD7"/>
    <w:rsid w:val="00AB04D1"/>
    <w:rsid w:val="00AB3F30"/>
    <w:rsid w:val="00AC2B98"/>
    <w:rsid w:val="00AD5CD4"/>
    <w:rsid w:val="00B01F78"/>
    <w:rsid w:val="00B7178D"/>
    <w:rsid w:val="00B936BF"/>
    <w:rsid w:val="00BA6A70"/>
    <w:rsid w:val="00BC2090"/>
    <w:rsid w:val="00BC60AD"/>
    <w:rsid w:val="00BE59F6"/>
    <w:rsid w:val="00C213BC"/>
    <w:rsid w:val="00C4160B"/>
    <w:rsid w:val="00C5042F"/>
    <w:rsid w:val="00CB6561"/>
    <w:rsid w:val="00D003E8"/>
    <w:rsid w:val="00D21DA4"/>
    <w:rsid w:val="00D35108"/>
    <w:rsid w:val="00D4089A"/>
    <w:rsid w:val="00D476C3"/>
    <w:rsid w:val="00D656EB"/>
    <w:rsid w:val="00DA0BFA"/>
    <w:rsid w:val="00DA713F"/>
    <w:rsid w:val="00DB5577"/>
    <w:rsid w:val="00DC10DE"/>
    <w:rsid w:val="00E33F15"/>
    <w:rsid w:val="00E543E2"/>
    <w:rsid w:val="00E70CEB"/>
    <w:rsid w:val="00E7388B"/>
    <w:rsid w:val="00E80448"/>
    <w:rsid w:val="00EE53F9"/>
    <w:rsid w:val="00EF5384"/>
    <w:rsid w:val="00F254C4"/>
    <w:rsid w:val="00F26E61"/>
    <w:rsid w:val="00F41423"/>
    <w:rsid w:val="00F425F7"/>
    <w:rsid w:val="00F47B6E"/>
    <w:rsid w:val="00F6027B"/>
    <w:rsid w:val="00F704B5"/>
    <w:rsid w:val="00F71D98"/>
    <w:rsid w:val="00F861CB"/>
    <w:rsid w:val="00F91F53"/>
    <w:rsid w:val="00F9346F"/>
    <w:rsid w:val="00FB09F6"/>
    <w:rsid w:val="00FB417A"/>
    <w:rsid w:val="00FC2634"/>
    <w:rsid w:val="00FC7BA8"/>
    <w:rsid w:val="00FD4E7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Fließtext"/>
    <w:qFormat/>
    <w:rsid w:val="00E33F15"/>
    <w:pPr>
      <w:spacing w:line="260" w:lineRule="exact"/>
    </w:pPr>
    <w:rPr>
      <w:rFonts w:ascii="Helvetica Neue" w:hAnsi="Helvetica Neue" w:cs="Helvetica Neue"/>
      <w:sz w:val="20"/>
      <w:szCs w:val="20"/>
    </w:rPr>
  </w:style>
  <w:style w:type="paragraph" w:styleId="Heading2">
    <w:name w:val="heading 2"/>
    <w:basedOn w:val="Normal"/>
    <w:next w:val="Normal"/>
    <w:link w:val="Heading2Char"/>
    <w:uiPriority w:val="99"/>
    <w:qFormat/>
    <w:rsid w:val="00A93E50"/>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rsid w:val="0089687E"/>
    <w:rPr>
      <w:rFonts w:ascii="Cambria" w:hAnsi="Cambria" w:cs="Cambria"/>
      <w:b/>
      <w:bCs/>
      <w:i/>
      <w:iCs/>
      <w:sz w:val="28"/>
      <w:szCs w:val="28"/>
    </w:rPr>
  </w:style>
  <w:style w:type="paragraph" w:customStyle="1" w:styleId="Musterstadt">
    <w:name w:val="Musterstadt"/>
    <w:basedOn w:val="Normal"/>
    <w:uiPriority w:val="99"/>
    <w:rsid w:val="001D7D30"/>
    <w:pPr>
      <w:spacing w:after="200" w:line="480" w:lineRule="auto"/>
    </w:pPr>
    <w:rPr>
      <w:b/>
      <w:bCs/>
      <w:color w:val="5D5B59"/>
    </w:rPr>
  </w:style>
  <w:style w:type="paragraph" w:styleId="Header">
    <w:name w:val="header"/>
    <w:basedOn w:val="Normal"/>
    <w:link w:val="HeaderChar"/>
    <w:uiPriority w:val="99"/>
    <w:rsid w:val="000134E9"/>
    <w:pPr>
      <w:tabs>
        <w:tab w:val="center" w:pos="4536"/>
        <w:tab w:val="right" w:pos="9072"/>
      </w:tabs>
      <w:spacing w:line="240" w:lineRule="auto"/>
    </w:pPr>
  </w:style>
  <w:style w:type="character" w:customStyle="1" w:styleId="HeaderChar">
    <w:name w:val="Header Char"/>
    <w:basedOn w:val="DefaultParagraphFont"/>
    <w:link w:val="Header"/>
    <w:uiPriority w:val="99"/>
    <w:rsid w:val="000134E9"/>
    <w:rPr>
      <w:rFonts w:ascii="Helvetica Neue" w:hAnsi="Helvetica Neue" w:cs="Helvetica Neue"/>
      <w:sz w:val="20"/>
      <w:szCs w:val="20"/>
    </w:rPr>
  </w:style>
  <w:style w:type="paragraph" w:styleId="Footer">
    <w:name w:val="footer"/>
    <w:basedOn w:val="Normal"/>
    <w:link w:val="FooterChar"/>
    <w:uiPriority w:val="99"/>
    <w:rsid w:val="000134E9"/>
    <w:pPr>
      <w:tabs>
        <w:tab w:val="center" w:pos="4536"/>
        <w:tab w:val="right" w:pos="9072"/>
      </w:tabs>
      <w:spacing w:line="240" w:lineRule="auto"/>
    </w:pPr>
  </w:style>
  <w:style w:type="character" w:customStyle="1" w:styleId="FooterChar">
    <w:name w:val="Footer Char"/>
    <w:basedOn w:val="DefaultParagraphFont"/>
    <w:link w:val="Footer"/>
    <w:uiPriority w:val="99"/>
    <w:rsid w:val="000134E9"/>
    <w:rPr>
      <w:rFonts w:ascii="Helvetica Neue" w:hAnsi="Helvetica Neue" w:cs="Helvetica Neue"/>
      <w:sz w:val="20"/>
      <w:szCs w:val="20"/>
    </w:rPr>
  </w:style>
  <w:style w:type="paragraph" w:customStyle="1" w:styleId="OrtundDatum">
    <w:name w:val="Ort und Datum"/>
    <w:basedOn w:val="Musterstadt"/>
    <w:uiPriority w:val="99"/>
    <w:rsid w:val="000134E9"/>
    <w:rPr>
      <w:b w:val="0"/>
      <w:bCs w:val="0"/>
      <w:color w:val="auto"/>
    </w:rPr>
  </w:style>
  <w:style w:type="paragraph" w:customStyle="1" w:styleId="AbsenderWJD">
    <w:name w:val="Absender WJD"/>
    <w:basedOn w:val="Normal"/>
    <w:uiPriority w:val="99"/>
    <w:rsid w:val="00C213BC"/>
    <w:pPr>
      <w:spacing w:line="140" w:lineRule="exact"/>
    </w:pPr>
    <w:rPr>
      <w:color w:val="002C72"/>
      <w:sz w:val="11"/>
      <w:szCs w:val="11"/>
    </w:rPr>
  </w:style>
  <w:style w:type="paragraph" w:customStyle="1" w:styleId="Adressblockrechts">
    <w:name w:val="Adressblock rechts"/>
    <w:basedOn w:val="Normal"/>
    <w:uiPriority w:val="99"/>
    <w:rsid w:val="00C213BC"/>
    <w:pPr>
      <w:widowControl w:val="0"/>
      <w:autoSpaceDE w:val="0"/>
      <w:autoSpaceDN w:val="0"/>
      <w:adjustRightInd w:val="0"/>
      <w:spacing w:after="170" w:line="220" w:lineRule="exact"/>
    </w:pPr>
    <w:rPr>
      <w:color w:val="002C72"/>
      <w:sz w:val="14"/>
      <w:szCs w:val="14"/>
    </w:rPr>
  </w:style>
  <w:style w:type="paragraph" w:customStyle="1" w:styleId="Betreffzeile">
    <w:name w:val="Betreffzeile"/>
    <w:basedOn w:val="Musterstadt"/>
    <w:uiPriority w:val="99"/>
    <w:rsid w:val="000134E9"/>
    <w:pPr>
      <w:spacing w:after="320" w:line="260" w:lineRule="exact"/>
    </w:pPr>
    <w:rPr>
      <w:color w:val="auto"/>
    </w:rPr>
  </w:style>
  <w:style w:type="character" w:styleId="Hyperlink">
    <w:name w:val="Hyperlink"/>
    <w:basedOn w:val="DefaultParagraphFont"/>
    <w:uiPriority w:val="99"/>
    <w:rsid w:val="00C213BC"/>
    <w:rPr>
      <w:color w:val="0000FF"/>
      <w:u w:val="single"/>
    </w:rPr>
  </w:style>
  <w:style w:type="paragraph" w:styleId="BalloonText">
    <w:name w:val="Balloon Text"/>
    <w:basedOn w:val="Normal"/>
    <w:link w:val="BalloonTextChar"/>
    <w:uiPriority w:val="99"/>
    <w:semiHidden/>
    <w:rsid w:val="008655F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55F0"/>
    <w:rPr>
      <w:rFonts w:ascii="Lucida Grande" w:hAnsi="Lucida Grande" w:cs="Lucida Grande"/>
      <w:sz w:val="18"/>
      <w:szCs w:val="18"/>
    </w:rPr>
  </w:style>
  <w:style w:type="paragraph" w:styleId="ListParagraph">
    <w:name w:val="List Paragraph"/>
    <w:basedOn w:val="Normal"/>
    <w:uiPriority w:val="99"/>
    <w:qFormat/>
    <w:rsid w:val="00213DCB"/>
    <w:pPr>
      <w:ind w:left="720"/>
    </w:pPr>
  </w:style>
</w:styles>
</file>

<file path=word/webSettings.xml><?xml version="1.0" encoding="utf-8"?>
<w:webSettings xmlns:r="http://schemas.openxmlformats.org/officeDocument/2006/relationships" xmlns:w="http://schemas.openxmlformats.org/wordprocessingml/2006/main">
  <w:divs>
    <w:div w:id="1015811747">
      <w:marLeft w:val="0"/>
      <w:marRight w:val="0"/>
      <w:marTop w:val="0"/>
      <w:marBottom w:val="0"/>
      <w:divBdr>
        <w:top w:val="none" w:sz="0" w:space="0" w:color="auto"/>
        <w:left w:val="none" w:sz="0" w:space="0" w:color="auto"/>
        <w:bottom w:val="none" w:sz="0" w:space="0" w:color="auto"/>
        <w:right w:val="none" w:sz="0" w:space="0" w:color="auto"/>
      </w:divBdr>
      <w:divsChild>
        <w:div w:id="1015811745">
          <w:marLeft w:val="0"/>
          <w:marRight w:val="0"/>
          <w:marTop w:val="0"/>
          <w:marBottom w:val="0"/>
          <w:divBdr>
            <w:top w:val="none" w:sz="0" w:space="0" w:color="auto"/>
            <w:left w:val="none" w:sz="0" w:space="0" w:color="auto"/>
            <w:bottom w:val="none" w:sz="0" w:space="0" w:color="auto"/>
            <w:right w:val="none" w:sz="0" w:space="0" w:color="auto"/>
          </w:divBdr>
          <w:divsChild>
            <w:div w:id="1015811744">
              <w:marLeft w:val="0"/>
              <w:marRight w:val="0"/>
              <w:marTop w:val="0"/>
              <w:marBottom w:val="0"/>
              <w:divBdr>
                <w:top w:val="none" w:sz="0" w:space="0" w:color="auto"/>
                <w:left w:val="none" w:sz="0" w:space="0" w:color="auto"/>
                <w:bottom w:val="none" w:sz="0" w:space="0" w:color="auto"/>
                <w:right w:val="none" w:sz="0" w:space="0" w:color="auto"/>
              </w:divBdr>
            </w:div>
          </w:divsChild>
        </w:div>
        <w:div w:id="1015811746">
          <w:marLeft w:val="0"/>
          <w:marRight w:val="0"/>
          <w:marTop w:val="0"/>
          <w:marBottom w:val="0"/>
          <w:divBdr>
            <w:top w:val="none" w:sz="0" w:space="0" w:color="auto"/>
            <w:left w:val="none" w:sz="0" w:space="0" w:color="auto"/>
            <w:bottom w:val="none" w:sz="0" w:space="0" w:color="auto"/>
            <w:right w:val="none" w:sz="0" w:space="0" w:color="auto"/>
          </w:divBdr>
        </w:div>
      </w:divsChild>
    </w:div>
    <w:div w:id="10158117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utzen.de/aktuelles.asp?dtlpresse=T&amp;lid=2246&amp;iid=21&amp;mid=56&amp;uid=0&amp;jahr=2014&amp;apxmnuakt=1" TargetMode="External"/><Relationship Id="rId3" Type="http://schemas.openxmlformats.org/officeDocument/2006/relationships/settings" Target="settings.xml"/><Relationship Id="rId7" Type="http://schemas.openxmlformats.org/officeDocument/2006/relationships/hyperlink" Target="http://www.bautzen.de/aktuelles.asp?dtlpresse=T&amp;lid=2057&amp;iid=21&amp;mid=56&amp;uid=0&amp;jahr=2013&amp;apxmnuakt=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645</Words>
  <Characters>4066</Characters>
  <Application>Microsoft Office Outlook</Application>
  <DocSecurity>0</DocSecurity>
  <Lines>0</Lines>
  <Paragraphs>0</Paragraphs>
  <ScaleCrop>false</ScaleCrop>
  <Company>Samsung Electronics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Ort, 3</dc:title>
  <dc:subject/>
  <dc:creator>Götz v. Waldeyer-Hartz</dc:creator>
  <cp:keywords/>
  <dc:description/>
  <cp:lastModifiedBy>Peter Stange</cp:lastModifiedBy>
  <cp:revision>9</cp:revision>
  <cp:lastPrinted>2014-02-06T13:20:00Z</cp:lastPrinted>
  <dcterms:created xsi:type="dcterms:W3CDTF">2013-09-11T20:13:00Z</dcterms:created>
  <dcterms:modified xsi:type="dcterms:W3CDTF">2014-02-06T13:20:00Z</dcterms:modified>
</cp:coreProperties>
</file>