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9DB" w:rsidRPr="0036486A" w:rsidRDefault="000779DB" w:rsidP="00213DCB">
      <w:pPr>
        <w:pStyle w:val="OrtundDatum"/>
        <w:rPr>
          <w:rFonts w:ascii="HelveticaNeue LT 55 Roman" w:hAnsi="HelveticaNeue LT 55 Roman" w:cs="HelveticaNeue LT 55 Roman"/>
          <w:color w:val="0B3066"/>
          <w:sz w:val="14"/>
          <w:szCs w:val="14"/>
        </w:rPr>
      </w:pPr>
      <w:r>
        <w:rPr>
          <w:noProof/>
        </w:rPr>
        <w:pict>
          <v:shapetype id="_x0000_t202" coordsize="21600,21600" o:spt="202" path="m,l,21600r21600,l21600,xe">
            <v:stroke joinstyle="miter"/>
            <v:path gradientshapeok="t" o:connecttype="rect"/>
          </v:shapetype>
          <v:shape id="Textfeld 3" o:spid="_x0000_s1034" type="#_x0000_t202" style="position:absolute;margin-left:-5.55pt;margin-top:-108.2pt;width:252pt;height:59.6pt;z-index:251658240;visibility:visible" filled="f" stroked="f">
            <v:textbox>
              <w:txbxContent>
                <w:p w:rsidR="000779DB" w:rsidRPr="0036486A" w:rsidRDefault="000779DB" w:rsidP="00213DCB">
                  <w:pPr>
                    <w:rPr>
                      <w:rFonts w:ascii="HelveticaNeue LT 55 Roman" w:hAnsi="HelveticaNeue LT 55 Roman" w:cs="HelveticaNeue LT 55 Roman"/>
                    </w:rPr>
                  </w:pPr>
                  <w:r>
                    <w:rPr>
                      <w:rFonts w:ascii="HelveticaNeue LT 55 Roman" w:hAnsi="HelveticaNeue LT 55 Roman" w:cs="HelveticaNeue LT 55 Roman"/>
                    </w:rPr>
                    <w:t>Presseverteiler</w:t>
                  </w:r>
                </w:p>
                <w:p w:rsidR="000779DB" w:rsidRPr="0036486A" w:rsidRDefault="000779DB" w:rsidP="00213DCB">
                  <w:pPr>
                    <w:rPr>
                      <w:rFonts w:ascii="HelveticaNeue LT 55 Roman" w:hAnsi="HelveticaNeue LT 55 Roman" w:cs="HelveticaNeue LT 55 Roman"/>
                    </w:rPr>
                  </w:pPr>
                </w:p>
              </w:txbxContent>
            </v:textbox>
            <w10:wrap type="square"/>
            <w10:anchorlock/>
          </v:shape>
        </w:pict>
      </w:r>
      <w:r>
        <w:rPr>
          <w:rFonts w:ascii="HelveticaNeue LT 55 Roman" w:hAnsi="HelveticaNeue LT 55 Roman" w:cs="HelveticaNeue LT 55 Roman"/>
        </w:rPr>
        <w:t>Bautzen</w:t>
      </w:r>
      <w:r w:rsidRPr="0036486A">
        <w:rPr>
          <w:rFonts w:ascii="HelveticaNeue LT 55 Roman" w:hAnsi="HelveticaNeue LT 55 Roman" w:cs="HelveticaNeue LT 55 Roman"/>
        </w:rPr>
        <w:t xml:space="preserve">, </w:t>
      </w:r>
      <w:r w:rsidRPr="0036486A">
        <w:rPr>
          <w:rFonts w:ascii="HelveticaNeue LT 55 Roman" w:hAnsi="HelveticaNeue LT 55 Roman" w:cs="HelveticaNeue LT 55 Roman"/>
        </w:rPr>
        <w:fldChar w:fldCharType="begin"/>
      </w:r>
      <w:r w:rsidRPr="0036486A">
        <w:rPr>
          <w:rFonts w:ascii="HelveticaNeue LT 55 Roman" w:hAnsi="HelveticaNeue LT 55 Roman" w:cs="HelveticaNeue LT 55 Roman"/>
        </w:rPr>
        <w:instrText xml:space="preserve"> TIME \@ "d. MMMM yyyy" </w:instrText>
      </w:r>
      <w:r w:rsidRPr="0036486A">
        <w:rPr>
          <w:rFonts w:ascii="HelveticaNeue LT 55 Roman" w:hAnsi="HelveticaNeue LT 55 Roman" w:cs="HelveticaNeue LT 55 Roman"/>
        </w:rPr>
        <w:fldChar w:fldCharType="separate"/>
      </w:r>
      <w:r>
        <w:rPr>
          <w:rFonts w:ascii="HelveticaNeue LT 55 Roman" w:hAnsi="HelveticaNeue LT 55 Roman" w:cs="HelveticaNeue LT 55 Roman"/>
          <w:noProof/>
        </w:rPr>
        <w:t>7. März 2014</w:t>
      </w:r>
      <w:r w:rsidRPr="0036486A">
        <w:rPr>
          <w:rFonts w:ascii="HelveticaNeue LT 55 Roman" w:hAnsi="HelveticaNeue LT 55 Roman" w:cs="HelveticaNeue LT 55 Roman"/>
        </w:rPr>
        <w:fldChar w:fldCharType="end"/>
      </w:r>
    </w:p>
    <w:p w:rsidR="000779DB" w:rsidRPr="00D4089A" w:rsidRDefault="000779DB" w:rsidP="00213DCB">
      <w:pPr>
        <w:pStyle w:val="Betreffzeile"/>
        <w:spacing w:line="240" w:lineRule="auto"/>
        <w:rPr>
          <w:rFonts w:ascii="HelveticaNeue LT 55 Roman" w:hAnsi="HelveticaNeue LT 55 Roman" w:cs="HelveticaNeue LT 55 Roman"/>
          <w:sz w:val="32"/>
          <w:szCs w:val="32"/>
        </w:rPr>
      </w:pPr>
      <w:r w:rsidRPr="00D4089A">
        <w:rPr>
          <w:rFonts w:ascii="HelveticaNeue LT 55 Roman" w:hAnsi="HelveticaNeue LT 55 Roman" w:cs="HelveticaNeue LT 55 Roman"/>
          <w:sz w:val="32"/>
          <w:szCs w:val="32"/>
        </w:rPr>
        <w:t>PRESSEMITTEILUNG</w:t>
      </w:r>
    </w:p>
    <w:p w:rsidR="000779DB" w:rsidRPr="0056183C" w:rsidRDefault="000779DB" w:rsidP="009E29E5">
      <w:pPr>
        <w:rPr>
          <w:rFonts w:ascii="Helvetica-Normal" w:hAnsi="Helvetica-Normal" w:cs="Helvetica-Normal"/>
        </w:rPr>
      </w:pPr>
      <w:r w:rsidRPr="0056183C">
        <w:rPr>
          <w:rFonts w:ascii="Helvetica-Normal" w:hAnsi="Helvetica-Normal" w:cs="Helvetica-Normal"/>
        </w:rPr>
        <w:t>Sehr geehrte Damen und Herren,</w:t>
      </w:r>
    </w:p>
    <w:p w:rsidR="000779DB" w:rsidRPr="0056183C" w:rsidRDefault="000779DB" w:rsidP="009E29E5">
      <w:pPr>
        <w:rPr>
          <w:rFonts w:ascii="Helvetica-Normal" w:hAnsi="Helvetica-Normal" w:cs="Helvetica-Normal"/>
        </w:rPr>
      </w:pPr>
    </w:p>
    <w:p w:rsidR="000779DB" w:rsidRPr="0056183C" w:rsidRDefault="000779DB" w:rsidP="009E29E5">
      <w:pPr>
        <w:rPr>
          <w:rFonts w:ascii="Helvetica-Normal" w:hAnsi="Helvetica-Normal" w:cs="Helvetica-Normal"/>
        </w:rPr>
      </w:pPr>
      <w:r w:rsidRPr="0056183C">
        <w:rPr>
          <w:rFonts w:ascii="Helvetica-Normal" w:hAnsi="Helvetica-Normal" w:cs="Helvetica-Normal"/>
        </w:rPr>
        <w:t xml:space="preserve">anbei übersenden wir Ihnen unsere Ankündigung zum Bewerbertraining für Schüler im Rahmen des Berufemarktes </w:t>
      </w:r>
      <w:r>
        <w:rPr>
          <w:rFonts w:ascii="Helvetica-Normal" w:hAnsi="Helvetica-Normal" w:cs="Helvetica-Normal"/>
        </w:rPr>
        <w:t>in Kamenz</w:t>
      </w:r>
      <w:r w:rsidRPr="0056183C">
        <w:rPr>
          <w:rFonts w:ascii="Helvetica-Normal" w:hAnsi="Helvetica-Normal" w:cs="Helvetica-Normal"/>
        </w:rPr>
        <w:t>.</w:t>
      </w:r>
    </w:p>
    <w:p w:rsidR="000779DB" w:rsidRPr="0056183C" w:rsidRDefault="000779DB" w:rsidP="009E29E5">
      <w:pPr>
        <w:rPr>
          <w:rFonts w:ascii="Helvetica-Normal" w:hAnsi="Helvetica-Normal" w:cs="Helvetica-Normal"/>
        </w:rPr>
      </w:pPr>
    </w:p>
    <w:p w:rsidR="000779DB" w:rsidRPr="0056183C" w:rsidRDefault="000779DB" w:rsidP="009E29E5">
      <w:pPr>
        <w:rPr>
          <w:rFonts w:ascii="Helvetica-Normal" w:hAnsi="Helvetica-Normal" w:cs="Helvetica-Normal"/>
        </w:rPr>
      </w:pPr>
      <w:r w:rsidRPr="0056183C">
        <w:rPr>
          <w:rFonts w:ascii="Helvetica-Normal" w:hAnsi="Helvetica-Normal" w:cs="Helvetica-Normal"/>
        </w:rPr>
        <w:t>Über eine kostenlose Veröffentlichung in Ihrem Medium würden wir uns sehr freuen. Weiterhin würden wir Sie um ein Feedback zur Veröffentlichung bitten.</w:t>
      </w:r>
    </w:p>
    <w:p w:rsidR="000779DB" w:rsidRPr="0056183C" w:rsidRDefault="000779DB" w:rsidP="009E29E5">
      <w:pPr>
        <w:rPr>
          <w:rFonts w:ascii="Helvetica-Normal" w:hAnsi="Helvetica-Normal" w:cs="Helvetica-Normal"/>
        </w:rPr>
      </w:pPr>
    </w:p>
    <w:p w:rsidR="000779DB" w:rsidRPr="0056183C" w:rsidRDefault="000779DB" w:rsidP="009E29E5">
      <w:pPr>
        <w:rPr>
          <w:rFonts w:ascii="Helvetica-Normal" w:hAnsi="Helvetica-Normal" w:cs="Helvetica-Normal"/>
        </w:rPr>
      </w:pPr>
      <w:r w:rsidRPr="0056183C">
        <w:rPr>
          <w:rFonts w:ascii="Helvetica-Normal" w:hAnsi="Helvetica-Normal" w:cs="Helvetica-Normal"/>
        </w:rPr>
        <w:t>Bei Fragen und Problemen stehen wir ihnen gern unter unten aufgeführten Kontaktdaten zur Verfügung.</w:t>
      </w:r>
    </w:p>
    <w:p w:rsidR="000779DB" w:rsidRPr="0056183C" w:rsidRDefault="000779DB" w:rsidP="009E29E5">
      <w:pPr>
        <w:rPr>
          <w:rFonts w:ascii="Helvetica-Normal" w:hAnsi="Helvetica-Normal" w:cs="Helvetica-Normal"/>
        </w:rPr>
      </w:pPr>
    </w:p>
    <w:p w:rsidR="000779DB" w:rsidRPr="0056183C" w:rsidRDefault="000779DB" w:rsidP="009E29E5">
      <w:pPr>
        <w:rPr>
          <w:rFonts w:ascii="Helvetica-Normal" w:hAnsi="Helvetica-Normal" w:cs="Helvetica-Normal"/>
          <w:b/>
          <w:bCs/>
        </w:rPr>
      </w:pPr>
      <w:r w:rsidRPr="0056183C">
        <w:rPr>
          <w:rFonts w:ascii="Helvetica-Normal" w:hAnsi="Helvetica-Normal" w:cs="Helvetica-Normal"/>
          <w:b/>
          <w:bCs/>
        </w:rPr>
        <w:t xml:space="preserve">Inhaltsübersicht </w:t>
      </w:r>
    </w:p>
    <w:p w:rsidR="000779DB" w:rsidRPr="0056183C" w:rsidRDefault="000779DB" w:rsidP="009E29E5">
      <w:pPr>
        <w:numPr>
          <w:ilvl w:val="0"/>
          <w:numId w:val="4"/>
        </w:numPr>
        <w:rPr>
          <w:rFonts w:ascii="Helvetica-Normal" w:hAnsi="Helvetica-Normal" w:cs="Helvetica-Normal"/>
        </w:rPr>
      </w:pPr>
      <w:r w:rsidRPr="0056183C">
        <w:rPr>
          <w:rFonts w:ascii="Helvetica-Normal" w:hAnsi="Helvetica-Normal" w:cs="Helvetica-Normal"/>
        </w:rPr>
        <w:t>Pressemeldung Langversion</w:t>
      </w:r>
    </w:p>
    <w:p w:rsidR="000779DB" w:rsidRPr="0056183C" w:rsidRDefault="000779DB" w:rsidP="009E29E5">
      <w:pPr>
        <w:numPr>
          <w:ilvl w:val="0"/>
          <w:numId w:val="4"/>
        </w:numPr>
        <w:rPr>
          <w:rFonts w:ascii="Helvetica-Normal" w:hAnsi="Helvetica-Normal" w:cs="Helvetica-Normal"/>
        </w:rPr>
      </w:pPr>
      <w:r w:rsidRPr="0056183C">
        <w:rPr>
          <w:rFonts w:ascii="Helvetica-Normal" w:hAnsi="Helvetica-Normal" w:cs="Helvetica-Normal"/>
        </w:rPr>
        <w:t>Anlagen, Informationen für Pressevertreter, Ansprechpartner</w:t>
      </w:r>
    </w:p>
    <w:p w:rsidR="000779DB" w:rsidRPr="0056183C" w:rsidRDefault="000779DB" w:rsidP="009E29E5">
      <w:pPr>
        <w:rPr>
          <w:rFonts w:ascii="Helvetica-Normal" w:hAnsi="Helvetica-Normal" w:cs="Helvetica-Normal"/>
        </w:rPr>
      </w:pPr>
    </w:p>
    <w:p w:rsidR="000779DB" w:rsidRPr="0056183C" w:rsidRDefault="000779DB" w:rsidP="009E29E5">
      <w:pPr>
        <w:rPr>
          <w:rFonts w:ascii="Helvetica-Normal" w:hAnsi="Helvetica-Normal" w:cs="Helvetica-Normal"/>
        </w:rPr>
      </w:pPr>
      <w:r w:rsidRPr="0056183C">
        <w:rPr>
          <w:rFonts w:ascii="Helvetica-Normal" w:hAnsi="Helvetica-Normal" w:cs="Helvetica-Normal"/>
        </w:rPr>
        <w:t>Mit freundlichen Grüßen</w:t>
      </w:r>
    </w:p>
    <w:p w:rsidR="000779DB" w:rsidRPr="0056183C" w:rsidRDefault="000779DB" w:rsidP="009E29E5">
      <w:pPr>
        <w:rPr>
          <w:rFonts w:ascii="Helvetica-Normal" w:hAnsi="Helvetica-Normal" w:cs="Helvetica-Normal"/>
        </w:rPr>
      </w:pPr>
    </w:p>
    <w:p w:rsidR="000779DB" w:rsidRPr="0056183C" w:rsidRDefault="000779DB" w:rsidP="009E29E5">
      <w:pPr>
        <w:rPr>
          <w:rFonts w:ascii="Helvetica-Normal" w:hAnsi="Helvetica-Normal" w:cs="Helvetica-Normal"/>
        </w:rPr>
      </w:pPr>
      <w:r w:rsidRPr="0056183C">
        <w:rPr>
          <w:rFonts w:ascii="Helvetica-Normal" w:hAnsi="Helvetica-Normal" w:cs="Helvetica-Normal"/>
        </w:rPr>
        <w:t>Christian Klinger</w:t>
      </w:r>
    </w:p>
    <w:p w:rsidR="000779DB" w:rsidRPr="0056183C" w:rsidRDefault="000779DB" w:rsidP="009E29E5">
      <w:pPr>
        <w:rPr>
          <w:rFonts w:ascii="Helvetica-Normal" w:hAnsi="Helvetica-Normal" w:cs="Helvetica-Normal"/>
          <w:sz w:val="16"/>
          <w:szCs w:val="16"/>
        </w:rPr>
      </w:pPr>
      <w:r w:rsidRPr="0056183C">
        <w:rPr>
          <w:rFonts w:ascii="Helvetica-Normal" w:hAnsi="Helvetica-Normal" w:cs="Helvetica-Normal"/>
          <w:sz w:val="16"/>
          <w:szCs w:val="16"/>
        </w:rPr>
        <w:t>Öffentlichkeitsarbeit Wirtschaftsjunioren Bautzen</w:t>
      </w:r>
    </w:p>
    <w:p w:rsidR="000779DB" w:rsidRPr="009E29E5" w:rsidRDefault="000779DB" w:rsidP="009E29E5">
      <w:pPr>
        <w:rPr>
          <w:rFonts w:cs="Times New Roman"/>
        </w:rPr>
      </w:pPr>
    </w:p>
    <w:p w:rsidR="000779DB" w:rsidRPr="00800B75" w:rsidRDefault="000779DB" w:rsidP="00800B75">
      <w:pPr>
        <w:spacing w:line="360" w:lineRule="auto"/>
        <w:rPr>
          <w:rFonts w:ascii="HelveticaNeue LT 55 Roman" w:hAnsi="HelveticaNeue LT 55 Roman" w:cs="HelveticaNeue LT 55 Roman"/>
          <w:b/>
          <w:bCs/>
          <w:sz w:val="28"/>
          <w:szCs w:val="28"/>
        </w:rPr>
      </w:pPr>
      <w:r>
        <w:rPr>
          <w:rFonts w:ascii="HelveticaNeue LT 55 Roman" w:hAnsi="HelveticaNeue LT 55 Roman" w:cs="HelveticaNeue LT 55 Roman"/>
          <w:b/>
          <w:bCs/>
          <w:sz w:val="28"/>
          <w:szCs w:val="28"/>
        </w:rPr>
        <w:br w:type="page"/>
        <w:t>Schüler treffen auf junge Unternehmer</w:t>
      </w:r>
    </w:p>
    <w:p w:rsidR="000779DB" w:rsidRPr="00A93E50" w:rsidRDefault="000779DB" w:rsidP="00483DE8">
      <w:pPr>
        <w:spacing w:line="240" w:lineRule="auto"/>
        <w:rPr>
          <w:rFonts w:ascii="HelveticaNeue LT 55 Roman" w:hAnsi="HelveticaNeue LT 55 Roman" w:cs="HelveticaNeue LT 55 Roman"/>
          <w:u w:val="single"/>
        </w:rPr>
      </w:pPr>
      <w:r>
        <w:rPr>
          <w:rFonts w:ascii="HelveticaNeue LT 55 Roman" w:hAnsi="HelveticaNeue LT 55 Roman" w:cs="HelveticaNeue LT 55 Roman"/>
          <w:u w:val="single"/>
        </w:rPr>
        <w:t>Im Rahmen des Berufemarkt in Kamenz richten die Wirtschaftsjunioren Bautzen e.V. zusammen mit der IHK Dresden - Geschäftsstelle Kamenz - ein Bewerbertraining für Schüler aus.</w:t>
      </w:r>
    </w:p>
    <w:p w:rsidR="000779DB" w:rsidRDefault="000779DB" w:rsidP="00800B75">
      <w:pPr>
        <w:spacing w:line="276" w:lineRule="auto"/>
        <w:rPr>
          <w:rFonts w:ascii="HelveticaNeue LT 55 Roman" w:hAnsi="HelveticaNeue LT 55 Roman" w:cs="HelveticaNeue LT 55 Roman"/>
        </w:rPr>
      </w:pPr>
    </w:p>
    <w:p w:rsidR="000779DB" w:rsidRDefault="000779DB" w:rsidP="00F9346F">
      <w:pPr>
        <w:spacing w:line="276" w:lineRule="auto"/>
        <w:rPr>
          <w:rFonts w:ascii="HelveticaNeue LT 55 Roman" w:hAnsi="HelveticaNeue LT 55 Roman" w:cs="HelveticaNeue LT 55 Roman"/>
        </w:rPr>
      </w:pPr>
      <w:r>
        <w:rPr>
          <w:rFonts w:ascii="HelveticaNeue LT 55 Roman" w:hAnsi="HelveticaNeue LT 55 Roman" w:cs="HelveticaNeue LT 55 Roman"/>
        </w:rPr>
        <w:t>Am Mittwoch, den 12. März 2014 findet im Rahmen des Kamenzer Berufemarkt von 10 bis 18 Uhr in der Sporthalle des Lessinggymnasiums Kamenz (Macherstraße 146, 01917 Kamenz) das Bewerbertraining der Wirtschaftsjunioren Bautzen e.V. statt. Die Schirmherrschaft des Events übernimmt die Industrie- und Handelskammer Dresden mit der Geschäftsstelle Kamenz. Die Wirtschaftsjunioren Bautzen e.V. hatten bereits im vergangenen Jahr beim Berufemarkt in Bautzen ein ähnliches Projekt umgesetzt und für positive Resonanz bei allen Beteiligten gesorgt.</w:t>
      </w:r>
    </w:p>
    <w:p w:rsidR="000779DB" w:rsidRDefault="000779DB" w:rsidP="00F9346F">
      <w:pPr>
        <w:spacing w:line="276" w:lineRule="auto"/>
        <w:rPr>
          <w:rFonts w:ascii="HelveticaNeue LT 55 Roman" w:hAnsi="HelveticaNeue LT 55 Roman" w:cs="HelveticaNeue LT 55 Roman"/>
        </w:rPr>
      </w:pPr>
    </w:p>
    <w:p w:rsidR="000779DB" w:rsidRDefault="000779DB" w:rsidP="004D526E">
      <w:pPr>
        <w:pStyle w:val="Heading2"/>
      </w:pPr>
      <w:r>
        <w:t>Theorie und Praxis vereint</w:t>
      </w:r>
    </w:p>
    <w:p w:rsidR="000779DB" w:rsidRDefault="000779DB" w:rsidP="00F9346F">
      <w:pPr>
        <w:spacing w:line="276" w:lineRule="auto"/>
        <w:rPr>
          <w:rFonts w:ascii="HelveticaNeue LT 55 Roman" w:hAnsi="HelveticaNeue LT 55 Roman" w:cs="HelveticaNeue LT 55 Roman"/>
        </w:rPr>
      </w:pPr>
      <w:r w:rsidRPr="00F9346F">
        <w:rPr>
          <w:rFonts w:ascii="HelveticaNeue LT 55 Roman" w:hAnsi="HelveticaNeue LT 55 Roman" w:cs="HelveticaNeue LT 55 Roman"/>
        </w:rPr>
        <w:t xml:space="preserve">Das Training richtet sich an Schüler der </w:t>
      </w:r>
      <w:r>
        <w:rPr>
          <w:rFonts w:ascii="HelveticaNeue LT 55 Roman" w:hAnsi="HelveticaNeue LT 55 Roman" w:cs="HelveticaNeue LT 55 Roman"/>
        </w:rPr>
        <w:t>8</w:t>
      </w:r>
      <w:r w:rsidRPr="00F9346F">
        <w:rPr>
          <w:rFonts w:ascii="HelveticaNeue LT 55 Roman" w:hAnsi="HelveticaNeue LT 55 Roman" w:cs="HelveticaNeue LT 55 Roman"/>
        </w:rPr>
        <w:t xml:space="preserve">. </w:t>
      </w:r>
      <w:r>
        <w:rPr>
          <w:rFonts w:ascii="HelveticaNeue LT 55 Roman" w:hAnsi="HelveticaNeue LT 55 Roman" w:cs="HelveticaNeue LT 55 Roman"/>
        </w:rPr>
        <w:t>bis</w:t>
      </w:r>
      <w:r w:rsidRPr="00F9346F">
        <w:rPr>
          <w:rFonts w:ascii="HelveticaNeue LT 55 Roman" w:hAnsi="HelveticaNeue LT 55 Roman" w:cs="HelveticaNeue LT 55 Roman"/>
        </w:rPr>
        <w:t xml:space="preserve"> 10. Klassen aus </w:t>
      </w:r>
      <w:r>
        <w:rPr>
          <w:rFonts w:ascii="HelveticaNeue LT 55 Roman" w:hAnsi="HelveticaNeue LT 55 Roman" w:cs="HelveticaNeue LT 55 Roman"/>
        </w:rPr>
        <w:t>Schulen</w:t>
      </w:r>
      <w:r w:rsidRPr="00F9346F">
        <w:rPr>
          <w:rFonts w:ascii="HelveticaNeue LT 55 Roman" w:hAnsi="HelveticaNeue LT 55 Roman" w:cs="HelveticaNeue LT 55 Roman"/>
        </w:rPr>
        <w:t xml:space="preserve"> de</w:t>
      </w:r>
      <w:r>
        <w:rPr>
          <w:rFonts w:ascii="HelveticaNeue LT 55 Roman" w:hAnsi="HelveticaNeue LT 55 Roman" w:cs="HelveticaNeue LT 55 Roman"/>
        </w:rPr>
        <w:t>r Region Kamenz</w:t>
      </w:r>
      <w:r w:rsidRPr="00F9346F">
        <w:rPr>
          <w:rFonts w:ascii="HelveticaNeue LT 55 Roman" w:hAnsi="HelveticaNeue LT 55 Roman" w:cs="HelveticaNeue LT 55 Roman"/>
        </w:rPr>
        <w:t xml:space="preserve">. </w:t>
      </w:r>
      <w:r>
        <w:rPr>
          <w:rFonts w:ascii="HelveticaNeue LT 55 Roman" w:hAnsi="HelveticaNeue LT 55 Roman" w:cs="HelveticaNeue LT 55 Roman"/>
        </w:rPr>
        <w:t>Die Schüler werden auf Vertreter der Wirtschaftsjunioren Bautzen e.V. und regional ansässigen Unternehmern treffen. In den 1:1-Bewerbungsgesprächen können die Schüler ihr Können unter Beweis stellen und erhalten direktes Feedback vom Unternehmer.</w:t>
      </w:r>
    </w:p>
    <w:p w:rsidR="000779DB" w:rsidRDefault="000779DB" w:rsidP="00F9346F">
      <w:pPr>
        <w:spacing w:line="276" w:lineRule="auto"/>
        <w:rPr>
          <w:rFonts w:ascii="HelveticaNeue LT 55 Roman" w:hAnsi="HelveticaNeue LT 55 Roman" w:cs="HelveticaNeue LT 55 Roman"/>
        </w:rPr>
      </w:pPr>
      <w:r>
        <w:rPr>
          <w:rFonts w:ascii="HelveticaNeue LT 55 Roman" w:hAnsi="HelveticaNeue LT 55 Roman" w:cs="HelveticaNeue LT 55 Roman"/>
        </w:rPr>
        <w:t>Zwischen den Blöcken der Gespräche wird zudem für die Schüler eine Berufe-Speeddating angeboten.</w:t>
      </w:r>
    </w:p>
    <w:p w:rsidR="000779DB" w:rsidRDefault="000779DB" w:rsidP="00AD5CD4">
      <w:pPr>
        <w:pStyle w:val="Heading2"/>
      </w:pPr>
      <w:r>
        <w:t>Projekt für die Zukunft</w:t>
      </w:r>
    </w:p>
    <w:p w:rsidR="000779DB" w:rsidRDefault="000779DB" w:rsidP="00F425F7">
      <w:pPr>
        <w:spacing w:line="276" w:lineRule="auto"/>
        <w:rPr>
          <w:rFonts w:ascii="HelveticaNeue LT 55 Roman" w:hAnsi="HelveticaNeue LT 55 Roman" w:cs="HelveticaNeue LT 55 Roman"/>
        </w:rPr>
      </w:pPr>
      <w:r>
        <w:rPr>
          <w:rFonts w:ascii="HelveticaNeue LT 55 Roman" w:hAnsi="HelveticaNeue LT 55 Roman" w:cs="HelveticaNeue LT 55 Roman"/>
        </w:rPr>
        <w:t>Das Thema Nachwuchs und Nachwuchsförderung ist eines der Kernthemen der WJ Bautzen und fällt unter die Verantwortung des Arbeitskreises Bildung unter der Führung von Dirk Bergelt.</w:t>
      </w:r>
    </w:p>
    <w:p w:rsidR="000779DB" w:rsidRPr="00986444" w:rsidRDefault="000779DB" w:rsidP="00F425F7">
      <w:pPr>
        <w:spacing w:line="276" w:lineRule="auto"/>
        <w:rPr>
          <w:rFonts w:ascii="HelveticaNeue LT 55 Roman" w:hAnsi="HelveticaNeue LT 55 Roman" w:cs="HelveticaNeue LT 55 Roman"/>
        </w:rPr>
      </w:pPr>
      <w:r>
        <w:rPr>
          <w:rFonts w:ascii="HelveticaNeue LT 55 Roman" w:hAnsi="HelveticaNeue LT 55 Roman" w:cs="HelveticaNeue LT 55 Roman"/>
        </w:rPr>
        <w:t>Mit dem Training kann aktiv Einfluss auf die Qualität der Bewerbungen genommen und den Schülern eine Hilfestellung bei der Berufsorientierung gegeben werden. Die Schüler haben zudem die Gelegenheit, sich direkt an junge Unternehmer zu richten und Fragen zu stellen. Die Erfahrungen aus dem letzten Bewerbertraining haben gezeigt, dass die Schüler offen für Tipps sind und auch erkannt haben, wie wichtig das richtige Auftreten in Bewerbungsgesprächen ist.</w:t>
      </w:r>
      <w:r w:rsidRPr="00F425F7">
        <w:rPr>
          <w:i/>
          <w:iCs/>
        </w:rPr>
        <w:t xml:space="preserve"> </w:t>
      </w:r>
      <w:r w:rsidRPr="0056183C">
        <w:rPr>
          <w:rFonts w:ascii="Helvetica-Normal" w:hAnsi="Helvetica-Normal" w:cs="Helvetica-Normal"/>
          <w:i/>
          <w:iCs/>
        </w:rPr>
        <w:t>(CK)</w:t>
      </w:r>
    </w:p>
    <w:p w:rsidR="000779DB" w:rsidRDefault="000779DB" w:rsidP="00F9346F">
      <w:pPr>
        <w:spacing w:line="276" w:lineRule="auto"/>
        <w:rPr>
          <w:rFonts w:ascii="HelveticaNeue LT 55 Roman" w:hAnsi="HelveticaNeue LT 55 Roman" w:cs="HelveticaNeue LT 55 Roman"/>
        </w:rPr>
      </w:pPr>
    </w:p>
    <w:p w:rsidR="000779DB" w:rsidRDefault="000779DB" w:rsidP="00986444">
      <w:pPr>
        <w:pStyle w:val="Heading2"/>
      </w:pPr>
      <w:r>
        <w:t>Fakten</w:t>
      </w:r>
    </w:p>
    <w:p w:rsidR="000779DB" w:rsidRDefault="000779DB" w:rsidP="00986444">
      <w:pPr>
        <w:numPr>
          <w:ilvl w:val="0"/>
          <w:numId w:val="5"/>
        </w:numPr>
        <w:spacing w:line="276" w:lineRule="auto"/>
        <w:rPr>
          <w:rFonts w:ascii="HelveticaNeue LT 55 Roman" w:hAnsi="HelveticaNeue LT 55 Roman" w:cs="HelveticaNeue LT 55 Roman"/>
        </w:rPr>
      </w:pPr>
      <w:r>
        <w:rPr>
          <w:rFonts w:ascii="HelveticaNeue LT 55 Roman" w:hAnsi="HelveticaNeue LT 55 Roman" w:cs="HelveticaNeue LT 55 Roman"/>
        </w:rPr>
        <w:t>Bewerbertraining für Schüler der 8. – 10. Klassen</w:t>
      </w:r>
    </w:p>
    <w:p w:rsidR="000779DB" w:rsidRDefault="000779DB" w:rsidP="00986444">
      <w:pPr>
        <w:numPr>
          <w:ilvl w:val="0"/>
          <w:numId w:val="5"/>
        </w:numPr>
        <w:spacing w:line="276" w:lineRule="auto"/>
        <w:rPr>
          <w:rFonts w:ascii="HelveticaNeue LT 55 Roman" w:hAnsi="HelveticaNeue LT 55 Roman" w:cs="HelveticaNeue LT 55 Roman"/>
        </w:rPr>
      </w:pPr>
      <w:r w:rsidRPr="00986444">
        <w:rPr>
          <w:rFonts w:ascii="HelveticaNeue LT 55 Roman" w:hAnsi="HelveticaNeue LT 55 Roman" w:cs="HelveticaNeue LT 55 Roman"/>
          <w:b/>
          <w:bCs/>
        </w:rPr>
        <w:t>Datum:</w:t>
      </w:r>
      <w:r>
        <w:rPr>
          <w:rFonts w:ascii="HelveticaNeue LT 55 Roman" w:hAnsi="HelveticaNeue LT 55 Roman" w:cs="HelveticaNeue LT 55 Roman"/>
        </w:rPr>
        <w:t xml:space="preserve"> 12. März 2014, 10 – 18 Uhr</w:t>
      </w:r>
    </w:p>
    <w:p w:rsidR="000779DB" w:rsidRDefault="000779DB" w:rsidP="00986444">
      <w:pPr>
        <w:numPr>
          <w:ilvl w:val="0"/>
          <w:numId w:val="5"/>
        </w:numPr>
        <w:spacing w:line="276" w:lineRule="auto"/>
        <w:rPr>
          <w:rFonts w:ascii="HelveticaNeue LT 55 Roman" w:hAnsi="HelveticaNeue LT 55 Roman" w:cs="HelveticaNeue LT 55 Roman"/>
        </w:rPr>
      </w:pPr>
      <w:r w:rsidRPr="00986444">
        <w:rPr>
          <w:rFonts w:ascii="HelveticaNeue LT 55 Roman" w:hAnsi="HelveticaNeue LT 55 Roman" w:cs="HelveticaNeue LT 55 Roman"/>
          <w:b/>
          <w:bCs/>
        </w:rPr>
        <w:t>Ort:</w:t>
      </w:r>
      <w:r>
        <w:rPr>
          <w:rFonts w:ascii="HelveticaNeue LT 55 Roman" w:hAnsi="HelveticaNeue LT 55 Roman" w:cs="HelveticaNeue LT 55 Roman"/>
        </w:rPr>
        <w:t xml:space="preserve"> </w:t>
      </w:r>
      <w:r w:rsidRPr="00C5042B">
        <w:rPr>
          <w:rFonts w:ascii="HelveticaNeue LT 55 Roman" w:hAnsi="HelveticaNeue LT 55 Roman" w:cs="HelveticaNeue LT 55 Roman"/>
        </w:rPr>
        <w:t>Sporthalle des Lessinggymnasiums Kamenz, Macherstraße 146, 01917 Kamenz</w:t>
      </w:r>
    </w:p>
    <w:p w:rsidR="000779DB" w:rsidRPr="00A93E50" w:rsidRDefault="000779DB" w:rsidP="00986444">
      <w:pPr>
        <w:pStyle w:val="Heading2"/>
      </w:pPr>
      <w:r w:rsidRPr="00A93E50">
        <w:t>Anlagen</w:t>
      </w:r>
    </w:p>
    <w:p w:rsidR="000779DB" w:rsidRPr="00800B75" w:rsidRDefault="000779DB" w:rsidP="00800B75">
      <w:pPr>
        <w:numPr>
          <w:ilvl w:val="0"/>
          <w:numId w:val="2"/>
        </w:numPr>
        <w:spacing w:line="276" w:lineRule="auto"/>
        <w:rPr>
          <w:rFonts w:ascii="HelveticaNeue LT 55 Roman" w:hAnsi="HelveticaNeue LT 55 Roman" w:cs="HelveticaNeue LT 55 Roman"/>
        </w:rPr>
      </w:pPr>
      <w:r w:rsidRPr="00816485">
        <w:rPr>
          <w:rFonts w:ascii="HelveticaNeue LT 55 Roman" w:hAnsi="HelveticaNeue LT 55 Roman" w:cs="HelveticaNeue LT 55 Roman"/>
          <w:b/>
          <w:bCs/>
        </w:rPr>
        <w:t>TGZ-Bautzen.jpg</w:t>
      </w:r>
      <w:r>
        <w:rPr>
          <w:rFonts w:ascii="HelveticaNeue LT 55 Roman" w:hAnsi="HelveticaNeue LT 55 Roman" w:cs="HelveticaNeue LT 55 Roman"/>
        </w:rPr>
        <w:t xml:space="preserve"> – Blick auf das TGZ Bautzen </w:t>
      </w:r>
      <w:r w:rsidRPr="00816485">
        <w:rPr>
          <w:rFonts w:ascii="HelveticaNeue LT 55 Roman" w:hAnsi="HelveticaNeue LT 55 Roman" w:cs="HelveticaNeue LT 55 Roman"/>
          <w:i/>
          <w:iCs/>
        </w:rPr>
        <w:t>(Bild: Sven Eismann)</w:t>
      </w:r>
    </w:p>
    <w:p w:rsidR="000779DB" w:rsidRPr="00A93E50" w:rsidRDefault="000779DB" w:rsidP="00A93E50">
      <w:pPr>
        <w:pStyle w:val="Heading2"/>
      </w:pPr>
      <w:r>
        <w:rPr>
          <w:rFonts w:cs="Times New Roman"/>
        </w:rPr>
        <w:br w:type="page"/>
      </w:r>
      <w:r w:rsidRPr="00A93E50">
        <w:t>Information für Pressevertreter</w:t>
      </w:r>
    </w:p>
    <w:p w:rsidR="000779DB" w:rsidRPr="00A93E50" w:rsidRDefault="000779DB" w:rsidP="00A93E50">
      <w:pPr>
        <w:spacing w:line="276" w:lineRule="auto"/>
        <w:rPr>
          <w:rFonts w:ascii="HelveticaNeue LT 55 Roman" w:hAnsi="HelveticaNeue LT 55 Roman" w:cs="HelveticaNeue LT 55 Roman"/>
        </w:rPr>
      </w:pPr>
      <w:r>
        <w:rPr>
          <w:rFonts w:ascii="HelveticaNeue LT 55 Roman" w:hAnsi="HelveticaNeue LT 55 Roman" w:cs="HelveticaNeue LT 55 Roman"/>
        </w:rPr>
        <w:t xml:space="preserve">Vertreter der Medien sind natürlich recht herzlich eingeladen die WJ Bautzen in Aktion zu erleben und über das Projekt zu berichten. Über eine kurze Voranmeldung über </w:t>
      </w:r>
      <w:r w:rsidRPr="00F9346F">
        <w:rPr>
          <w:rFonts w:ascii="HelveticaNeue LT 55 Roman" w:hAnsi="HelveticaNeue LT 55 Roman" w:cs="HelveticaNeue LT 55 Roman"/>
        </w:rPr>
        <w:t>info@wj-bautzen.de</w:t>
      </w:r>
      <w:r>
        <w:rPr>
          <w:rFonts w:ascii="HelveticaNeue LT 55 Roman" w:hAnsi="HelveticaNeue LT 55 Roman" w:cs="HelveticaNeue LT 55 Roman"/>
        </w:rPr>
        <w:t xml:space="preserve"> würden wird uns freuen.</w:t>
      </w:r>
    </w:p>
    <w:p w:rsidR="000779DB" w:rsidRDefault="000779DB" w:rsidP="00A93E50">
      <w:pPr>
        <w:spacing w:line="276" w:lineRule="auto"/>
        <w:rPr>
          <w:rFonts w:ascii="HelveticaNeue LT 55 Roman" w:hAnsi="HelveticaNeue LT 55 Roman" w:cs="HelveticaNeue LT 55 Roman"/>
        </w:rPr>
      </w:pPr>
    </w:p>
    <w:p w:rsidR="000779DB" w:rsidRDefault="000779DB" w:rsidP="00A93E50">
      <w:pPr>
        <w:spacing w:line="276" w:lineRule="auto"/>
        <w:rPr>
          <w:rFonts w:ascii="HelveticaNeue LT 55 Roman" w:hAnsi="HelveticaNeue LT 55 Roman" w:cs="HelveticaNeue LT 55 Roman"/>
        </w:rPr>
      </w:pPr>
      <w:r>
        <w:rPr>
          <w:rFonts w:ascii="HelveticaNeue LT 55 Roman" w:hAnsi="HelveticaNeue LT 55 Roman" w:cs="HelveticaNeue LT 55 Roman"/>
        </w:rPr>
        <w:t>Für a</w:t>
      </w:r>
      <w:r w:rsidRPr="00A93E50">
        <w:rPr>
          <w:rFonts w:ascii="HelveticaNeue LT 55 Roman" w:hAnsi="HelveticaNeue LT 55 Roman" w:cs="HelveticaNeue LT 55 Roman"/>
        </w:rPr>
        <w:t xml:space="preserve">usführliche Informationen zu den Wirtschafsjunioren allgemein können Sie </w:t>
      </w:r>
      <w:r>
        <w:rPr>
          <w:rFonts w:ascii="HelveticaNeue LT 55 Roman" w:hAnsi="HelveticaNeue LT 55 Roman" w:cs="HelveticaNeue LT 55 Roman"/>
        </w:rPr>
        <w:t xml:space="preserve">gern </w:t>
      </w:r>
      <w:r w:rsidRPr="00A93E50">
        <w:rPr>
          <w:rFonts w:ascii="HelveticaNeue LT 55 Roman" w:hAnsi="HelveticaNeue LT 55 Roman" w:cs="HelveticaNeue LT 55 Roman"/>
        </w:rPr>
        <w:t>Presseunterlagen</w:t>
      </w:r>
      <w:r>
        <w:rPr>
          <w:rFonts w:ascii="HelveticaNeue LT 55 Roman" w:hAnsi="HelveticaNeue LT 55 Roman" w:cs="HelveticaNeue LT 55 Roman"/>
        </w:rPr>
        <w:t xml:space="preserve"> bei uns anfordern</w:t>
      </w:r>
      <w:r w:rsidRPr="00A93E50">
        <w:rPr>
          <w:rFonts w:ascii="HelveticaNeue LT 55 Roman" w:hAnsi="HelveticaNeue LT 55 Roman" w:cs="HelveticaNeue LT 55 Roman"/>
        </w:rPr>
        <w:t xml:space="preserve"> </w:t>
      </w:r>
      <w:r>
        <w:rPr>
          <w:rFonts w:ascii="HelveticaNeue LT 55 Roman" w:hAnsi="HelveticaNeue LT 55 Roman" w:cs="HelveticaNeue LT 55 Roman"/>
        </w:rPr>
        <w:t>oder uns auf Facebook (</w:t>
      </w:r>
      <w:r w:rsidRPr="00522CAD">
        <w:rPr>
          <w:rFonts w:ascii="HelveticaNeue LT 55 Roman" w:hAnsi="HelveticaNeue LT 55 Roman" w:cs="HelveticaNeue LT 55 Roman"/>
        </w:rPr>
        <w:t>https://www.facebook.com/wjbautzen</w:t>
      </w:r>
      <w:r>
        <w:rPr>
          <w:rFonts w:ascii="HelveticaNeue LT 55 Roman" w:hAnsi="HelveticaNeue LT 55 Roman" w:cs="HelveticaNeue LT 55 Roman"/>
        </w:rPr>
        <w:t xml:space="preserve">) besuchen. </w:t>
      </w:r>
    </w:p>
    <w:p w:rsidR="000779DB" w:rsidRDefault="000779DB" w:rsidP="00A93E50">
      <w:pPr>
        <w:spacing w:line="276" w:lineRule="auto"/>
        <w:rPr>
          <w:rFonts w:ascii="HelveticaNeue LT 55 Roman" w:hAnsi="HelveticaNeue LT 55 Roman" w:cs="HelveticaNeue LT 55 Roman"/>
        </w:rPr>
      </w:pPr>
    </w:p>
    <w:p w:rsidR="000779DB" w:rsidRPr="00A93E50" w:rsidRDefault="000779DB" w:rsidP="00A93E50">
      <w:pPr>
        <w:pStyle w:val="Heading2"/>
      </w:pPr>
      <w:r w:rsidRPr="00A93E50">
        <w:t>Ansprechpartner</w:t>
      </w:r>
    </w:p>
    <w:p w:rsidR="000779DB" w:rsidRPr="00A93E50" w:rsidRDefault="000779DB" w:rsidP="00A93E50">
      <w:pPr>
        <w:spacing w:line="276" w:lineRule="auto"/>
        <w:jc w:val="both"/>
        <w:rPr>
          <w:rFonts w:ascii="HelveticaNeue LT 55 Roman" w:hAnsi="HelveticaNeue LT 55 Roman" w:cs="HelveticaNeue LT 55 Roman"/>
          <w:b/>
          <w:bCs/>
        </w:rPr>
      </w:pPr>
      <w:r w:rsidRPr="00A93E50">
        <w:rPr>
          <w:rFonts w:ascii="HelveticaNeue LT 55 Roman" w:hAnsi="HelveticaNeue LT 55 Roman" w:cs="HelveticaNeue LT 55 Roman"/>
          <w:b/>
          <w:bCs/>
        </w:rPr>
        <w:t>Kreissprecher</w:t>
      </w:r>
    </w:p>
    <w:p w:rsidR="000779DB" w:rsidRPr="00A93E50" w:rsidRDefault="000779DB" w:rsidP="00A93E50">
      <w:pPr>
        <w:spacing w:line="276" w:lineRule="auto"/>
        <w:rPr>
          <w:rFonts w:ascii="HelveticaNeue LT 55 Roman" w:hAnsi="HelveticaNeue LT 55 Roman" w:cs="HelveticaNeue LT 55 Roman"/>
        </w:rPr>
      </w:pPr>
      <w:r w:rsidRPr="00A93E50">
        <w:rPr>
          <w:rFonts w:ascii="HelveticaNeue LT 55 Roman" w:hAnsi="HelveticaNeue LT 55 Roman" w:cs="HelveticaNeue LT 55 Roman"/>
        </w:rPr>
        <w:t>Peter Stange</w:t>
      </w:r>
    </w:p>
    <w:p w:rsidR="000779DB" w:rsidRPr="00F9346F" w:rsidRDefault="000779DB" w:rsidP="00A93E50">
      <w:pPr>
        <w:spacing w:line="276" w:lineRule="auto"/>
        <w:rPr>
          <w:rFonts w:ascii="HelveticaNeue LT 55 Roman" w:hAnsi="HelveticaNeue LT 55 Roman" w:cs="HelveticaNeue LT 55 Roman"/>
        </w:rPr>
      </w:pPr>
      <w:r w:rsidRPr="00F9346F">
        <w:rPr>
          <w:rFonts w:ascii="HelveticaNeue LT 55 Roman" w:hAnsi="HelveticaNeue LT 55 Roman" w:cs="HelveticaNeue LT 55 Roman"/>
        </w:rPr>
        <w:t xml:space="preserve">Mail: </w:t>
      </w:r>
      <w:r>
        <w:rPr>
          <w:rFonts w:ascii="HelveticaNeue LT 55 Roman" w:hAnsi="HelveticaNeue LT 55 Roman" w:cs="HelveticaNeue LT 55 Roman"/>
        </w:rPr>
        <w:t>vorstand</w:t>
      </w:r>
      <w:r w:rsidRPr="00F9346F">
        <w:rPr>
          <w:rFonts w:ascii="HelveticaNeue LT 55 Roman" w:hAnsi="HelveticaNeue LT 55 Roman" w:cs="HelveticaNeue LT 55 Roman"/>
        </w:rPr>
        <w:t>@wj-bautzen.de</w:t>
      </w:r>
    </w:p>
    <w:p w:rsidR="000779DB" w:rsidRPr="00F9346F" w:rsidRDefault="000779DB" w:rsidP="00A93E50">
      <w:pPr>
        <w:spacing w:line="276" w:lineRule="auto"/>
        <w:rPr>
          <w:rFonts w:ascii="HelveticaNeue LT 55 Roman" w:hAnsi="HelveticaNeue LT 55 Roman" w:cs="HelveticaNeue LT 55 Roman"/>
        </w:rPr>
      </w:pPr>
    </w:p>
    <w:p w:rsidR="000779DB" w:rsidRPr="00F9346F" w:rsidRDefault="000779DB" w:rsidP="00A93E50">
      <w:pPr>
        <w:spacing w:line="276" w:lineRule="auto"/>
        <w:rPr>
          <w:rFonts w:ascii="HelveticaNeue LT 55 Roman" w:hAnsi="HelveticaNeue LT 55 Roman" w:cs="HelveticaNeue LT 55 Roman"/>
          <w:b/>
          <w:bCs/>
        </w:rPr>
      </w:pPr>
      <w:r w:rsidRPr="00F9346F">
        <w:rPr>
          <w:rFonts w:ascii="HelveticaNeue LT 55 Roman" w:hAnsi="HelveticaNeue LT 55 Roman" w:cs="HelveticaNeue LT 55 Roman"/>
          <w:b/>
          <w:bCs/>
        </w:rPr>
        <w:t>Öffentlichkeitsarbeit</w:t>
      </w:r>
    </w:p>
    <w:p w:rsidR="000779DB" w:rsidRPr="00A93E50" w:rsidRDefault="000779DB" w:rsidP="00A93E50">
      <w:pPr>
        <w:spacing w:line="276" w:lineRule="auto"/>
        <w:rPr>
          <w:rFonts w:ascii="HelveticaNeue LT 55 Roman" w:hAnsi="HelveticaNeue LT 55 Roman" w:cs="HelveticaNeue LT 55 Roman"/>
        </w:rPr>
      </w:pPr>
      <w:r w:rsidRPr="00A93E50">
        <w:rPr>
          <w:rFonts w:ascii="HelveticaNeue LT 55 Roman" w:hAnsi="HelveticaNeue LT 55 Roman" w:cs="HelveticaNeue LT 55 Roman"/>
        </w:rPr>
        <w:t>Christian Klinger</w:t>
      </w:r>
    </w:p>
    <w:p w:rsidR="000779DB" w:rsidRPr="00A93E50" w:rsidRDefault="000779DB" w:rsidP="00A93E50">
      <w:pPr>
        <w:spacing w:line="276" w:lineRule="auto"/>
        <w:rPr>
          <w:rFonts w:ascii="HelveticaNeue LT 55 Roman" w:hAnsi="HelveticaNeue LT 55 Roman" w:cs="HelveticaNeue LT 55 Roman"/>
        </w:rPr>
      </w:pPr>
      <w:r w:rsidRPr="00A93E50">
        <w:rPr>
          <w:rFonts w:ascii="HelveticaNeue LT 55 Roman" w:hAnsi="HelveticaNeue LT 55 Roman" w:cs="HelveticaNeue LT 55 Roman"/>
        </w:rPr>
        <w:t>Telefon: 0174/3021394</w:t>
      </w:r>
    </w:p>
    <w:p w:rsidR="000779DB" w:rsidRPr="00A93E50" w:rsidRDefault="000779DB" w:rsidP="00A93E50">
      <w:pPr>
        <w:spacing w:line="276" w:lineRule="auto"/>
        <w:rPr>
          <w:rFonts w:ascii="HelveticaNeue LT 55 Roman" w:hAnsi="HelveticaNeue LT 55 Roman" w:cs="HelveticaNeue LT 55 Roman"/>
        </w:rPr>
      </w:pPr>
      <w:r w:rsidRPr="00A93E50">
        <w:rPr>
          <w:rFonts w:ascii="HelveticaNeue LT 55 Roman" w:hAnsi="HelveticaNeue LT 55 Roman" w:cs="HelveticaNeue LT 55 Roman"/>
        </w:rPr>
        <w:t>Mail: presse@wj-bautzen.de</w:t>
      </w:r>
    </w:p>
    <w:sectPr w:rsidR="000779DB" w:rsidRPr="00A93E50" w:rsidSect="00F861CB">
      <w:headerReference w:type="default" r:id="rId7"/>
      <w:footerReference w:type="default" r:id="rId8"/>
      <w:pgSz w:w="11900" w:h="16840"/>
      <w:pgMar w:top="5387" w:right="3175" w:bottom="1134" w:left="1418" w:header="709" w:footer="114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79DB" w:rsidRDefault="000779DB" w:rsidP="00961BAC">
      <w:pPr>
        <w:rPr>
          <w:rFonts w:cs="Times New Roman"/>
        </w:rPr>
      </w:pPr>
      <w:r>
        <w:rPr>
          <w:rFonts w:cs="Times New Roman"/>
        </w:rPr>
        <w:separator/>
      </w:r>
    </w:p>
  </w:endnote>
  <w:endnote w:type="continuationSeparator" w:id="0">
    <w:p w:rsidR="000779DB" w:rsidRDefault="000779DB" w:rsidP="00961BAC">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elveticaNeue LT 55 Roman">
    <w:altName w:val="HeldustryFT Black"/>
    <w:panose1 w:val="00000000000000000000"/>
    <w:charset w:val="00"/>
    <w:family w:val="auto"/>
    <w:notTrueType/>
    <w:pitch w:val="variable"/>
    <w:sig w:usb0="00000003" w:usb1="00000000" w:usb2="00000000" w:usb3="00000000" w:csb0="00000001" w:csb1="00000000"/>
  </w:font>
  <w:font w:name="MS Minngs">
    <w:altName w:val="Arial Unicode MS"/>
    <w:panose1 w:val="00000000000000000000"/>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Helvetica Neue">
    <w:altName w:val="Agency FB"/>
    <w:panose1 w:val="020B0500000000000000"/>
    <w:charset w:val="00"/>
    <w:family w:val="auto"/>
    <w:pitch w:val="variable"/>
    <w:sig w:usb0="20000007" w:usb1="00000000" w:usb2="00000000" w:usb3="00000000" w:csb0="00000111" w:csb1="00000000"/>
  </w:font>
  <w:font w:name="Arial">
    <w:panose1 w:val="020B0604020202020204"/>
    <w:charset w:val="00"/>
    <w:family w:val="swiss"/>
    <w:pitch w:val="variable"/>
    <w:sig w:usb0="20002A87" w:usb1="80000000" w:usb2="00000008" w:usb3="00000000" w:csb0="000001FF" w:csb1="00000000"/>
  </w:font>
  <w:font w:name="Lucida Grande">
    <w:panose1 w:val="00000000000000000000"/>
    <w:charset w:val="00"/>
    <w:family w:val="auto"/>
    <w:notTrueType/>
    <w:pitch w:val="variable"/>
    <w:sig w:usb0="00000003" w:usb1="00000000" w:usb2="00000000" w:usb3="00000000" w:csb0="00000001" w:csb1="00000000"/>
  </w:font>
  <w:font w:name="Helvetica-Normal">
    <w:panose1 w:val="00000000000000000000"/>
    <w:charset w:val="00"/>
    <w:family w:val="auto"/>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9DB" w:rsidRDefault="000779DB">
    <w:pPr>
      <w:rPr>
        <w:rFonts w:cs="Times New Roman"/>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6" o:spid="_x0000_s2056" type="#_x0000_t75" style="position:absolute;margin-left:374.65pt;margin-top:.9pt;width:81.1pt;height:42.5pt;z-index:251655168;visibility:visible">
          <v:imagedata r:id="rId1" o:title=""/>
          <w10:anchorlock/>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79DB" w:rsidRDefault="000779DB" w:rsidP="00961BAC">
      <w:pPr>
        <w:rPr>
          <w:rFonts w:cs="Times New Roman"/>
        </w:rPr>
      </w:pPr>
      <w:r>
        <w:rPr>
          <w:rFonts w:cs="Times New Roman"/>
        </w:rPr>
        <w:separator/>
      </w:r>
    </w:p>
  </w:footnote>
  <w:footnote w:type="continuationSeparator" w:id="0">
    <w:p w:rsidR="000779DB" w:rsidRDefault="000779DB" w:rsidP="00961BAC">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9DB" w:rsidRDefault="000779DB" w:rsidP="004A137A">
    <w:pPr>
      <w:pStyle w:val="AbsenderWJD"/>
    </w:pPr>
    <w:r>
      <w:rPr>
        <w:noProof/>
      </w:rPr>
      <w:pict>
        <v:group id="_x0000_s2049" style="position:absolute;margin-left:0;margin-top:42.55pt;width:175.95pt;height:49.7pt;z-index:251659264;mso-position-vertical-relative:page" coordorigin="1418,710" coordsize="3519,9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2050" type="#_x0000_t75" alt="WJ_LOGO_FARBIG.bmp" style="position:absolute;left:1418;top:710;width:3519;height:994;visibility:visible">
            <v:imagedata r:id="rId1" o:title=""/>
          </v:shape>
          <v:shapetype id="_x0000_t202" coordsize="21600,21600" o:spt="202" path="m,l,21600r21600,l21600,xe">
            <v:stroke joinstyle="miter"/>
            <v:path gradientshapeok="t" o:connecttype="rect"/>
          </v:shapetype>
          <v:shape id="_x0000_s2051" type="#_x0000_t202" style="position:absolute;left:2863;top:897;width:2071;height:246;mso-position-vertical-relative:page" stroked="f">
            <v:textbox style="mso-next-textbox:#_x0000_s2051" inset="0,0,0,0">
              <w:txbxContent>
                <w:p w:rsidR="000779DB" w:rsidRPr="00A72384" w:rsidRDefault="000779DB" w:rsidP="004A137A">
                  <w:pPr>
                    <w:rPr>
                      <w:rFonts w:ascii="HelveticaNeue LT 55 Roman" w:hAnsi="HelveticaNeue LT 55 Roman" w:cs="HelveticaNeue LT 55 Roman"/>
                      <w:b/>
                      <w:bCs/>
                      <w:color w:val="5D5B59"/>
                      <w:sz w:val="17"/>
                      <w:szCs w:val="17"/>
                    </w:rPr>
                  </w:pPr>
                  <w:r>
                    <w:rPr>
                      <w:rFonts w:ascii="HelveticaNeue LT 55 Roman" w:hAnsi="HelveticaNeue LT 55 Roman" w:cs="HelveticaNeue LT 55 Roman"/>
                      <w:b/>
                      <w:bCs/>
                      <w:color w:val="5D5B59"/>
                      <w:sz w:val="17"/>
                      <w:szCs w:val="17"/>
                    </w:rPr>
                    <w:t>BAUTZEN</w:t>
                  </w:r>
                </w:p>
              </w:txbxContent>
            </v:textbox>
          </v:shape>
          <w10:wrap anchory="page"/>
          <w10:anchorlock/>
        </v:group>
      </w:pict>
    </w:r>
    <w:r>
      <w:rPr>
        <w:noProof/>
      </w:rPr>
      <w:pict>
        <v:shape id="Grafik 0" o:spid="_x0000_s2052" type="#_x0000_t75" alt="wjd_logo_sdjw_RGB_28954.jpg" style="position:absolute;margin-left:341.6pt;margin-top:3.9pt;width:143.15pt;height:54pt;z-index:251656192;visibility:visible">
          <v:imagedata r:id="rId2" o:title="" gain="72818f"/>
          <w10:anchorlock/>
        </v:shape>
      </w:pict>
    </w:r>
    <w:r>
      <w:rPr>
        <w:noProof/>
      </w:rPr>
      <w:pict>
        <v:shape id="Textfeld 14" o:spid="_x0000_s2053" type="#_x0000_t202" style="position:absolute;margin-left:-5.55pt;margin-top:99.25pt;width:198pt;height:27pt;z-index:251658240;visibility:visible" filled="f" stroked="f">
          <v:textbox style="mso-next-textbox:#Textfeld 14">
            <w:txbxContent>
              <w:p w:rsidR="000779DB" w:rsidRPr="0036486A" w:rsidRDefault="000779DB" w:rsidP="004A137A">
                <w:pPr>
                  <w:pStyle w:val="AbsenderWJD"/>
                  <w:rPr>
                    <w:rFonts w:ascii="HelveticaNeue LT 55 Roman" w:hAnsi="HelveticaNeue LT 55 Roman" w:cs="HelveticaNeue LT 55 Roman"/>
                    <w:b/>
                    <w:bCs/>
                  </w:rPr>
                </w:pPr>
                <w:r w:rsidRPr="0036486A">
                  <w:rPr>
                    <w:rFonts w:ascii="HelveticaNeue LT 55 Roman" w:hAnsi="HelveticaNeue LT 55 Roman" w:cs="HelveticaNeue LT 55 Roman"/>
                    <w:b/>
                    <w:bCs/>
                  </w:rPr>
                  <w:t xml:space="preserve">Wirtschaftsjunioren </w:t>
                </w:r>
                <w:r>
                  <w:rPr>
                    <w:rFonts w:ascii="HelveticaNeue LT 55 Roman" w:hAnsi="HelveticaNeue LT 55 Roman" w:cs="HelveticaNeue LT 55 Roman"/>
                    <w:b/>
                    <w:bCs/>
                  </w:rPr>
                  <w:t>Bautzen e.V. bei der IHK Dresden</w:t>
                </w:r>
              </w:p>
              <w:p w:rsidR="000779DB" w:rsidRPr="0036486A" w:rsidRDefault="000779DB" w:rsidP="004A137A">
                <w:pPr>
                  <w:pStyle w:val="AbsenderWJD"/>
                  <w:rPr>
                    <w:rFonts w:ascii="HelveticaNeue LT 55 Roman" w:hAnsi="HelveticaNeue LT 55 Roman" w:cs="HelveticaNeue LT 55 Roman"/>
                  </w:rPr>
                </w:pPr>
                <w:r w:rsidRPr="00F6027B">
                  <w:rPr>
                    <w:rFonts w:ascii="HelveticaNeue LT 55 Roman" w:hAnsi="HelveticaNeue LT 55 Roman" w:cs="HelveticaNeue LT 55 Roman"/>
                  </w:rPr>
                  <w:t>Karl-Liebknecht-Straße 2</w:t>
                </w:r>
                <w:r w:rsidRPr="00FD4E71">
                  <w:rPr>
                    <w:rFonts w:ascii="HelveticaNeue LT 55 Roman" w:hAnsi="HelveticaNeue LT 55 Roman" w:cs="HelveticaNeue LT 55 Roman"/>
                  </w:rPr>
                  <w:t xml:space="preserve"> </w:t>
                </w:r>
                <w:r w:rsidRPr="00FD4E71">
                  <w:rPr>
                    <w:rFonts w:ascii="Times New Roman" w:hAnsi="Times New Roman" w:cs="Times New Roman"/>
                  </w:rPr>
                  <w:t>∙</w:t>
                </w:r>
                <w:r w:rsidRPr="00FD4E71">
                  <w:rPr>
                    <w:rFonts w:ascii="HelveticaNeue LT 55 Roman" w:hAnsi="HelveticaNeue LT 55 Roman" w:cs="HelveticaNeue LT 55 Roman"/>
                  </w:rPr>
                  <w:t xml:space="preserve"> 0</w:t>
                </w:r>
                <w:r>
                  <w:rPr>
                    <w:rFonts w:ascii="HelveticaNeue LT 55 Roman" w:hAnsi="HelveticaNeue LT 55 Roman" w:cs="HelveticaNeue LT 55 Roman"/>
                  </w:rPr>
                  <w:t>2625</w:t>
                </w:r>
                <w:r w:rsidRPr="00FD4E71">
                  <w:rPr>
                    <w:rFonts w:ascii="HelveticaNeue LT 55 Roman" w:hAnsi="HelveticaNeue LT 55 Roman" w:cs="HelveticaNeue LT 55 Roman"/>
                  </w:rPr>
                  <w:t xml:space="preserve"> </w:t>
                </w:r>
                <w:r>
                  <w:rPr>
                    <w:rFonts w:ascii="HelveticaNeue LT 55 Roman" w:hAnsi="HelveticaNeue LT 55 Roman" w:cs="HelveticaNeue LT 55 Roman"/>
                  </w:rPr>
                  <w:t>Bautzen</w:t>
                </w:r>
              </w:p>
              <w:p w:rsidR="000779DB" w:rsidRDefault="000779DB" w:rsidP="004A137A">
                <w:pPr>
                  <w:pStyle w:val="AbsenderWJD"/>
                  <w:rPr>
                    <w:rFonts w:cs="Times New Roman"/>
                  </w:rPr>
                </w:pPr>
              </w:p>
            </w:txbxContent>
          </v:textbox>
          <w10:wrap type="square"/>
          <w10:anchorlock/>
        </v:shape>
      </w:pict>
    </w:r>
    <w:r>
      <w:rPr>
        <w:noProof/>
      </w:rPr>
      <w:pict>
        <v:line id="Gerade Verbindung 13" o:spid="_x0000_s2054" style="position:absolute;z-index:251657216;visibility:visible" from="378pt,261.25pt" to="379.6pt,518.45pt" strokecolor="#999" strokeweight=".5pt">
          <w10:anchorlock/>
        </v:line>
      </w:pict>
    </w:r>
    <w:r>
      <w:t xml:space="preserve"> </w:t>
    </w:r>
  </w:p>
  <w:p w:rsidR="000779DB" w:rsidRPr="004A137A" w:rsidRDefault="000779DB" w:rsidP="004A137A">
    <w:pPr>
      <w:pStyle w:val="Header"/>
      <w:rPr>
        <w:rFonts w:cs="Times New Roman"/>
      </w:rPr>
    </w:pPr>
    <w:r>
      <w:rPr>
        <w:noProof/>
      </w:rPr>
      <w:pict>
        <v:shape id="Textfeld 12" o:spid="_x0000_s2055" type="#_x0000_t202" style="position:absolute;margin-left:378pt;margin-top:281.35pt;width:126pt;height:341.55pt;z-index:-251656192;visibility:visible" filled="f" stroked="f">
          <v:textbox style="mso-next-textbox:#Textfeld 12">
            <w:txbxContent>
              <w:p w:rsidR="000779DB" w:rsidRPr="0036486A" w:rsidRDefault="000779DB" w:rsidP="00F71D98">
                <w:pPr>
                  <w:pStyle w:val="Adressblockrechts"/>
                  <w:rPr>
                    <w:rFonts w:ascii="HelveticaNeue LT 55 Roman" w:hAnsi="HelveticaNeue LT 55 Roman" w:cs="HelveticaNeue LT 55 Roman"/>
                    <w:b/>
                    <w:bCs/>
                  </w:rPr>
                </w:pPr>
                <w:r w:rsidRPr="0036486A">
                  <w:rPr>
                    <w:rFonts w:ascii="HelveticaNeue LT 55 Roman" w:hAnsi="HelveticaNeue LT 55 Roman" w:cs="HelveticaNeue LT 55 Roman"/>
                    <w:b/>
                    <w:bCs/>
                  </w:rPr>
                  <w:t>Wirtschaftsjunioren</w:t>
                </w:r>
                <w:r>
                  <w:rPr>
                    <w:rFonts w:ascii="HelveticaNeue LT 55 Roman" w:hAnsi="HelveticaNeue LT 55 Roman" w:cs="HelveticaNeue LT 55 Roman"/>
                    <w:b/>
                    <w:bCs/>
                  </w:rPr>
                  <w:t xml:space="preserve"> Bautzen e.V.</w:t>
                </w:r>
                <w:r w:rsidRPr="0036486A">
                  <w:rPr>
                    <w:rFonts w:ascii="HelveticaNeue LT 55 Roman" w:hAnsi="HelveticaNeue LT 55 Roman" w:cs="HelveticaNeue LT 55 Roman"/>
                    <w:b/>
                    <w:bCs/>
                  </w:rPr>
                  <w:br/>
                </w:r>
                <w:r>
                  <w:rPr>
                    <w:rFonts w:ascii="HelveticaNeue LT 55 Roman" w:hAnsi="HelveticaNeue LT 55 Roman" w:cs="HelveticaNeue LT 55 Roman"/>
                    <w:b/>
                    <w:bCs/>
                  </w:rPr>
                  <w:t>bei der IHK Dresden</w:t>
                </w:r>
              </w:p>
              <w:p w:rsidR="000779DB" w:rsidRPr="009016C3" w:rsidRDefault="000779DB" w:rsidP="00F71D98">
                <w:pPr>
                  <w:pStyle w:val="Adressblockrechts"/>
                  <w:spacing w:after="0"/>
                  <w:rPr>
                    <w:rFonts w:ascii="HelveticaNeue LT 55 Roman" w:hAnsi="HelveticaNeue LT 55 Roman" w:cs="HelveticaNeue LT 55 Roman"/>
                  </w:rPr>
                </w:pPr>
                <w:r w:rsidRPr="0036486A">
                  <w:rPr>
                    <w:rFonts w:ascii="HelveticaNeue LT 55 Roman" w:hAnsi="HelveticaNeue LT 55 Roman" w:cs="HelveticaNeue LT 55 Roman"/>
                    <w:color w:val="999999"/>
                  </w:rPr>
                  <w:sym w:font="Wingdings 3" w:char="F084"/>
                </w:r>
                <w:r w:rsidRPr="0036486A">
                  <w:rPr>
                    <w:rFonts w:ascii="HelveticaNeue LT 55 Roman" w:hAnsi="HelveticaNeue LT 55 Roman" w:cs="HelveticaNeue LT 55 Roman"/>
                  </w:rPr>
                  <w:br/>
                </w:r>
                <w:r w:rsidRPr="009016C3">
                  <w:rPr>
                    <w:rFonts w:ascii="HelveticaNeue LT 55 Roman" w:hAnsi="HelveticaNeue LT 55 Roman" w:cs="HelveticaNeue LT 55 Roman"/>
                  </w:rPr>
                  <w:t>Karl-Liebknecht-Straße 2</w:t>
                </w:r>
              </w:p>
              <w:p w:rsidR="000779DB" w:rsidRPr="009016C3" w:rsidRDefault="000779DB" w:rsidP="00F71D98">
                <w:pPr>
                  <w:pStyle w:val="Adressblockrechts"/>
                  <w:rPr>
                    <w:rFonts w:ascii="HelveticaNeue LT 55 Roman" w:hAnsi="HelveticaNeue LT 55 Roman" w:cs="HelveticaNeue LT 55 Roman"/>
                  </w:rPr>
                </w:pPr>
                <w:r w:rsidRPr="009016C3">
                  <w:rPr>
                    <w:rFonts w:ascii="HelveticaNeue LT 55 Roman" w:hAnsi="HelveticaNeue LT 55 Roman" w:cs="HelveticaNeue LT 55 Roman"/>
                  </w:rPr>
                  <w:t>02625 Bautzen</w:t>
                </w:r>
              </w:p>
              <w:p w:rsidR="000779DB" w:rsidRPr="009016C3" w:rsidRDefault="000779DB" w:rsidP="00F71D98">
                <w:pPr>
                  <w:pStyle w:val="Adressblockrechts"/>
                  <w:spacing w:after="0"/>
                  <w:rPr>
                    <w:rFonts w:ascii="HelveticaNeue LT 55 Roman" w:hAnsi="HelveticaNeue LT 55 Roman" w:cs="HelveticaNeue LT 55 Roman"/>
                  </w:rPr>
                </w:pPr>
                <w:r w:rsidRPr="009016C3">
                  <w:rPr>
                    <w:rFonts w:ascii="HelveticaNeue LT 55 Roman" w:hAnsi="HelveticaNeue LT 55 Roman" w:cs="HelveticaNeue LT 55 Roman"/>
                  </w:rPr>
                  <w:t>Tel.: +49 (0) 3591 351300</w:t>
                </w:r>
              </w:p>
              <w:p w:rsidR="000779DB" w:rsidRPr="001E3770" w:rsidRDefault="000779DB" w:rsidP="00F71D98">
                <w:pPr>
                  <w:pStyle w:val="Adressblockrechts"/>
                  <w:rPr>
                    <w:rFonts w:ascii="HelveticaNeue LT 55 Roman" w:hAnsi="HelveticaNeue LT 55 Roman" w:cs="HelveticaNeue LT 55 Roman"/>
                    <w:lang w:val="en-GB"/>
                  </w:rPr>
                </w:pPr>
                <w:r w:rsidRPr="001E3770">
                  <w:rPr>
                    <w:rFonts w:ascii="HelveticaNeue LT 55 Roman" w:hAnsi="HelveticaNeue LT 55 Roman" w:cs="HelveticaNeue LT 55 Roman"/>
                    <w:lang w:val="en-GB"/>
                  </w:rPr>
                  <w:t>Fax:  +49 (0) 3591 351320</w:t>
                </w:r>
              </w:p>
              <w:p w:rsidR="000779DB" w:rsidRPr="001E3770" w:rsidRDefault="000779DB" w:rsidP="00F71D98">
                <w:pPr>
                  <w:pStyle w:val="Adressblockrechts"/>
                  <w:rPr>
                    <w:rFonts w:ascii="HelveticaNeue LT 55 Roman" w:hAnsi="HelveticaNeue LT 55 Roman" w:cs="HelveticaNeue LT 55 Roman"/>
                    <w:lang w:val="en-GB"/>
                  </w:rPr>
                </w:pPr>
                <w:r>
                  <w:rPr>
                    <w:rFonts w:ascii="HelveticaNeue LT 55 Roman" w:hAnsi="HelveticaNeue LT 55 Roman" w:cs="HelveticaNeue LT 55 Roman"/>
                    <w:lang w:val="en-GB"/>
                  </w:rPr>
                  <w:t>vorstand</w:t>
                </w:r>
                <w:r w:rsidRPr="001E3770">
                  <w:rPr>
                    <w:rFonts w:ascii="HelveticaNeue LT 55 Roman" w:hAnsi="HelveticaNeue LT 55 Roman" w:cs="HelveticaNeue LT 55 Roman"/>
                    <w:lang w:val="en-GB"/>
                  </w:rPr>
                  <w:t>@wj-bautzen.de</w:t>
                </w:r>
                <w:r w:rsidRPr="001E3770">
                  <w:rPr>
                    <w:rFonts w:ascii="HelveticaNeue LT 55 Roman" w:hAnsi="HelveticaNeue LT 55 Roman" w:cs="HelveticaNeue LT 55 Roman"/>
                    <w:lang w:val="en-GB"/>
                  </w:rPr>
                  <w:br/>
                  <w:t>www.wj-bautzen.de</w:t>
                </w:r>
              </w:p>
              <w:p w:rsidR="000779DB" w:rsidRDefault="000779DB" w:rsidP="00F71D98">
                <w:pPr>
                  <w:pStyle w:val="Adressblockrechts"/>
                  <w:tabs>
                    <w:tab w:val="left" w:pos="900"/>
                  </w:tabs>
                  <w:rPr>
                    <w:rFonts w:ascii="HelveticaNeue LT 55 Roman" w:hAnsi="HelveticaNeue LT 55 Roman" w:cs="HelveticaNeue LT 55 Roman"/>
                  </w:rPr>
                </w:pPr>
                <w:r>
                  <w:rPr>
                    <w:rFonts w:ascii="HelveticaNeue LT 55 Roman" w:hAnsi="HelveticaNeue LT 55 Roman" w:cs="HelveticaNeue LT 55 Roman"/>
                  </w:rPr>
                  <w:t>Bankverbindung</w:t>
                </w:r>
                <w:r>
                  <w:rPr>
                    <w:rFonts w:ascii="HelveticaNeue LT 55 Roman" w:hAnsi="HelveticaNeue LT 55 Roman" w:cs="HelveticaNeue LT 55 Roman"/>
                  </w:rPr>
                  <w:br/>
                  <w:t>Wirtschaftsjunioren Bautzen e.V.</w:t>
                </w:r>
                <w:r>
                  <w:rPr>
                    <w:rFonts w:ascii="HelveticaNeue LT 55 Roman" w:hAnsi="HelveticaNeue LT 55 Roman" w:cs="HelveticaNeue LT 55 Roman"/>
                  </w:rPr>
                  <w:br/>
                  <w:t>Konto-Nr.:</w:t>
                </w:r>
                <w:r>
                  <w:rPr>
                    <w:rFonts w:ascii="HelveticaNeue LT 55 Roman" w:hAnsi="HelveticaNeue LT 55 Roman" w:cs="HelveticaNeue LT 55 Roman"/>
                  </w:rPr>
                  <w:tab/>
                  <w:t>1002012518</w:t>
                </w:r>
                <w:r>
                  <w:rPr>
                    <w:rFonts w:ascii="HelveticaNeue LT 55 Roman" w:hAnsi="HelveticaNeue LT 55 Roman" w:cs="HelveticaNeue LT 55 Roman"/>
                  </w:rPr>
                  <w:tab/>
                </w:r>
                <w:r>
                  <w:rPr>
                    <w:rFonts w:ascii="HelveticaNeue LT 55 Roman" w:hAnsi="HelveticaNeue LT 55 Roman" w:cs="HelveticaNeue LT 55 Roman"/>
                  </w:rPr>
                  <w:br/>
                  <w:t>BLZ:</w:t>
                </w:r>
                <w:r>
                  <w:rPr>
                    <w:rFonts w:ascii="HelveticaNeue LT 55 Roman" w:hAnsi="HelveticaNeue LT 55 Roman" w:cs="HelveticaNeue LT 55 Roman"/>
                  </w:rPr>
                  <w:tab/>
                  <w:t>855 500 00</w:t>
                </w:r>
                <w:r>
                  <w:rPr>
                    <w:rFonts w:ascii="HelveticaNeue LT 55 Roman" w:hAnsi="HelveticaNeue LT 55 Roman" w:cs="HelveticaNeue LT 55 Roman"/>
                  </w:rPr>
                  <w:br/>
                  <w:t>Kreissparkasse Bautzen</w:t>
                </w:r>
              </w:p>
              <w:p w:rsidR="000779DB" w:rsidRPr="00BA6A70" w:rsidRDefault="000779DB" w:rsidP="0056183C">
                <w:pPr>
                  <w:pStyle w:val="Adressblockrechts"/>
                  <w:tabs>
                    <w:tab w:val="left" w:pos="900"/>
                  </w:tabs>
                  <w:rPr>
                    <w:rFonts w:ascii="HelveticaNeue LT 55 Roman" w:hAnsi="HelveticaNeue LT 55 Roman" w:cs="HelveticaNeue LT 55 Roman"/>
                  </w:rPr>
                </w:pPr>
                <w:r w:rsidRPr="00BA6A70">
                  <w:rPr>
                    <w:rFonts w:ascii="HelveticaNeue LT 55 Roman" w:hAnsi="HelveticaNeue LT 55 Roman" w:cs="HelveticaNeue LT 55 Roman"/>
                  </w:rPr>
                  <w:t>Vorstand (§ 26 BGB)</w:t>
                </w:r>
                <w:r>
                  <w:rPr>
                    <w:rFonts w:ascii="HelveticaNeue LT 55 Roman" w:hAnsi="HelveticaNeue LT 55 Roman" w:cs="HelveticaNeue LT 55 Roman"/>
                  </w:rPr>
                  <w:br/>
                </w:r>
                <w:r w:rsidRPr="00BA6A70">
                  <w:rPr>
                    <w:rFonts w:ascii="HelveticaNeue LT 55 Roman" w:hAnsi="HelveticaNeue LT 55 Roman" w:cs="HelveticaNeue LT 55 Roman"/>
                  </w:rPr>
                  <w:t xml:space="preserve">Peter Stange </w:t>
                </w:r>
                <w:r>
                  <w:rPr>
                    <w:rFonts w:ascii="HelveticaNeue LT 55 Roman" w:hAnsi="HelveticaNeue LT 55 Roman" w:cs="HelveticaNeue LT 55 Roman"/>
                  </w:rPr>
                  <w:br/>
                </w:r>
                <w:r w:rsidRPr="00BA6A70">
                  <w:rPr>
                    <w:rFonts w:ascii="HelveticaNeue LT 55 Roman" w:hAnsi="HelveticaNeue LT 55 Roman" w:cs="HelveticaNeue LT 55 Roman"/>
                  </w:rPr>
                  <w:t>(Kreissprecher)</w:t>
                </w:r>
                <w:r>
                  <w:rPr>
                    <w:rFonts w:ascii="HelveticaNeue LT 55 Roman" w:hAnsi="HelveticaNeue LT 55 Roman" w:cs="HelveticaNeue LT 55 Roman"/>
                  </w:rPr>
                  <w:br/>
                  <w:t>J</w:t>
                </w:r>
                <w:r w:rsidRPr="00BA6A70">
                  <w:rPr>
                    <w:rFonts w:ascii="HelveticaNeue LT 55 Roman" w:hAnsi="HelveticaNeue LT 55 Roman" w:cs="HelveticaNeue LT 55 Roman"/>
                  </w:rPr>
                  <w:t xml:space="preserve">essica Großmann </w:t>
                </w:r>
                <w:r>
                  <w:rPr>
                    <w:rFonts w:ascii="HelveticaNeue LT 55 Roman" w:hAnsi="HelveticaNeue LT 55 Roman" w:cs="HelveticaNeue LT 55 Roman"/>
                  </w:rPr>
                  <w:br/>
                </w:r>
                <w:r w:rsidRPr="00BA6A70">
                  <w:rPr>
                    <w:rFonts w:ascii="HelveticaNeue LT 55 Roman" w:hAnsi="HelveticaNeue LT 55 Roman" w:cs="HelveticaNeue LT 55 Roman"/>
                  </w:rPr>
                  <w:t>(Stellv. Kreissprecherin)</w:t>
                </w:r>
                <w:r>
                  <w:rPr>
                    <w:rFonts w:ascii="HelveticaNeue LT 55 Roman" w:hAnsi="HelveticaNeue LT 55 Roman" w:cs="HelveticaNeue LT 55 Roman"/>
                  </w:rPr>
                  <w:br/>
                </w:r>
                <w:r w:rsidRPr="00BA6A70">
                  <w:rPr>
                    <w:rFonts w:ascii="HelveticaNeue LT 55 Roman" w:hAnsi="HelveticaNeue LT 55 Roman" w:cs="HelveticaNeue LT 55 Roman"/>
                  </w:rPr>
                  <w:t>Marco Großmann (Schatzmeister)</w:t>
                </w:r>
              </w:p>
              <w:p w:rsidR="000779DB" w:rsidRPr="0036486A" w:rsidRDefault="000779DB" w:rsidP="00F71D98">
                <w:pPr>
                  <w:pStyle w:val="Adressblockrechts"/>
                  <w:tabs>
                    <w:tab w:val="left" w:pos="900"/>
                  </w:tabs>
                  <w:rPr>
                    <w:rFonts w:ascii="HelveticaNeue LT 55 Roman" w:hAnsi="HelveticaNeue LT 55 Roman" w:cs="HelveticaNeue LT 55 Roman"/>
                  </w:rPr>
                </w:pPr>
              </w:p>
            </w:txbxContent>
          </v:textbox>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749D8"/>
    <w:multiLevelType w:val="hybridMultilevel"/>
    <w:tmpl w:val="6B5291B4"/>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
    <w:nsid w:val="103F6EC9"/>
    <w:multiLevelType w:val="hybridMultilevel"/>
    <w:tmpl w:val="C23E75A4"/>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
    <w:nsid w:val="386F26EB"/>
    <w:multiLevelType w:val="hybridMultilevel"/>
    <w:tmpl w:val="926472C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3">
    <w:nsid w:val="599D1BC4"/>
    <w:multiLevelType w:val="hybridMultilevel"/>
    <w:tmpl w:val="9E4AF290"/>
    <w:lvl w:ilvl="0" w:tplc="1A16FC60">
      <w:numFmt w:val="bullet"/>
      <w:lvlText w:val="-"/>
      <w:lvlJc w:val="left"/>
      <w:pPr>
        <w:ind w:left="720" w:hanging="360"/>
      </w:pPr>
      <w:rPr>
        <w:rFonts w:ascii="HelveticaNeue LT 55 Roman" w:eastAsia="MS Minngs" w:hAnsi="HelveticaNeue LT 55 Roman"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6E2E35D2"/>
    <w:multiLevelType w:val="hybridMultilevel"/>
    <w:tmpl w:val="E69EE45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hyphenationZone w:val="425"/>
  <w:doNotHyphenateCaps/>
  <w:characterSpacingControl w:val="doNotCompress"/>
  <w:doNotValidateAgainstSchema/>
  <w:doNotDemarcateInvalidXml/>
  <w:hdrShapeDefaults>
    <o:shapedefaults v:ext="edit" spidmax="2057"/>
    <o:shapelayout v:ext="edit">
      <o:idmap v:ext="edit" data="2"/>
    </o:shapelayout>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0359"/>
    <w:rsid w:val="000134E9"/>
    <w:rsid w:val="00062800"/>
    <w:rsid w:val="000779DB"/>
    <w:rsid w:val="000968D7"/>
    <w:rsid w:val="000A15E1"/>
    <w:rsid w:val="000C59EE"/>
    <w:rsid w:val="00136306"/>
    <w:rsid w:val="00137EB8"/>
    <w:rsid w:val="001723AD"/>
    <w:rsid w:val="001B35FB"/>
    <w:rsid w:val="001D7D30"/>
    <w:rsid w:val="001E3770"/>
    <w:rsid w:val="001F4E49"/>
    <w:rsid w:val="00213DCB"/>
    <w:rsid w:val="002406D2"/>
    <w:rsid w:val="00246F82"/>
    <w:rsid w:val="00256017"/>
    <w:rsid w:val="00280FC2"/>
    <w:rsid w:val="00286B1E"/>
    <w:rsid w:val="002A0912"/>
    <w:rsid w:val="002B7848"/>
    <w:rsid w:val="002D1E16"/>
    <w:rsid w:val="002E262B"/>
    <w:rsid w:val="002E4F35"/>
    <w:rsid w:val="002F05CA"/>
    <w:rsid w:val="002F648A"/>
    <w:rsid w:val="003136CD"/>
    <w:rsid w:val="003401F1"/>
    <w:rsid w:val="00346AE9"/>
    <w:rsid w:val="0036486A"/>
    <w:rsid w:val="00374C99"/>
    <w:rsid w:val="00376804"/>
    <w:rsid w:val="00395C31"/>
    <w:rsid w:val="003B39BC"/>
    <w:rsid w:val="003B45E7"/>
    <w:rsid w:val="003C54D4"/>
    <w:rsid w:val="003D44E1"/>
    <w:rsid w:val="00400AF9"/>
    <w:rsid w:val="00406397"/>
    <w:rsid w:val="004063B7"/>
    <w:rsid w:val="00454220"/>
    <w:rsid w:val="004561DB"/>
    <w:rsid w:val="00462302"/>
    <w:rsid w:val="00474D72"/>
    <w:rsid w:val="00482359"/>
    <w:rsid w:val="00483DE8"/>
    <w:rsid w:val="004A137A"/>
    <w:rsid w:val="004D526E"/>
    <w:rsid w:val="004E6747"/>
    <w:rsid w:val="004F0013"/>
    <w:rsid w:val="00511CFB"/>
    <w:rsid w:val="00522CAD"/>
    <w:rsid w:val="0053575C"/>
    <w:rsid w:val="0056183C"/>
    <w:rsid w:val="00570359"/>
    <w:rsid w:val="006020C1"/>
    <w:rsid w:val="00635F9C"/>
    <w:rsid w:val="006975C5"/>
    <w:rsid w:val="007076FC"/>
    <w:rsid w:val="00726F62"/>
    <w:rsid w:val="007335A1"/>
    <w:rsid w:val="00740A35"/>
    <w:rsid w:val="00742400"/>
    <w:rsid w:val="007578ED"/>
    <w:rsid w:val="0076448F"/>
    <w:rsid w:val="0077628D"/>
    <w:rsid w:val="007811EC"/>
    <w:rsid w:val="007A1CAA"/>
    <w:rsid w:val="007D3309"/>
    <w:rsid w:val="007E393F"/>
    <w:rsid w:val="00800B75"/>
    <w:rsid w:val="00815821"/>
    <w:rsid w:val="00816485"/>
    <w:rsid w:val="0084482E"/>
    <w:rsid w:val="008655F0"/>
    <w:rsid w:val="0089687E"/>
    <w:rsid w:val="008E1DC9"/>
    <w:rsid w:val="009016C3"/>
    <w:rsid w:val="00922C8B"/>
    <w:rsid w:val="00951BAE"/>
    <w:rsid w:val="00961BAC"/>
    <w:rsid w:val="00986444"/>
    <w:rsid w:val="009B5BAD"/>
    <w:rsid w:val="009E1F60"/>
    <w:rsid w:val="009E29E5"/>
    <w:rsid w:val="009F1DAA"/>
    <w:rsid w:val="00A029C7"/>
    <w:rsid w:val="00A058EE"/>
    <w:rsid w:val="00A67B48"/>
    <w:rsid w:val="00A72384"/>
    <w:rsid w:val="00A93E50"/>
    <w:rsid w:val="00A96AD7"/>
    <w:rsid w:val="00AB3F30"/>
    <w:rsid w:val="00AC2B98"/>
    <w:rsid w:val="00AD5CD4"/>
    <w:rsid w:val="00B01F78"/>
    <w:rsid w:val="00B936BF"/>
    <w:rsid w:val="00BA6A70"/>
    <w:rsid w:val="00BC2090"/>
    <w:rsid w:val="00BC60AD"/>
    <w:rsid w:val="00BE59F6"/>
    <w:rsid w:val="00C213BC"/>
    <w:rsid w:val="00C4160B"/>
    <w:rsid w:val="00C5042B"/>
    <w:rsid w:val="00CB6561"/>
    <w:rsid w:val="00D003E8"/>
    <w:rsid w:val="00D21DA4"/>
    <w:rsid w:val="00D35108"/>
    <w:rsid w:val="00D4089A"/>
    <w:rsid w:val="00D476C3"/>
    <w:rsid w:val="00D656EB"/>
    <w:rsid w:val="00DA713F"/>
    <w:rsid w:val="00DB5577"/>
    <w:rsid w:val="00DC10DE"/>
    <w:rsid w:val="00E33F15"/>
    <w:rsid w:val="00E543E2"/>
    <w:rsid w:val="00E70CEB"/>
    <w:rsid w:val="00E7388B"/>
    <w:rsid w:val="00E80448"/>
    <w:rsid w:val="00EE53F9"/>
    <w:rsid w:val="00EF5384"/>
    <w:rsid w:val="00F254C4"/>
    <w:rsid w:val="00F26E61"/>
    <w:rsid w:val="00F35208"/>
    <w:rsid w:val="00F41423"/>
    <w:rsid w:val="00F425F7"/>
    <w:rsid w:val="00F47B6E"/>
    <w:rsid w:val="00F6027B"/>
    <w:rsid w:val="00F704B5"/>
    <w:rsid w:val="00F71D98"/>
    <w:rsid w:val="00F861CB"/>
    <w:rsid w:val="00F91F53"/>
    <w:rsid w:val="00F9346F"/>
    <w:rsid w:val="00FB417A"/>
    <w:rsid w:val="00FC2634"/>
    <w:rsid w:val="00FC7BA8"/>
    <w:rsid w:val="00FD4E71"/>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ngs" w:hAnsi="Cambria"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Fließtext"/>
    <w:qFormat/>
    <w:rsid w:val="00E33F15"/>
    <w:pPr>
      <w:spacing w:line="260" w:lineRule="exact"/>
    </w:pPr>
    <w:rPr>
      <w:rFonts w:ascii="Helvetica Neue" w:hAnsi="Helvetica Neue" w:cs="Helvetica Neue"/>
      <w:sz w:val="20"/>
      <w:szCs w:val="20"/>
    </w:rPr>
  </w:style>
  <w:style w:type="paragraph" w:styleId="Heading2">
    <w:name w:val="heading 2"/>
    <w:basedOn w:val="Normal"/>
    <w:next w:val="Normal"/>
    <w:link w:val="Heading2Char"/>
    <w:uiPriority w:val="99"/>
    <w:qFormat/>
    <w:rsid w:val="00A93E50"/>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89687E"/>
    <w:rPr>
      <w:rFonts w:ascii="Cambria" w:hAnsi="Cambria" w:cs="Cambria"/>
      <w:b/>
      <w:bCs/>
      <w:i/>
      <w:iCs/>
      <w:sz w:val="28"/>
      <w:szCs w:val="28"/>
    </w:rPr>
  </w:style>
  <w:style w:type="paragraph" w:customStyle="1" w:styleId="Musterstadt">
    <w:name w:val="Musterstadt"/>
    <w:basedOn w:val="Normal"/>
    <w:uiPriority w:val="99"/>
    <w:rsid w:val="001D7D30"/>
    <w:pPr>
      <w:spacing w:after="200" w:line="480" w:lineRule="auto"/>
    </w:pPr>
    <w:rPr>
      <w:b/>
      <w:bCs/>
      <w:color w:val="5D5B59"/>
    </w:rPr>
  </w:style>
  <w:style w:type="paragraph" w:styleId="Header">
    <w:name w:val="header"/>
    <w:basedOn w:val="Normal"/>
    <w:link w:val="HeaderChar"/>
    <w:uiPriority w:val="99"/>
    <w:rsid w:val="000134E9"/>
    <w:pPr>
      <w:tabs>
        <w:tab w:val="center" w:pos="4536"/>
        <w:tab w:val="right" w:pos="9072"/>
      </w:tabs>
      <w:spacing w:line="240" w:lineRule="auto"/>
    </w:pPr>
  </w:style>
  <w:style w:type="character" w:customStyle="1" w:styleId="HeaderChar">
    <w:name w:val="Header Char"/>
    <w:basedOn w:val="DefaultParagraphFont"/>
    <w:link w:val="Header"/>
    <w:uiPriority w:val="99"/>
    <w:locked/>
    <w:rsid w:val="000134E9"/>
    <w:rPr>
      <w:rFonts w:ascii="Helvetica Neue" w:hAnsi="Helvetica Neue" w:cs="Helvetica Neue"/>
      <w:sz w:val="20"/>
      <w:szCs w:val="20"/>
    </w:rPr>
  </w:style>
  <w:style w:type="paragraph" w:styleId="Footer">
    <w:name w:val="footer"/>
    <w:basedOn w:val="Normal"/>
    <w:link w:val="FooterChar"/>
    <w:uiPriority w:val="99"/>
    <w:rsid w:val="000134E9"/>
    <w:pPr>
      <w:tabs>
        <w:tab w:val="center" w:pos="4536"/>
        <w:tab w:val="right" w:pos="9072"/>
      </w:tabs>
      <w:spacing w:line="240" w:lineRule="auto"/>
    </w:pPr>
  </w:style>
  <w:style w:type="character" w:customStyle="1" w:styleId="FooterChar">
    <w:name w:val="Footer Char"/>
    <w:basedOn w:val="DefaultParagraphFont"/>
    <w:link w:val="Footer"/>
    <w:uiPriority w:val="99"/>
    <w:locked/>
    <w:rsid w:val="000134E9"/>
    <w:rPr>
      <w:rFonts w:ascii="Helvetica Neue" w:hAnsi="Helvetica Neue" w:cs="Helvetica Neue"/>
      <w:sz w:val="20"/>
      <w:szCs w:val="20"/>
    </w:rPr>
  </w:style>
  <w:style w:type="paragraph" w:customStyle="1" w:styleId="OrtundDatum">
    <w:name w:val="Ort und Datum"/>
    <w:basedOn w:val="Musterstadt"/>
    <w:uiPriority w:val="99"/>
    <w:rsid w:val="000134E9"/>
    <w:rPr>
      <w:b w:val="0"/>
      <w:bCs w:val="0"/>
      <w:color w:val="auto"/>
    </w:rPr>
  </w:style>
  <w:style w:type="paragraph" w:customStyle="1" w:styleId="AbsenderWJD">
    <w:name w:val="Absender WJD"/>
    <w:basedOn w:val="Normal"/>
    <w:uiPriority w:val="99"/>
    <w:rsid w:val="00C213BC"/>
    <w:pPr>
      <w:spacing w:line="140" w:lineRule="exact"/>
    </w:pPr>
    <w:rPr>
      <w:color w:val="002C72"/>
      <w:sz w:val="11"/>
      <w:szCs w:val="11"/>
    </w:rPr>
  </w:style>
  <w:style w:type="paragraph" w:customStyle="1" w:styleId="Adressblockrechts">
    <w:name w:val="Adressblock rechts"/>
    <w:basedOn w:val="Normal"/>
    <w:uiPriority w:val="99"/>
    <w:rsid w:val="00C213BC"/>
    <w:pPr>
      <w:widowControl w:val="0"/>
      <w:autoSpaceDE w:val="0"/>
      <w:autoSpaceDN w:val="0"/>
      <w:adjustRightInd w:val="0"/>
      <w:spacing w:after="170" w:line="220" w:lineRule="exact"/>
    </w:pPr>
    <w:rPr>
      <w:color w:val="002C72"/>
      <w:sz w:val="14"/>
      <w:szCs w:val="14"/>
    </w:rPr>
  </w:style>
  <w:style w:type="paragraph" w:customStyle="1" w:styleId="Betreffzeile">
    <w:name w:val="Betreffzeile"/>
    <w:basedOn w:val="Musterstadt"/>
    <w:uiPriority w:val="99"/>
    <w:rsid w:val="000134E9"/>
    <w:pPr>
      <w:spacing w:after="320" w:line="260" w:lineRule="exact"/>
    </w:pPr>
    <w:rPr>
      <w:color w:val="auto"/>
    </w:rPr>
  </w:style>
  <w:style w:type="character" w:styleId="Hyperlink">
    <w:name w:val="Hyperlink"/>
    <w:basedOn w:val="DefaultParagraphFont"/>
    <w:uiPriority w:val="99"/>
    <w:rsid w:val="00C213BC"/>
    <w:rPr>
      <w:rFonts w:cs="Times New Roman"/>
      <w:color w:val="0000FF"/>
      <w:u w:val="single"/>
    </w:rPr>
  </w:style>
  <w:style w:type="paragraph" w:styleId="BalloonText">
    <w:name w:val="Balloon Text"/>
    <w:basedOn w:val="Normal"/>
    <w:link w:val="BalloonTextChar"/>
    <w:uiPriority w:val="99"/>
    <w:semiHidden/>
    <w:rsid w:val="008655F0"/>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8655F0"/>
    <w:rPr>
      <w:rFonts w:ascii="Lucida Grande" w:hAnsi="Lucida Grande" w:cs="Lucida Grande"/>
      <w:sz w:val="18"/>
      <w:szCs w:val="18"/>
    </w:rPr>
  </w:style>
  <w:style w:type="paragraph" w:styleId="ListParagraph">
    <w:name w:val="List Paragraph"/>
    <w:basedOn w:val="Normal"/>
    <w:uiPriority w:val="99"/>
    <w:qFormat/>
    <w:rsid w:val="00213DCB"/>
    <w:pPr>
      <w:ind w:left="720"/>
    </w:pPr>
  </w:style>
</w:styles>
</file>

<file path=word/webSettings.xml><?xml version="1.0" encoding="utf-8"?>
<w:webSettings xmlns:r="http://schemas.openxmlformats.org/officeDocument/2006/relationships" xmlns:w="http://schemas.openxmlformats.org/wordprocessingml/2006/main">
  <w:divs>
    <w:div w:id="1820463581">
      <w:marLeft w:val="0"/>
      <w:marRight w:val="0"/>
      <w:marTop w:val="0"/>
      <w:marBottom w:val="0"/>
      <w:divBdr>
        <w:top w:val="none" w:sz="0" w:space="0" w:color="auto"/>
        <w:left w:val="none" w:sz="0" w:space="0" w:color="auto"/>
        <w:bottom w:val="none" w:sz="0" w:space="0" w:color="auto"/>
        <w:right w:val="none" w:sz="0" w:space="0" w:color="auto"/>
      </w:divBdr>
      <w:divsChild>
        <w:div w:id="1820463579">
          <w:marLeft w:val="0"/>
          <w:marRight w:val="0"/>
          <w:marTop w:val="0"/>
          <w:marBottom w:val="0"/>
          <w:divBdr>
            <w:top w:val="none" w:sz="0" w:space="0" w:color="auto"/>
            <w:left w:val="none" w:sz="0" w:space="0" w:color="auto"/>
            <w:bottom w:val="none" w:sz="0" w:space="0" w:color="auto"/>
            <w:right w:val="none" w:sz="0" w:space="0" w:color="auto"/>
          </w:divBdr>
          <w:divsChild>
            <w:div w:id="1820463578">
              <w:marLeft w:val="0"/>
              <w:marRight w:val="0"/>
              <w:marTop w:val="0"/>
              <w:marBottom w:val="0"/>
              <w:divBdr>
                <w:top w:val="none" w:sz="0" w:space="0" w:color="auto"/>
                <w:left w:val="none" w:sz="0" w:space="0" w:color="auto"/>
                <w:bottom w:val="none" w:sz="0" w:space="0" w:color="auto"/>
                <w:right w:val="none" w:sz="0" w:space="0" w:color="auto"/>
              </w:divBdr>
            </w:div>
          </w:divsChild>
        </w:div>
        <w:div w:id="18204635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464</Words>
  <Characters>2927</Characters>
  <Application>Microsoft Office Outlook</Application>
  <DocSecurity>0</DocSecurity>
  <Lines>0</Lines>
  <Paragraphs>0</Paragraphs>
  <ScaleCrop>false</ScaleCrop>
  <Company>Samsung Electronics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Ort, 3</dc:title>
  <dc:subject/>
  <dc:creator>Götz v. Waldeyer-Hartz</dc:creator>
  <cp:keywords/>
  <dc:description/>
  <cp:lastModifiedBy>SEC</cp:lastModifiedBy>
  <cp:revision>6</cp:revision>
  <cp:lastPrinted>2012-01-25T08:40:00Z</cp:lastPrinted>
  <dcterms:created xsi:type="dcterms:W3CDTF">2013-09-11T20:13:00Z</dcterms:created>
  <dcterms:modified xsi:type="dcterms:W3CDTF">2014-03-07T17:33:00Z</dcterms:modified>
</cp:coreProperties>
</file>